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tmArbTit"/>
    <w:p w:rsidR="00541C42" w:rsidRPr="00501DCB" w:rsidRDefault="00E8523D" w:rsidP="00541C42">
      <w:pPr>
        <w:pStyle w:val="TitelTitreTitolo"/>
      </w:pPr>
      <w:r w:rsidRPr="00501DCB">
        <w:fldChar w:fldCharType="begin">
          <w:ffData>
            <w:name w:val="tmArbTit"/>
            <w:enabled/>
            <w:calcOnExit w:val="0"/>
            <w:textInput/>
          </w:ffData>
        </w:fldChar>
      </w:r>
      <w:r w:rsidR="003533E3" w:rsidRPr="00501DCB">
        <w:instrText xml:space="preserve"> FORMTEXT </w:instrText>
      </w:r>
      <w:r w:rsidRPr="00501DCB">
        <w:fldChar w:fldCharType="separate"/>
      </w:r>
      <w:r w:rsidR="00DC275F" w:rsidRPr="00501DCB">
        <w:t>Übungsbefehl</w:t>
      </w:r>
      <w:r w:rsidRPr="00501DCB">
        <w:fldChar w:fldCharType="end"/>
      </w:r>
      <w:bookmarkEnd w:id="0"/>
    </w:p>
    <w:p w:rsidR="00DC275F" w:rsidRPr="00501DCB" w:rsidRDefault="00DC275F" w:rsidP="00DC275F">
      <w:pPr>
        <w:pStyle w:val="TextkrperCorpsdetexteCorpodeltesto"/>
        <w:rPr>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0"/>
        <w:gridCol w:w="4394"/>
      </w:tblGrid>
      <w:tr w:rsidR="00DC275F" w:rsidRPr="00501DCB" w:rsidTr="00DC275F">
        <w:tc>
          <w:tcPr>
            <w:tcW w:w="9214" w:type="dxa"/>
            <w:gridSpan w:val="2"/>
            <w:tcBorders>
              <w:bottom w:val="single" w:sz="4" w:space="0" w:color="auto"/>
            </w:tcBorders>
          </w:tcPr>
          <w:p w:rsidR="00DC275F" w:rsidRPr="00501DCB" w:rsidRDefault="00DC275F" w:rsidP="00D04D72">
            <w:pPr>
              <w:spacing w:before="120"/>
              <w:rPr>
                <w:rFonts w:cs="Arial"/>
              </w:rPr>
            </w:pPr>
            <w:bookmarkStart w:id="1" w:name="tmStart"/>
            <w:bookmarkEnd w:id="1"/>
            <w:r w:rsidRPr="00501DCB">
              <w:rPr>
                <w:rFonts w:cs="Arial"/>
              </w:rPr>
              <w:t xml:space="preserve">Organisation: </w:t>
            </w:r>
            <w:r w:rsidR="000D2FEB" w:rsidRPr="00501DCB">
              <w:rPr>
                <w:rFonts w:cs="Arial"/>
              </w:rPr>
              <w:t xml:space="preserve">ZSO – Emmen </w:t>
            </w:r>
          </w:p>
          <w:p w:rsidR="00DC275F" w:rsidRPr="00501DCB" w:rsidRDefault="00DC275F" w:rsidP="00D04D72">
            <w:pPr>
              <w:spacing w:before="240" w:after="120"/>
              <w:rPr>
                <w:rFonts w:cs="Arial"/>
              </w:rPr>
            </w:pPr>
            <w:r w:rsidRPr="00501DCB">
              <w:rPr>
                <w:rFonts w:cs="Arial"/>
              </w:rPr>
              <w:t>Übung:</w:t>
            </w:r>
            <w:r w:rsidR="000D2FEB" w:rsidRPr="00501DCB">
              <w:rPr>
                <w:rFonts w:cs="Arial"/>
              </w:rPr>
              <w:t xml:space="preserve"> Erdbeben im Raum </w:t>
            </w:r>
            <w:r w:rsidR="001E7922" w:rsidRPr="00501DCB">
              <w:rPr>
                <w:rFonts w:cs="Arial"/>
              </w:rPr>
              <w:t>Cham</w:t>
            </w:r>
          </w:p>
        </w:tc>
      </w:tr>
      <w:tr w:rsidR="00DC275F" w:rsidRPr="00501DCB" w:rsidTr="00DC275F">
        <w:tc>
          <w:tcPr>
            <w:tcW w:w="9214" w:type="dxa"/>
            <w:gridSpan w:val="2"/>
            <w:tcBorders>
              <w:bottom w:val="single" w:sz="4" w:space="0" w:color="auto"/>
            </w:tcBorders>
          </w:tcPr>
          <w:p w:rsidR="00DC275F" w:rsidRPr="00501DCB" w:rsidRDefault="00DC275F" w:rsidP="00962AEC">
            <w:pPr>
              <w:pStyle w:val="TextkrperCorpsdetexteCorpodeltesto"/>
            </w:pPr>
            <w:r w:rsidRPr="00501DCB">
              <w:rPr>
                <w:b/>
                <w:sz w:val="24"/>
                <w:szCs w:val="24"/>
              </w:rPr>
              <w:t xml:space="preserve">Übungsbefehl für die Übung vom </w:t>
            </w:r>
            <w:r w:rsidR="008B151E" w:rsidRPr="00501DCB">
              <w:rPr>
                <w:b/>
                <w:sz w:val="24"/>
                <w:szCs w:val="24"/>
              </w:rPr>
              <w:t>15/16.03.</w:t>
            </w:r>
            <w:r w:rsidR="000D2FEB" w:rsidRPr="00501DCB">
              <w:rPr>
                <w:b/>
                <w:sz w:val="24"/>
                <w:szCs w:val="24"/>
              </w:rPr>
              <w:t>11</w:t>
            </w:r>
          </w:p>
        </w:tc>
      </w:tr>
      <w:tr w:rsidR="00DC275F" w:rsidRPr="00501DCB" w:rsidTr="00DC275F">
        <w:trPr>
          <w:trHeight w:val="1290"/>
        </w:trPr>
        <w:tc>
          <w:tcPr>
            <w:tcW w:w="9214" w:type="dxa"/>
            <w:gridSpan w:val="2"/>
            <w:tcBorders>
              <w:left w:val="nil"/>
              <w:bottom w:val="nil"/>
              <w:right w:val="nil"/>
            </w:tcBorders>
            <w:shd w:val="clear" w:color="auto" w:fill="auto"/>
          </w:tcPr>
          <w:p w:rsidR="00962AEC" w:rsidRPr="00501DCB" w:rsidRDefault="00962AEC" w:rsidP="00962AEC">
            <w:pPr>
              <w:pStyle w:val="TextkrperCorpsdetexteCorpodeltesto"/>
              <w:ind w:left="360"/>
            </w:pPr>
          </w:p>
          <w:p w:rsidR="00DC275F" w:rsidRPr="00501DCB" w:rsidRDefault="00DC275F" w:rsidP="00877767">
            <w:pPr>
              <w:pStyle w:val="TextkrperCorpsdetexteCorpodeltesto"/>
              <w:numPr>
                <w:ilvl w:val="0"/>
                <w:numId w:val="16"/>
              </w:numPr>
            </w:pPr>
            <w:r w:rsidRPr="00501DCB">
              <w:t>Übungsthema und Zielsetzung</w:t>
            </w:r>
          </w:p>
          <w:p w:rsidR="002810AC" w:rsidRPr="00501DCB" w:rsidRDefault="00DC275F" w:rsidP="00877767">
            <w:pPr>
              <w:pStyle w:val="TextkrperCorpsdetexteCorpodeltesto"/>
              <w:numPr>
                <w:ilvl w:val="0"/>
                <w:numId w:val="17"/>
              </w:numPr>
            </w:pPr>
            <w:r w:rsidRPr="00501DCB">
              <w:t>Übungsthema</w:t>
            </w:r>
            <w:r w:rsidR="000D2FEB" w:rsidRPr="00501DCB">
              <w:t xml:space="preserve"> : </w:t>
            </w:r>
            <w:r w:rsidR="00D37251">
              <w:t>Bewältigung Schadenlage</w:t>
            </w:r>
          </w:p>
          <w:p w:rsidR="00DC275F" w:rsidRPr="00501DCB" w:rsidRDefault="000D2FEB" w:rsidP="00877767">
            <w:pPr>
              <w:pStyle w:val="TextkrperCorpsdetexteCorpodeltesto"/>
              <w:numPr>
                <w:ilvl w:val="0"/>
                <w:numId w:val="17"/>
              </w:numPr>
            </w:pPr>
            <w:r w:rsidRPr="00501DCB">
              <w:t xml:space="preserve">Erdbeben im Raum Luzern </w:t>
            </w:r>
          </w:p>
          <w:p w:rsidR="002810AC" w:rsidRPr="00501DCB" w:rsidRDefault="00DC275F" w:rsidP="00877767">
            <w:pPr>
              <w:pStyle w:val="TextkrperCorpsdetexteCorpodeltesto"/>
              <w:numPr>
                <w:ilvl w:val="0"/>
                <w:numId w:val="17"/>
              </w:numPr>
            </w:pPr>
            <w:r w:rsidRPr="00501DCB">
              <w:t>Übungsziele</w:t>
            </w:r>
            <w:r w:rsidR="000D2FEB" w:rsidRPr="00501DCB">
              <w:t xml:space="preserve"> : </w:t>
            </w:r>
          </w:p>
          <w:p w:rsidR="001E7922" w:rsidRPr="00501DCB" w:rsidRDefault="001E7922" w:rsidP="00D37251">
            <w:pPr>
              <w:pStyle w:val="TextkrperCorpsdetexteCorpodeltesto"/>
              <w:ind w:left="360"/>
            </w:pPr>
          </w:p>
          <w:p w:rsidR="001E7922" w:rsidRPr="00501DCB" w:rsidRDefault="001E7922" w:rsidP="001E7922">
            <w:pPr>
              <w:tabs>
                <w:tab w:val="left" w:pos="1985"/>
              </w:tabs>
              <w:rPr>
                <w:rFonts w:cs="Arial"/>
                <w:szCs w:val="22"/>
              </w:rPr>
            </w:pPr>
            <w:r w:rsidRPr="00501DCB">
              <w:rPr>
                <w:rFonts w:cs="Arial"/>
                <w:szCs w:val="22"/>
              </w:rPr>
              <w:t>Der Zugführer:</w:t>
            </w:r>
            <w:r w:rsidRPr="00501DCB">
              <w:rPr>
                <w:rFonts w:cs="Arial"/>
                <w:szCs w:val="22"/>
              </w:rPr>
              <w:tab/>
              <w:t>Setzt Prioritäten richtig und fasst zielführende und zweckmässige</w:t>
            </w:r>
          </w:p>
          <w:p w:rsidR="001E7922" w:rsidRPr="00501DCB" w:rsidRDefault="001E7922" w:rsidP="001E7922">
            <w:pPr>
              <w:tabs>
                <w:tab w:val="left" w:pos="1985"/>
              </w:tabs>
              <w:rPr>
                <w:rFonts w:cs="Arial"/>
                <w:szCs w:val="22"/>
              </w:rPr>
            </w:pPr>
            <w:r w:rsidRPr="00501DCB">
              <w:rPr>
                <w:rFonts w:cs="Arial"/>
                <w:szCs w:val="22"/>
              </w:rPr>
              <w:t xml:space="preserve">                                 </w:t>
            </w:r>
            <w:proofErr w:type="spellStart"/>
            <w:r w:rsidRPr="00501DCB">
              <w:rPr>
                <w:rFonts w:cs="Arial"/>
                <w:szCs w:val="22"/>
              </w:rPr>
              <w:t>Entschlüsse.Befiehlt</w:t>
            </w:r>
            <w:proofErr w:type="spellEnd"/>
            <w:r w:rsidRPr="00501DCB">
              <w:rPr>
                <w:rFonts w:cs="Arial"/>
                <w:szCs w:val="22"/>
              </w:rPr>
              <w:t xml:space="preserve"> nach OAABS und stufengerecht.</w:t>
            </w:r>
          </w:p>
          <w:p w:rsidR="001E7922" w:rsidRPr="00501DCB" w:rsidRDefault="001E7922" w:rsidP="001E7922">
            <w:pPr>
              <w:tabs>
                <w:tab w:val="left" w:pos="1985"/>
              </w:tabs>
              <w:rPr>
                <w:rFonts w:cs="Arial"/>
                <w:szCs w:val="22"/>
              </w:rPr>
            </w:pPr>
            <w:r w:rsidRPr="00501DCB">
              <w:rPr>
                <w:rFonts w:cs="Arial"/>
                <w:szCs w:val="22"/>
              </w:rPr>
              <w:tab/>
              <w:t>Organisiert seinen Schadenplatz zweckmässig (Mat. Depot,</w:t>
            </w:r>
          </w:p>
          <w:p w:rsidR="001E7922" w:rsidRPr="00501DCB" w:rsidRDefault="001E7922" w:rsidP="001E7922">
            <w:pPr>
              <w:tabs>
                <w:tab w:val="left" w:pos="1985"/>
              </w:tabs>
              <w:rPr>
                <w:rFonts w:cs="Arial"/>
                <w:szCs w:val="22"/>
              </w:rPr>
            </w:pPr>
            <w:r w:rsidRPr="00501DCB">
              <w:rPr>
                <w:rFonts w:cs="Arial"/>
                <w:szCs w:val="22"/>
              </w:rPr>
              <w:t xml:space="preserve">                                 Führungsstandort, Sammelplatz).</w:t>
            </w:r>
          </w:p>
          <w:p w:rsidR="001E7922" w:rsidRPr="00501DCB" w:rsidRDefault="001E7922" w:rsidP="001E7922">
            <w:pPr>
              <w:tabs>
                <w:tab w:val="left" w:pos="1985"/>
              </w:tabs>
              <w:rPr>
                <w:rFonts w:cs="Arial"/>
                <w:szCs w:val="22"/>
              </w:rPr>
            </w:pPr>
          </w:p>
          <w:p w:rsidR="001E7922" w:rsidRPr="00501DCB" w:rsidRDefault="001E7922" w:rsidP="001E7922">
            <w:pPr>
              <w:tabs>
                <w:tab w:val="left" w:pos="1985"/>
              </w:tabs>
              <w:rPr>
                <w:rFonts w:cs="Arial"/>
                <w:szCs w:val="22"/>
              </w:rPr>
            </w:pPr>
            <w:r w:rsidRPr="00501DCB">
              <w:rPr>
                <w:rFonts w:cs="Arial"/>
                <w:szCs w:val="22"/>
              </w:rPr>
              <w:t>Der Gruppenführer:</w:t>
            </w:r>
            <w:r w:rsidRPr="00501DCB">
              <w:rPr>
                <w:rFonts w:cs="Arial"/>
                <w:szCs w:val="22"/>
              </w:rPr>
              <w:tab/>
              <w:t>Er wendet Führungstätigkeiten gemäss Handkarte Führung an.</w:t>
            </w:r>
          </w:p>
          <w:p w:rsidR="001E7922" w:rsidRPr="00501DCB" w:rsidRDefault="001E7922" w:rsidP="001E7922">
            <w:pPr>
              <w:tabs>
                <w:tab w:val="left" w:pos="1985"/>
              </w:tabs>
              <w:rPr>
                <w:rFonts w:cs="Arial"/>
                <w:szCs w:val="22"/>
              </w:rPr>
            </w:pPr>
            <w:r w:rsidRPr="00501DCB">
              <w:rPr>
                <w:rFonts w:cs="Arial"/>
                <w:szCs w:val="22"/>
              </w:rPr>
              <w:tab/>
              <w:t>Erteilt Aufträge nach OAB. Meldet ausgeführte Aufträge und besondere</w:t>
            </w:r>
          </w:p>
          <w:p w:rsidR="001E7922" w:rsidRPr="00501DCB" w:rsidRDefault="001E7922" w:rsidP="001E7922">
            <w:pPr>
              <w:tabs>
                <w:tab w:val="left" w:pos="1985"/>
              </w:tabs>
              <w:rPr>
                <w:rFonts w:cs="Arial"/>
                <w:szCs w:val="22"/>
              </w:rPr>
            </w:pPr>
            <w:r w:rsidRPr="00501DCB">
              <w:rPr>
                <w:rFonts w:cs="Arial"/>
                <w:szCs w:val="22"/>
              </w:rPr>
              <w:t xml:space="preserve">                                 Vorkommnisse seiner vorgesetzten Stelle.</w:t>
            </w:r>
          </w:p>
          <w:p w:rsidR="001E7922" w:rsidRPr="00501DCB" w:rsidRDefault="001E7922" w:rsidP="001E7922">
            <w:pPr>
              <w:tabs>
                <w:tab w:val="left" w:pos="1985"/>
              </w:tabs>
              <w:rPr>
                <w:rFonts w:cs="Arial"/>
                <w:szCs w:val="22"/>
              </w:rPr>
            </w:pPr>
          </w:p>
          <w:p w:rsidR="001E7922" w:rsidRPr="00501DCB" w:rsidRDefault="001E7922" w:rsidP="001E7922">
            <w:pPr>
              <w:tabs>
                <w:tab w:val="left" w:pos="1985"/>
              </w:tabs>
              <w:rPr>
                <w:rFonts w:cs="Arial"/>
                <w:szCs w:val="22"/>
              </w:rPr>
            </w:pPr>
            <w:r w:rsidRPr="00501DCB">
              <w:rPr>
                <w:rFonts w:cs="Arial"/>
                <w:szCs w:val="22"/>
              </w:rPr>
              <w:t>Die Mannschaft:</w:t>
            </w:r>
            <w:r w:rsidRPr="00501DCB">
              <w:rPr>
                <w:rFonts w:cs="Arial"/>
                <w:szCs w:val="22"/>
              </w:rPr>
              <w:tab/>
              <w:t>Setzt das Material und die Geräte des Pioniers fachgerecht ein.</w:t>
            </w:r>
          </w:p>
          <w:p w:rsidR="001E7922" w:rsidRPr="00501DCB" w:rsidRDefault="001E7922" w:rsidP="001E7922">
            <w:pPr>
              <w:tabs>
                <w:tab w:val="left" w:pos="1985"/>
              </w:tabs>
              <w:rPr>
                <w:rFonts w:cs="Arial"/>
                <w:szCs w:val="22"/>
              </w:rPr>
            </w:pPr>
            <w:r w:rsidRPr="00501DCB">
              <w:rPr>
                <w:rFonts w:cs="Arial"/>
                <w:szCs w:val="22"/>
              </w:rPr>
              <w:tab/>
              <w:t>Setzt die erhaltenen Aufträge im Sinne des Chefs und unter Einhaltung</w:t>
            </w:r>
          </w:p>
          <w:p w:rsidR="001E7922" w:rsidRPr="00501DCB" w:rsidRDefault="001E7922" w:rsidP="001E7922">
            <w:pPr>
              <w:tabs>
                <w:tab w:val="left" w:pos="1985"/>
              </w:tabs>
              <w:rPr>
                <w:rFonts w:cs="Arial"/>
                <w:szCs w:val="22"/>
              </w:rPr>
            </w:pPr>
            <w:r w:rsidRPr="00501DCB">
              <w:rPr>
                <w:rFonts w:cs="Arial"/>
                <w:szCs w:val="22"/>
              </w:rPr>
              <w:t xml:space="preserve">                                 der SIVO um.</w:t>
            </w:r>
          </w:p>
          <w:p w:rsidR="00DC275F" w:rsidRPr="00501DCB" w:rsidRDefault="00DC275F" w:rsidP="00D37251">
            <w:pPr>
              <w:pStyle w:val="TextkrperCorpsdetexteCorpodeltesto"/>
              <w:ind w:left="360"/>
            </w:pPr>
          </w:p>
        </w:tc>
      </w:tr>
      <w:tr w:rsidR="00DC275F" w:rsidRPr="00501DCB" w:rsidTr="00DC275F">
        <w:trPr>
          <w:trHeight w:val="567"/>
        </w:trPr>
        <w:tc>
          <w:tcPr>
            <w:tcW w:w="9214" w:type="dxa"/>
            <w:gridSpan w:val="2"/>
            <w:tcBorders>
              <w:top w:val="nil"/>
              <w:left w:val="nil"/>
              <w:bottom w:val="nil"/>
              <w:right w:val="nil"/>
            </w:tcBorders>
            <w:shd w:val="clear" w:color="auto" w:fill="auto"/>
          </w:tcPr>
          <w:p w:rsidR="002810AC" w:rsidRPr="00501DCB" w:rsidRDefault="00DC275F" w:rsidP="00877767">
            <w:pPr>
              <w:pStyle w:val="TextkrperCorpsdetexteCorpodeltesto"/>
              <w:numPr>
                <w:ilvl w:val="0"/>
                <w:numId w:val="16"/>
              </w:numPr>
              <w:rPr>
                <w:rFonts w:cs="Arial"/>
              </w:rPr>
            </w:pPr>
            <w:proofErr w:type="spellStart"/>
            <w:r w:rsidRPr="00501DCB">
              <w:t>Beübte</w:t>
            </w:r>
            <w:proofErr w:type="spellEnd"/>
            <w:r w:rsidR="000D2FEB" w:rsidRPr="00501DCB">
              <w:t xml:space="preserve"> : </w:t>
            </w:r>
          </w:p>
          <w:p w:rsidR="00DC275F" w:rsidRPr="00501DCB" w:rsidRDefault="001E7922" w:rsidP="002810AC">
            <w:pPr>
              <w:pStyle w:val="TextkrperCorpsdetexteCorpodeltesto"/>
              <w:ind w:left="360"/>
              <w:rPr>
                <w:rFonts w:cs="Arial"/>
              </w:rPr>
            </w:pPr>
            <w:r w:rsidRPr="00501DCB">
              <w:t>KATA-HI Zug 1 und Zug 2 der ZSO Emmen</w:t>
            </w:r>
          </w:p>
        </w:tc>
      </w:tr>
      <w:tr w:rsidR="00DC275F" w:rsidRPr="00501DCB" w:rsidTr="00DC275F">
        <w:trPr>
          <w:trHeight w:val="575"/>
        </w:trPr>
        <w:tc>
          <w:tcPr>
            <w:tcW w:w="9214" w:type="dxa"/>
            <w:gridSpan w:val="2"/>
            <w:tcBorders>
              <w:top w:val="nil"/>
              <w:left w:val="nil"/>
              <w:bottom w:val="nil"/>
              <w:right w:val="nil"/>
            </w:tcBorders>
            <w:shd w:val="clear" w:color="auto" w:fill="auto"/>
          </w:tcPr>
          <w:p w:rsidR="002810AC" w:rsidRPr="00501DCB" w:rsidRDefault="00DC275F" w:rsidP="00877767">
            <w:pPr>
              <w:pStyle w:val="TextkrperCorpsdetexteCorpodeltesto"/>
              <w:numPr>
                <w:ilvl w:val="0"/>
                <w:numId w:val="16"/>
              </w:numPr>
              <w:rPr>
                <w:rFonts w:cs="Arial"/>
              </w:rPr>
            </w:pPr>
            <w:r w:rsidRPr="00501DCB">
              <w:t>Übungsdauer</w:t>
            </w:r>
            <w:r w:rsidR="000D2FEB" w:rsidRPr="00501DCB">
              <w:t xml:space="preserve">: </w:t>
            </w:r>
          </w:p>
          <w:p w:rsidR="00DC275F" w:rsidRPr="00501DCB" w:rsidRDefault="001E7922" w:rsidP="002810AC">
            <w:pPr>
              <w:pStyle w:val="TextkrperCorpsdetexteCorpodeltesto"/>
              <w:ind w:left="360"/>
            </w:pPr>
            <w:r w:rsidRPr="00501DCB">
              <w:t xml:space="preserve">Übungsbeginn 0815 Uhr </w:t>
            </w:r>
          </w:p>
          <w:p w:rsidR="001E7922" w:rsidRPr="00501DCB" w:rsidRDefault="001E7922" w:rsidP="002810AC">
            <w:pPr>
              <w:pStyle w:val="TextkrperCorpsdetexteCorpodeltesto"/>
              <w:ind w:left="360"/>
              <w:rPr>
                <w:rFonts w:cs="Arial"/>
              </w:rPr>
            </w:pPr>
            <w:r w:rsidRPr="00501DCB">
              <w:t>Übungsende 16:30 Uhr</w:t>
            </w:r>
          </w:p>
        </w:tc>
      </w:tr>
      <w:tr w:rsidR="00DC275F" w:rsidRPr="00501DCB" w:rsidTr="00DC275F">
        <w:trPr>
          <w:trHeight w:val="2114"/>
        </w:trPr>
        <w:tc>
          <w:tcPr>
            <w:tcW w:w="9214" w:type="dxa"/>
            <w:gridSpan w:val="2"/>
            <w:tcBorders>
              <w:top w:val="nil"/>
              <w:left w:val="nil"/>
              <w:bottom w:val="nil"/>
              <w:right w:val="nil"/>
            </w:tcBorders>
            <w:shd w:val="clear" w:color="auto" w:fill="auto"/>
          </w:tcPr>
          <w:p w:rsidR="00DC275F" w:rsidRPr="00501DCB" w:rsidRDefault="00DC275F" w:rsidP="00877767">
            <w:pPr>
              <w:pStyle w:val="TextkrperCorpsdetexteCorpodeltesto"/>
              <w:numPr>
                <w:ilvl w:val="0"/>
                <w:numId w:val="16"/>
              </w:numPr>
            </w:pPr>
            <w:r w:rsidRPr="00501DCB">
              <w:t>Übungsleitung</w:t>
            </w:r>
          </w:p>
          <w:p w:rsidR="002810AC" w:rsidRPr="00501DCB" w:rsidRDefault="00DC275F" w:rsidP="00877767">
            <w:pPr>
              <w:pStyle w:val="TextkrperCorpsdetexteCorpodeltesto"/>
              <w:numPr>
                <w:ilvl w:val="0"/>
                <w:numId w:val="17"/>
              </w:numPr>
            </w:pPr>
            <w:r w:rsidRPr="00501DCB">
              <w:t>Übungsleiter</w:t>
            </w:r>
            <w:r w:rsidR="000D2FEB" w:rsidRPr="00501DCB">
              <w:t xml:space="preserve">: </w:t>
            </w:r>
          </w:p>
          <w:p w:rsidR="001E7922" w:rsidRPr="00501DCB" w:rsidRDefault="000D2FEB" w:rsidP="002810AC">
            <w:pPr>
              <w:pStyle w:val="TextkrperCorpsdetexteCorpodeltesto"/>
              <w:ind w:left="720"/>
            </w:pPr>
            <w:r w:rsidRPr="00501DCB">
              <w:t>15.03</w:t>
            </w:r>
            <w:r w:rsidR="008B151E" w:rsidRPr="00501DCB">
              <w:t>.11</w:t>
            </w:r>
            <w:r w:rsidRPr="00501DCB">
              <w:t xml:space="preserve"> Peter </w:t>
            </w:r>
            <w:proofErr w:type="spellStart"/>
            <w:r w:rsidRPr="00501DCB">
              <w:t>Monn</w:t>
            </w:r>
            <w:proofErr w:type="spellEnd"/>
            <w:r w:rsidR="001E7922" w:rsidRPr="00501DCB">
              <w:t xml:space="preserve"> (ÜL), Christian </w:t>
            </w:r>
            <w:proofErr w:type="spellStart"/>
            <w:r w:rsidR="001E7922" w:rsidRPr="00501DCB">
              <w:t>Durscher</w:t>
            </w:r>
            <w:proofErr w:type="spellEnd"/>
            <w:r w:rsidR="001E7922" w:rsidRPr="00501DCB">
              <w:t xml:space="preserve"> (ÜLG)</w:t>
            </w:r>
          </w:p>
          <w:p w:rsidR="00DC275F" w:rsidRPr="00501DCB" w:rsidRDefault="008B151E" w:rsidP="002810AC">
            <w:pPr>
              <w:pStyle w:val="TextkrperCorpsdetexteCorpodeltesto"/>
              <w:ind w:left="720"/>
            </w:pPr>
            <w:r w:rsidRPr="00501DCB">
              <w:t>16.03.11</w:t>
            </w:r>
            <w:r w:rsidR="000D2FEB" w:rsidRPr="00501DCB">
              <w:t xml:space="preserve"> Christian </w:t>
            </w:r>
            <w:proofErr w:type="spellStart"/>
            <w:r w:rsidR="000D2FEB" w:rsidRPr="00501DCB">
              <w:t>Durscher</w:t>
            </w:r>
            <w:proofErr w:type="spellEnd"/>
            <w:r w:rsidR="001E7922" w:rsidRPr="00501DCB">
              <w:t xml:space="preserve"> (ÜL), Peter </w:t>
            </w:r>
            <w:proofErr w:type="spellStart"/>
            <w:r w:rsidR="001E7922" w:rsidRPr="00501DCB">
              <w:t>Monn</w:t>
            </w:r>
            <w:proofErr w:type="spellEnd"/>
            <w:r w:rsidR="001E7922" w:rsidRPr="00501DCB">
              <w:t xml:space="preserve"> (ÜLG)</w:t>
            </w:r>
          </w:p>
          <w:p w:rsidR="002810AC" w:rsidRPr="00501DCB" w:rsidRDefault="00DC275F" w:rsidP="00877767">
            <w:pPr>
              <w:pStyle w:val="TextkrperCorpsdetexteCorpodeltesto"/>
              <w:numPr>
                <w:ilvl w:val="0"/>
                <w:numId w:val="17"/>
              </w:numPr>
            </w:pPr>
            <w:r w:rsidRPr="00501DCB">
              <w:t>Schiedsrichter</w:t>
            </w:r>
            <w:r w:rsidR="000D2FEB" w:rsidRPr="00501DCB">
              <w:t xml:space="preserve">: </w:t>
            </w:r>
          </w:p>
          <w:p w:rsidR="008B151E" w:rsidRPr="00501DCB" w:rsidRDefault="003A7DE8" w:rsidP="008B151E">
            <w:pPr>
              <w:pStyle w:val="TextkrperCorpsdetexteCorpodeltesto"/>
              <w:ind w:left="720"/>
            </w:pPr>
            <w:r w:rsidRPr="00501DCB">
              <w:t>Of aus Unterstützungszug</w:t>
            </w:r>
            <w:r w:rsidR="008B151E" w:rsidRPr="00501DCB">
              <w:t xml:space="preserve"> (15.03.11) / Instruktor (……..)</w:t>
            </w:r>
            <w:r w:rsidR="000D2FEB" w:rsidRPr="00501DCB">
              <w:t xml:space="preserve"> in der Ausbildung</w:t>
            </w:r>
            <w:r w:rsidR="008B151E" w:rsidRPr="00501DCB">
              <w:t xml:space="preserve"> (16.03.11)</w:t>
            </w:r>
          </w:p>
          <w:p w:rsidR="00DC275F" w:rsidRPr="00501DCB" w:rsidRDefault="008B151E" w:rsidP="00877767">
            <w:pPr>
              <w:pStyle w:val="TextkrperCorpsdetexteCorpodeltesto"/>
              <w:numPr>
                <w:ilvl w:val="0"/>
                <w:numId w:val="17"/>
              </w:numPr>
            </w:pPr>
            <w:r w:rsidRPr="00501DCB">
              <w:t>Chef Sicherheit</w:t>
            </w:r>
          </w:p>
          <w:p w:rsidR="008B151E" w:rsidRPr="00501DCB" w:rsidRDefault="008B151E" w:rsidP="008B151E">
            <w:pPr>
              <w:pStyle w:val="TextkrperCorpsdetexteCorpodeltesto"/>
              <w:ind w:left="720"/>
            </w:pPr>
            <w:proofErr w:type="spellStart"/>
            <w:r w:rsidRPr="00501DCB">
              <w:t>Gfhr</w:t>
            </w:r>
            <w:proofErr w:type="spellEnd"/>
            <w:r w:rsidRPr="00501DCB">
              <w:t>. aus Unterstützungszug (15.03.2011) // Instruktor (….) in Ausbildung (16.03.11)</w:t>
            </w:r>
          </w:p>
          <w:p w:rsidR="008B151E" w:rsidRPr="00501DCB" w:rsidRDefault="008B151E" w:rsidP="008B151E">
            <w:pPr>
              <w:pStyle w:val="TextkrperCorpsdetexteCorpodeltesto"/>
              <w:ind w:left="720"/>
            </w:pPr>
          </w:p>
          <w:p w:rsidR="008B151E" w:rsidRPr="00501DCB" w:rsidRDefault="008B151E" w:rsidP="008B151E">
            <w:pPr>
              <w:pStyle w:val="TextkrperCorpsdetexteCorpodeltesto"/>
              <w:ind w:left="720"/>
            </w:pPr>
          </w:p>
          <w:p w:rsidR="002810AC" w:rsidRPr="00501DCB" w:rsidRDefault="00DC275F" w:rsidP="00877767">
            <w:pPr>
              <w:pStyle w:val="TextkrperCorpsdetexteCorpodeltesto"/>
              <w:numPr>
                <w:ilvl w:val="0"/>
                <w:numId w:val="17"/>
              </w:numPr>
              <w:rPr>
                <w:rFonts w:cs="Arial"/>
              </w:rPr>
            </w:pPr>
            <w:r w:rsidRPr="00501DCB">
              <w:lastRenderedPageBreak/>
              <w:t>Figuranten / Darsteller</w:t>
            </w:r>
            <w:r w:rsidR="000D2FEB" w:rsidRPr="00501DCB">
              <w:t xml:space="preserve">: </w:t>
            </w:r>
          </w:p>
          <w:p w:rsidR="008B151E" w:rsidRPr="00501DCB" w:rsidRDefault="008B151E" w:rsidP="002810AC">
            <w:pPr>
              <w:pStyle w:val="TextkrperCorpsdetexteCorpodeltesto"/>
              <w:ind w:left="720"/>
            </w:pPr>
            <w:r w:rsidRPr="00501DCB">
              <w:t>15.03.11 5-8 Personen aus der ZSO-Emmen</w:t>
            </w:r>
          </w:p>
          <w:p w:rsidR="00DC275F" w:rsidRPr="00501DCB" w:rsidRDefault="008B151E" w:rsidP="002810AC">
            <w:pPr>
              <w:pStyle w:val="TextkrperCorpsdetexteCorpodeltesto"/>
              <w:ind w:left="720"/>
              <w:rPr>
                <w:rFonts w:cs="Arial"/>
              </w:rPr>
            </w:pPr>
            <w:r w:rsidRPr="00501DCB">
              <w:t xml:space="preserve">16.03.11 Instruktoren </w:t>
            </w:r>
            <w:r w:rsidR="000D2FEB" w:rsidRPr="00501DCB">
              <w:t xml:space="preserve"> </w:t>
            </w:r>
          </w:p>
        </w:tc>
      </w:tr>
      <w:tr w:rsidR="00DC275F" w:rsidRPr="00501DCB" w:rsidTr="00DC275F">
        <w:trPr>
          <w:trHeight w:val="571"/>
        </w:trPr>
        <w:tc>
          <w:tcPr>
            <w:tcW w:w="9214" w:type="dxa"/>
            <w:gridSpan w:val="2"/>
            <w:tcBorders>
              <w:top w:val="nil"/>
              <w:left w:val="nil"/>
              <w:bottom w:val="nil"/>
              <w:right w:val="nil"/>
            </w:tcBorders>
            <w:shd w:val="clear" w:color="auto" w:fill="auto"/>
          </w:tcPr>
          <w:p w:rsidR="002810AC" w:rsidRPr="00501DCB" w:rsidRDefault="00DC275F" w:rsidP="00877767">
            <w:pPr>
              <w:pStyle w:val="TextkrperCorpsdetexteCorpodeltesto"/>
              <w:numPr>
                <w:ilvl w:val="0"/>
                <w:numId w:val="16"/>
              </w:numPr>
            </w:pPr>
            <w:r w:rsidRPr="00501DCB">
              <w:lastRenderedPageBreak/>
              <w:t xml:space="preserve">Einführung der </w:t>
            </w:r>
            <w:proofErr w:type="spellStart"/>
            <w:r w:rsidRPr="00501DCB">
              <w:t>Beübten</w:t>
            </w:r>
            <w:proofErr w:type="spellEnd"/>
            <w:r w:rsidRPr="00501DCB">
              <w:t xml:space="preserve"> durch den Übungsleite</w:t>
            </w:r>
            <w:r w:rsidR="000D2FEB" w:rsidRPr="00501DCB">
              <w:t xml:space="preserve">r: </w:t>
            </w:r>
          </w:p>
          <w:p w:rsidR="00DC275F" w:rsidRPr="00501DCB" w:rsidRDefault="004B290B" w:rsidP="004B290B">
            <w:pPr>
              <w:pStyle w:val="TextkrperCorpsdetexteCorpodeltesto"/>
              <w:ind w:left="360"/>
            </w:pPr>
            <w:r w:rsidRPr="00501DCB">
              <w:t xml:space="preserve">Kader :  KAZ </w:t>
            </w:r>
            <w:proofErr w:type="spellStart"/>
            <w:r w:rsidRPr="00501DCB">
              <w:t>Sempach</w:t>
            </w:r>
            <w:proofErr w:type="spellEnd"/>
            <w:r w:rsidRPr="00501DCB">
              <w:t xml:space="preserve"> am 11.03.11 im KVK</w:t>
            </w:r>
          </w:p>
          <w:p w:rsidR="004B290B" w:rsidRPr="00501DCB" w:rsidRDefault="004B290B" w:rsidP="002810AC">
            <w:pPr>
              <w:pStyle w:val="TextkrperCorpsdetexteCorpodeltesto"/>
              <w:ind w:left="360"/>
            </w:pPr>
          </w:p>
        </w:tc>
      </w:tr>
      <w:tr w:rsidR="00DC275F" w:rsidRPr="00501DCB" w:rsidTr="00DC275F">
        <w:trPr>
          <w:trHeight w:val="565"/>
        </w:trPr>
        <w:tc>
          <w:tcPr>
            <w:tcW w:w="9214" w:type="dxa"/>
            <w:gridSpan w:val="2"/>
            <w:tcBorders>
              <w:top w:val="nil"/>
              <w:left w:val="nil"/>
              <w:bottom w:val="nil"/>
              <w:right w:val="nil"/>
            </w:tcBorders>
            <w:shd w:val="clear" w:color="auto" w:fill="auto"/>
          </w:tcPr>
          <w:p w:rsidR="00DC275F" w:rsidRPr="00501DCB" w:rsidRDefault="00DC275F" w:rsidP="00877767">
            <w:pPr>
              <w:pStyle w:val="TextkrperCorpsdetexteCorpodeltesto"/>
              <w:numPr>
                <w:ilvl w:val="0"/>
                <w:numId w:val="16"/>
              </w:numPr>
            </w:pPr>
            <w:r w:rsidRPr="00501DCB">
              <w:t>Verhalten bei Übungsbeginn</w:t>
            </w:r>
            <w:r w:rsidR="000D2FEB" w:rsidRPr="00501DCB">
              <w:t xml:space="preserve">: </w:t>
            </w:r>
          </w:p>
          <w:p w:rsidR="004B290B" w:rsidRPr="00501DCB" w:rsidRDefault="004B290B" w:rsidP="004B290B">
            <w:pPr>
              <w:pStyle w:val="Listenabsatz"/>
              <w:spacing w:after="0"/>
              <w:ind w:left="0"/>
              <w:rPr>
                <w:rFonts w:ascii="Arial" w:eastAsia="Times New Roman" w:hAnsi="Arial"/>
                <w:kern w:val="22"/>
                <w:szCs w:val="20"/>
                <w:lang w:eastAsia="de-DE"/>
              </w:rPr>
            </w:pPr>
          </w:p>
          <w:p w:rsidR="007D7399" w:rsidRPr="00501DCB" w:rsidRDefault="004B290B" w:rsidP="004B290B">
            <w:pPr>
              <w:pStyle w:val="Listenabsatz"/>
              <w:spacing w:after="0"/>
              <w:ind w:left="0"/>
            </w:pPr>
            <w:r w:rsidRPr="00501DCB">
              <w:t xml:space="preserve">Kader und Mannschaft Rückt am 15 /16.03.11 um 08:00 Uhr in der BSA </w:t>
            </w:r>
            <w:proofErr w:type="spellStart"/>
            <w:r w:rsidRPr="00501DCB">
              <w:t>Hübeli</w:t>
            </w:r>
            <w:proofErr w:type="spellEnd"/>
            <w:r w:rsidRPr="00501DCB">
              <w:t xml:space="preserve"> ein. Die SEB ist bis 08:15 Uhr  gemacht  das Material ist noch nicht gefasst. </w:t>
            </w:r>
          </w:p>
          <w:p w:rsidR="004B290B" w:rsidRPr="00501DCB" w:rsidRDefault="004B290B" w:rsidP="004B290B">
            <w:pPr>
              <w:pStyle w:val="Listenabsatz"/>
              <w:spacing w:after="0"/>
              <w:ind w:left="0"/>
              <w:rPr>
                <w:b/>
              </w:rPr>
            </w:pPr>
          </w:p>
          <w:p w:rsidR="007D7399" w:rsidRPr="00501DCB" w:rsidRDefault="007D7399" w:rsidP="00877767">
            <w:pPr>
              <w:pStyle w:val="Listenabsatz"/>
              <w:numPr>
                <w:ilvl w:val="0"/>
                <w:numId w:val="18"/>
              </w:numPr>
              <w:spacing w:after="0"/>
              <w:rPr>
                <w:b/>
              </w:rPr>
            </w:pPr>
            <w:r w:rsidRPr="00501DCB">
              <w:t>Wohngebäude</w:t>
            </w:r>
            <w:r w:rsidR="003A7DE8" w:rsidRPr="00501DCB">
              <w:t xml:space="preserve">, Strom- und Wasserleitungen </w:t>
            </w:r>
            <w:r w:rsidRPr="00501DCB">
              <w:t xml:space="preserve"> im Schadengebiet sind alle zerstört und nicht zu gebrauchen</w:t>
            </w:r>
            <w:r w:rsidR="004B290B" w:rsidRPr="00501DCB">
              <w:t>.</w:t>
            </w:r>
          </w:p>
          <w:p w:rsidR="007D7399" w:rsidRPr="00501DCB" w:rsidRDefault="007D7399" w:rsidP="00877767">
            <w:pPr>
              <w:pStyle w:val="Listenabsatz"/>
              <w:numPr>
                <w:ilvl w:val="0"/>
                <w:numId w:val="18"/>
              </w:numPr>
              <w:spacing w:after="0"/>
              <w:rPr>
                <w:b/>
              </w:rPr>
            </w:pPr>
            <w:r w:rsidRPr="00501DCB">
              <w:t>Das Übungsgelände darf ohne Befehl des ÜL nicht verlassen werden</w:t>
            </w:r>
          </w:p>
          <w:p w:rsidR="007D7399" w:rsidRPr="00501DCB" w:rsidRDefault="007D7399" w:rsidP="00877767">
            <w:pPr>
              <w:pStyle w:val="Listenabsatz"/>
              <w:numPr>
                <w:ilvl w:val="0"/>
                <w:numId w:val="18"/>
              </w:numPr>
              <w:spacing w:after="0"/>
              <w:rPr>
                <w:b/>
              </w:rPr>
            </w:pPr>
            <w:r w:rsidRPr="00501DCB">
              <w:t>Übungsunterbrüche kann nur der ÜL Befehlen</w:t>
            </w:r>
          </w:p>
          <w:p w:rsidR="007D7399" w:rsidRPr="00501DCB" w:rsidRDefault="007D7399" w:rsidP="00877767">
            <w:pPr>
              <w:pStyle w:val="Listenabsatz"/>
              <w:numPr>
                <w:ilvl w:val="0"/>
                <w:numId w:val="18"/>
              </w:numPr>
              <w:spacing w:after="0"/>
              <w:rPr>
                <w:b/>
              </w:rPr>
            </w:pPr>
            <w:r w:rsidRPr="00501DCB">
              <w:t xml:space="preserve">Bei </w:t>
            </w:r>
            <w:r w:rsidR="003A7DE8" w:rsidRPr="00501DCB">
              <w:t>besonderen Ereignissen ist der  Ü</w:t>
            </w:r>
            <w:r w:rsidRPr="00501DCB">
              <w:t xml:space="preserve">L zu benachrichtigen (P. </w:t>
            </w:r>
            <w:proofErr w:type="spellStart"/>
            <w:r w:rsidRPr="00501DCB">
              <w:t>Monn</w:t>
            </w:r>
            <w:proofErr w:type="spellEnd"/>
            <w:r w:rsidRPr="00501DCB">
              <w:t xml:space="preserve"> 079 </w:t>
            </w:r>
            <w:proofErr w:type="spellStart"/>
            <w:r w:rsidR="00D37251">
              <w:t>xxx</w:t>
            </w:r>
            <w:proofErr w:type="spellEnd"/>
            <w:r w:rsidR="00D37251">
              <w:t xml:space="preserve"> </w:t>
            </w:r>
            <w:proofErr w:type="spellStart"/>
            <w:r w:rsidR="00D37251">
              <w:t>xx</w:t>
            </w:r>
            <w:proofErr w:type="spellEnd"/>
            <w:r w:rsidRPr="00501DCB">
              <w:t xml:space="preserve"> </w:t>
            </w:r>
            <w:proofErr w:type="spellStart"/>
            <w:r w:rsidR="00D37251">
              <w:t>xx</w:t>
            </w:r>
            <w:proofErr w:type="spellEnd"/>
            <w:r w:rsidRPr="00501DCB">
              <w:t xml:space="preserve">/ </w:t>
            </w:r>
            <w:proofErr w:type="spellStart"/>
            <w:r w:rsidRPr="00501DCB">
              <w:t>Ch</w:t>
            </w:r>
            <w:proofErr w:type="spellEnd"/>
            <w:r w:rsidRPr="00501DCB">
              <w:t xml:space="preserve">. </w:t>
            </w:r>
            <w:proofErr w:type="spellStart"/>
            <w:r w:rsidRPr="00501DCB">
              <w:t>Durscher</w:t>
            </w:r>
            <w:proofErr w:type="spellEnd"/>
            <w:r w:rsidRPr="00501DCB">
              <w:t xml:space="preserve"> 078 </w:t>
            </w:r>
            <w:proofErr w:type="spellStart"/>
            <w:r w:rsidR="00D37251">
              <w:t>xxx</w:t>
            </w:r>
            <w:proofErr w:type="spellEnd"/>
            <w:r w:rsidR="00D37251">
              <w:t xml:space="preserve"> </w:t>
            </w:r>
            <w:proofErr w:type="spellStart"/>
            <w:r w:rsidR="00D37251">
              <w:t>xx</w:t>
            </w:r>
            <w:proofErr w:type="spellEnd"/>
            <w:r w:rsidR="00D37251">
              <w:t xml:space="preserve"> </w:t>
            </w:r>
            <w:proofErr w:type="spellStart"/>
            <w:r w:rsidR="00D37251">
              <w:t>xx</w:t>
            </w:r>
            <w:proofErr w:type="spellEnd"/>
            <w:r w:rsidRPr="00501DCB">
              <w:t>)</w:t>
            </w:r>
          </w:p>
          <w:p w:rsidR="00051E28" w:rsidRPr="00501DCB" w:rsidRDefault="00051E28" w:rsidP="00877767">
            <w:pPr>
              <w:pStyle w:val="Listenabsatz"/>
              <w:numPr>
                <w:ilvl w:val="0"/>
                <w:numId w:val="18"/>
              </w:numPr>
              <w:spacing w:after="0"/>
              <w:rPr>
                <w:b/>
              </w:rPr>
            </w:pPr>
            <w:r w:rsidRPr="00501DCB">
              <w:t xml:space="preserve">Das ertönen des Signalhorns bedeutet „ Übung halt und Besammlung beim Kommandoposten) </w:t>
            </w:r>
          </w:p>
          <w:p w:rsidR="007D7399" w:rsidRPr="00501DCB" w:rsidRDefault="007D7399" w:rsidP="007D7399">
            <w:pPr>
              <w:pStyle w:val="TextkrperCorpsdetexteCorpodeltesto"/>
              <w:ind w:left="360"/>
            </w:pPr>
          </w:p>
        </w:tc>
      </w:tr>
      <w:tr w:rsidR="00DC275F" w:rsidRPr="00501DCB" w:rsidTr="00DC275F">
        <w:trPr>
          <w:trHeight w:val="559"/>
        </w:trPr>
        <w:tc>
          <w:tcPr>
            <w:tcW w:w="9214" w:type="dxa"/>
            <w:gridSpan w:val="2"/>
            <w:tcBorders>
              <w:top w:val="nil"/>
              <w:left w:val="nil"/>
              <w:bottom w:val="nil"/>
              <w:right w:val="nil"/>
            </w:tcBorders>
            <w:shd w:val="clear" w:color="auto" w:fill="auto"/>
          </w:tcPr>
          <w:p w:rsidR="0001456D" w:rsidRPr="00501DCB" w:rsidRDefault="00DC275F" w:rsidP="00877767">
            <w:pPr>
              <w:pStyle w:val="TextkrperCorpsdetexteCorpodeltesto"/>
              <w:numPr>
                <w:ilvl w:val="0"/>
                <w:numId w:val="16"/>
              </w:numPr>
            </w:pPr>
            <w:r w:rsidRPr="00501DCB">
              <w:t>Übungs- und Sicherheitsbestimmungen</w:t>
            </w:r>
            <w:r w:rsidR="007D7399" w:rsidRPr="00501DCB">
              <w:t xml:space="preserve">: </w:t>
            </w:r>
          </w:p>
          <w:p w:rsidR="00DC275F" w:rsidRPr="00501DCB" w:rsidRDefault="00051E28" w:rsidP="00877767">
            <w:pPr>
              <w:pStyle w:val="TextkrperCorpsdetexteCorpodeltesto"/>
              <w:numPr>
                <w:ilvl w:val="0"/>
                <w:numId w:val="18"/>
              </w:numPr>
            </w:pPr>
            <w:r w:rsidRPr="00501DCB">
              <w:t>Alle geltenden Gesetze und Bestimmungen sind einzuhalten.</w:t>
            </w:r>
          </w:p>
          <w:p w:rsidR="00051E28" w:rsidRPr="00501DCB" w:rsidRDefault="00051E28" w:rsidP="00877767">
            <w:pPr>
              <w:pStyle w:val="TextkrperCorpsdetexteCorpodeltesto"/>
              <w:numPr>
                <w:ilvl w:val="0"/>
                <w:numId w:val="18"/>
              </w:numPr>
            </w:pPr>
            <w:r w:rsidRPr="00501DCB">
              <w:t>Die Verpflegung wird befohlen und koordiniert eingenommen. Das Aufsuchen von Restaurants und Einkaufen von Lebensmitteln ist ohne Erlaubnis der ÜL nicht gestattet</w:t>
            </w:r>
            <w:r w:rsidR="0001456D" w:rsidRPr="00501DCB">
              <w:t>.</w:t>
            </w:r>
          </w:p>
          <w:p w:rsidR="0001456D" w:rsidRPr="00501DCB" w:rsidRDefault="0001456D" w:rsidP="00877767">
            <w:pPr>
              <w:pStyle w:val="TextkrperCorpsdetexteCorpodeltesto"/>
              <w:numPr>
                <w:ilvl w:val="0"/>
                <w:numId w:val="18"/>
              </w:numPr>
            </w:pPr>
            <w:r w:rsidRPr="00501DCB">
              <w:t xml:space="preserve">Nur dem Kader ist es erlaubt für die Kommunikation </w:t>
            </w:r>
            <w:proofErr w:type="spellStart"/>
            <w:r w:rsidRPr="00501DCB">
              <w:t>untereinader</w:t>
            </w:r>
            <w:proofErr w:type="spellEnd"/>
            <w:r w:rsidRPr="00501DCB">
              <w:t xml:space="preserve"> das </w:t>
            </w:r>
            <w:proofErr w:type="spellStart"/>
            <w:r w:rsidRPr="00501DCB">
              <w:t>Natel</w:t>
            </w:r>
            <w:proofErr w:type="spellEnd"/>
            <w:r w:rsidRPr="00501DCB">
              <w:t xml:space="preserve"> zu benutzen.</w:t>
            </w:r>
          </w:p>
          <w:p w:rsidR="0001456D" w:rsidRPr="00501DCB" w:rsidRDefault="0001456D" w:rsidP="00877767">
            <w:pPr>
              <w:pStyle w:val="TextkrperCorpsdetexteCorpodeltesto"/>
              <w:numPr>
                <w:ilvl w:val="0"/>
                <w:numId w:val="18"/>
              </w:numPr>
            </w:pPr>
            <w:r w:rsidRPr="00501DCB">
              <w:t xml:space="preserve">Alle Markierungen sind zu beachten. </w:t>
            </w:r>
          </w:p>
          <w:p w:rsidR="0001456D" w:rsidRPr="00501DCB" w:rsidRDefault="0001456D" w:rsidP="0001456D">
            <w:pPr>
              <w:pStyle w:val="TextkrperCorpsdetexteCorpodeltesto"/>
              <w:ind w:left="720"/>
            </w:pPr>
          </w:p>
          <w:p w:rsidR="0001456D" w:rsidRPr="00501DCB" w:rsidRDefault="0001456D" w:rsidP="0001456D">
            <w:pPr>
              <w:pStyle w:val="TextkrperCorpsdetexteCorpodeltesto"/>
              <w:ind w:left="360"/>
            </w:pPr>
            <w:r w:rsidRPr="00501DCB">
              <w:t>Sicherheitsbestimmungen</w:t>
            </w:r>
          </w:p>
          <w:p w:rsidR="0001456D" w:rsidRPr="00501DCB" w:rsidRDefault="0001456D" w:rsidP="00877767">
            <w:pPr>
              <w:pStyle w:val="TextkrperCorpsdetexteCorpodeltesto"/>
              <w:numPr>
                <w:ilvl w:val="0"/>
                <w:numId w:val="18"/>
              </w:numPr>
            </w:pPr>
            <w:r w:rsidRPr="00501DCB">
              <w:t>Während der ganzen Übung sind die SIVO ausnahmslos einzuhalten.</w:t>
            </w:r>
          </w:p>
          <w:p w:rsidR="0001456D" w:rsidRPr="00501DCB" w:rsidRDefault="0001456D" w:rsidP="00877767">
            <w:pPr>
              <w:pStyle w:val="TextkrperCorpsdetexteCorpodeltesto"/>
              <w:numPr>
                <w:ilvl w:val="0"/>
                <w:numId w:val="18"/>
              </w:numPr>
            </w:pPr>
            <w:r w:rsidRPr="00501DCB">
              <w:t>Ein Sicherheitsverantwortlicher überwacht die ganze Übung</w:t>
            </w:r>
          </w:p>
          <w:p w:rsidR="0001456D" w:rsidRPr="00501DCB" w:rsidRDefault="0001456D" w:rsidP="00877767">
            <w:pPr>
              <w:pStyle w:val="TextkrperCorpsdetexteCorpodeltesto"/>
              <w:numPr>
                <w:ilvl w:val="0"/>
                <w:numId w:val="18"/>
              </w:numPr>
            </w:pPr>
            <w:r w:rsidRPr="00501DCB">
              <w:t xml:space="preserve">Alarmmittel ist ein Nebelhorn. Bei ertönen diese Horns wird die Übung sofort abgebrochen und alle Anwesenden </w:t>
            </w:r>
            <w:proofErr w:type="spellStart"/>
            <w:r w:rsidRPr="00501DCB">
              <w:t>besammeln</w:t>
            </w:r>
            <w:proofErr w:type="spellEnd"/>
            <w:r w:rsidRPr="00501DCB">
              <w:t xml:space="preserve"> sich beim Führungszelt.</w:t>
            </w:r>
          </w:p>
          <w:p w:rsidR="0001456D" w:rsidRPr="00501DCB" w:rsidRDefault="0001456D" w:rsidP="00877767">
            <w:pPr>
              <w:pStyle w:val="TextkrperCorpsdetexteCorpodeltesto"/>
              <w:numPr>
                <w:ilvl w:val="0"/>
                <w:numId w:val="18"/>
              </w:numPr>
            </w:pPr>
            <w:r w:rsidRPr="00501DCB">
              <w:t xml:space="preserve">Verhalten bei Notfällen, Selbst- und Kameradenhilfe, sofortige Meldung an ÜL oder ÜLG (Peter </w:t>
            </w:r>
            <w:proofErr w:type="spellStart"/>
            <w:r w:rsidRPr="00501DCB">
              <w:t>Monn</w:t>
            </w:r>
            <w:proofErr w:type="spellEnd"/>
            <w:r w:rsidRPr="00501DCB">
              <w:t xml:space="preserve"> 079 </w:t>
            </w:r>
            <w:proofErr w:type="spellStart"/>
            <w:r w:rsidR="009805AB">
              <w:t>xxx</w:t>
            </w:r>
            <w:proofErr w:type="spellEnd"/>
            <w:r w:rsidR="009805AB">
              <w:t xml:space="preserve"> </w:t>
            </w:r>
            <w:proofErr w:type="spellStart"/>
            <w:r w:rsidR="009805AB">
              <w:t>xx</w:t>
            </w:r>
            <w:proofErr w:type="spellEnd"/>
            <w:r w:rsidR="009805AB">
              <w:t xml:space="preserve"> </w:t>
            </w:r>
            <w:proofErr w:type="spellStart"/>
            <w:r w:rsidR="009805AB">
              <w:t>xx</w:t>
            </w:r>
            <w:proofErr w:type="spellEnd"/>
            <w:r w:rsidRPr="00501DCB">
              <w:t xml:space="preserve"> / Christian </w:t>
            </w:r>
            <w:proofErr w:type="spellStart"/>
            <w:r w:rsidRPr="00501DCB">
              <w:t>Durscher</w:t>
            </w:r>
            <w:proofErr w:type="spellEnd"/>
            <w:r w:rsidRPr="00501DCB">
              <w:t xml:space="preserve"> 078</w:t>
            </w:r>
            <w:r w:rsidR="00330E3E" w:rsidRPr="00501DCB">
              <w:t xml:space="preserve"> </w:t>
            </w:r>
            <w:proofErr w:type="spellStart"/>
            <w:r w:rsidR="009805AB">
              <w:t>xxx</w:t>
            </w:r>
            <w:proofErr w:type="spellEnd"/>
            <w:r w:rsidR="009805AB">
              <w:t xml:space="preserve"> </w:t>
            </w:r>
            <w:proofErr w:type="spellStart"/>
            <w:r w:rsidR="009805AB">
              <w:t>xx</w:t>
            </w:r>
            <w:proofErr w:type="spellEnd"/>
            <w:r w:rsidR="009805AB">
              <w:t xml:space="preserve"> xx</w:t>
            </w:r>
            <w:r w:rsidR="00330E3E" w:rsidRPr="00501DCB">
              <w:t>)</w:t>
            </w:r>
          </w:p>
          <w:p w:rsidR="00051E28" w:rsidRPr="00501DCB" w:rsidRDefault="00051E28" w:rsidP="002810AC">
            <w:pPr>
              <w:pStyle w:val="TextkrperCorpsdetexteCorpodeltesto"/>
              <w:ind w:left="360"/>
            </w:pPr>
          </w:p>
        </w:tc>
      </w:tr>
      <w:tr w:rsidR="00DC275F" w:rsidRPr="00501DCB" w:rsidTr="00DC275F">
        <w:trPr>
          <w:trHeight w:val="1701"/>
        </w:trPr>
        <w:tc>
          <w:tcPr>
            <w:tcW w:w="9214" w:type="dxa"/>
            <w:gridSpan w:val="2"/>
            <w:tcBorders>
              <w:top w:val="nil"/>
              <w:left w:val="nil"/>
              <w:bottom w:val="nil"/>
              <w:right w:val="nil"/>
            </w:tcBorders>
            <w:shd w:val="clear" w:color="auto" w:fill="auto"/>
          </w:tcPr>
          <w:p w:rsidR="00DC275F" w:rsidRPr="00501DCB" w:rsidRDefault="00DC275F" w:rsidP="00877767">
            <w:pPr>
              <w:pStyle w:val="TextkrperCorpsdetexteCorpodeltesto"/>
              <w:numPr>
                <w:ilvl w:val="0"/>
                <w:numId w:val="16"/>
              </w:numPr>
            </w:pPr>
            <w:r w:rsidRPr="00501DCB">
              <w:lastRenderedPageBreak/>
              <w:t>Bekleidung und Ausrüstung</w:t>
            </w:r>
          </w:p>
          <w:p w:rsidR="002810AC" w:rsidRPr="00501DCB" w:rsidRDefault="00DC275F" w:rsidP="00877767">
            <w:pPr>
              <w:pStyle w:val="TextkrperCorpsdetexteCorpodeltesto"/>
              <w:numPr>
                <w:ilvl w:val="0"/>
                <w:numId w:val="17"/>
              </w:numPr>
            </w:pPr>
            <w:proofErr w:type="spellStart"/>
            <w:r w:rsidRPr="00501DCB">
              <w:t>Beübte</w:t>
            </w:r>
            <w:proofErr w:type="spellEnd"/>
            <w:r w:rsidR="007D7399" w:rsidRPr="00501DCB">
              <w:t xml:space="preserve">: </w:t>
            </w:r>
          </w:p>
          <w:p w:rsidR="00DC275F" w:rsidRPr="00501DCB" w:rsidRDefault="007D7399" w:rsidP="002810AC">
            <w:pPr>
              <w:pStyle w:val="TextkrperCorpsdetexteCorpodeltesto"/>
              <w:ind w:left="720"/>
            </w:pPr>
            <w:r w:rsidRPr="00501DCB">
              <w:t>Persönliche</w:t>
            </w:r>
            <w:r w:rsidR="00330E3E" w:rsidRPr="00501DCB">
              <w:t xml:space="preserve"> Ausrüstung und persönliche Einsatzunterlagen </w:t>
            </w:r>
          </w:p>
          <w:p w:rsidR="002810AC" w:rsidRPr="00501DCB" w:rsidRDefault="00DC275F" w:rsidP="00877767">
            <w:pPr>
              <w:pStyle w:val="TextkrperCorpsdetexteCorpodeltesto"/>
              <w:numPr>
                <w:ilvl w:val="0"/>
                <w:numId w:val="17"/>
              </w:numPr>
            </w:pPr>
            <w:r w:rsidRPr="00501DCB">
              <w:t>Schiedsrichter</w:t>
            </w:r>
            <w:r w:rsidR="007D7399" w:rsidRPr="00501DCB">
              <w:t xml:space="preserve">: </w:t>
            </w:r>
          </w:p>
          <w:p w:rsidR="00DC275F" w:rsidRPr="00501DCB" w:rsidRDefault="007D7399" w:rsidP="002810AC">
            <w:pPr>
              <w:pStyle w:val="TextkrperCorpsdetexteCorpodeltesto"/>
              <w:ind w:left="720"/>
            </w:pPr>
            <w:r w:rsidRPr="00501DCB">
              <w:t>Sind mit Armbinden geke</w:t>
            </w:r>
            <w:r w:rsidR="00FF3A7F" w:rsidRPr="00501DCB">
              <w:t>nn</w:t>
            </w:r>
            <w:r w:rsidRPr="00501DCB">
              <w:t>zeichnet</w:t>
            </w:r>
            <w:r w:rsidR="00DC275F" w:rsidRPr="00501DCB">
              <w:t xml:space="preserve"> </w:t>
            </w:r>
          </w:p>
          <w:p w:rsidR="002810AC" w:rsidRPr="00501DCB" w:rsidRDefault="00DC275F" w:rsidP="00877767">
            <w:pPr>
              <w:pStyle w:val="TextkrperCorpsdetexteCorpodeltesto"/>
              <w:numPr>
                <w:ilvl w:val="0"/>
                <w:numId w:val="17"/>
              </w:numPr>
            </w:pPr>
            <w:r w:rsidRPr="00501DCB">
              <w:t>Figuranten / Darsteller</w:t>
            </w:r>
            <w:r w:rsidR="00FF3A7F" w:rsidRPr="00501DCB">
              <w:t xml:space="preserve">: </w:t>
            </w:r>
          </w:p>
          <w:p w:rsidR="00DC275F" w:rsidRPr="00501DCB" w:rsidRDefault="00330E3E" w:rsidP="002810AC">
            <w:pPr>
              <w:pStyle w:val="TextkrperCorpsdetexteCorpodeltesto"/>
              <w:ind w:left="720"/>
            </w:pPr>
            <w:r w:rsidRPr="00501DCB">
              <w:t>15.03.11 ZSO  Emmen einrücken in Zivil</w:t>
            </w:r>
          </w:p>
          <w:p w:rsidR="00330E3E" w:rsidRPr="00501DCB" w:rsidRDefault="00330E3E" w:rsidP="002810AC">
            <w:pPr>
              <w:pStyle w:val="TextkrperCorpsdetexteCorpodeltesto"/>
              <w:ind w:left="720"/>
            </w:pPr>
            <w:r w:rsidRPr="00501DCB">
              <w:t>16.03.11 Instruktoren Zivil</w:t>
            </w:r>
          </w:p>
        </w:tc>
      </w:tr>
      <w:tr w:rsidR="00DC275F" w:rsidRPr="00501DCB" w:rsidTr="00DC275F">
        <w:trPr>
          <w:trHeight w:val="563"/>
        </w:trPr>
        <w:tc>
          <w:tcPr>
            <w:tcW w:w="9214" w:type="dxa"/>
            <w:gridSpan w:val="2"/>
            <w:tcBorders>
              <w:top w:val="nil"/>
              <w:left w:val="nil"/>
              <w:bottom w:val="nil"/>
              <w:right w:val="nil"/>
            </w:tcBorders>
          </w:tcPr>
          <w:p w:rsidR="002810AC" w:rsidRPr="00501DCB" w:rsidRDefault="00DC275F" w:rsidP="00877767">
            <w:pPr>
              <w:pStyle w:val="TextkrperCorpsdetexteCorpodeltesto"/>
              <w:numPr>
                <w:ilvl w:val="0"/>
                <w:numId w:val="16"/>
              </w:numPr>
            </w:pPr>
            <w:r w:rsidRPr="00501DCB">
              <w:t>Material / Fahrzeuge</w:t>
            </w:r>
            <w:r w:rsidR="00FF3A7F" w:rsidRPr="00501DCB">
              <w:t xml:space="preserve">: </w:t>
            </w:r>
          </w:p>
          <w:p w:rsidR="00330E3E" w:rsidRPr="00501DCB" w:rsidRDefault="00330E3E" w:rsidP="00877767">
            <w:pPr>
              <w:pStyle w:val="TextkrperCorpsdetexteCorpodeltesto"/>
              <w:numPr>
                <w:ilvl w:val="0"/>
                <w:numId w:val="17"/>
              </w:numPr>
            </w:pPr>
            <w:r w:rsidRPr="00501DCB">
              <w:t>Material: Das gesamte Zivilschutzmateria</w:t>
            </w:r>
            <w:r w:rsidR="0005469D" w:rsidRPr="00501DCB">
              <w:t>l</w:t>
            </w:r>
            <w:r w:rsidRPr="00501DCB">
              <w:t xml:space="preserve"> KATA- HI </w:t>
            </w:r>
            <w:proofErr w:type="spellStart"/>
            <w:r w:rsidRPr="00501DCB">
              <w:t>Zugl</w:t>
            </w:r>
            <w:proofErr w:type="spellEnd"/>
            <w:r w:rsidRPr="00501DCB">
              <w:t xml:space="preserve"> Emmen steht der Übung zur Verfügung, zusätzliches Material muss über den ÜL beantragt werden.</w:t>
            </w:r>
          </w:p>
          <w:p w:rsidR="00DC275F" w:rsidRPr="00501DCB" w:rsidRDefault="00330E3E" w:rsidP="00877767">
            <w:pPr>
              <w:pStyle w:val="TextkrperCorpsdetexteCorpodeltesto"/>
              <w:numPr>
                <w:ilvl w:val="0"/>
                <w:numId w:val="17"/>
              </w:numPr>
            </w:pPr>
            <w:r w:rsidRPr="00501DCB">
              <w:t xml:space="preserve">Fahrzeuge: </w:t>
            </w:r>
            <w:r w:rsidR="00FF3A7F" w:rsidRPr="00501DCB">
              <w:t xml:space="preserve"> </w:t>
            </w:r>
            <w:r w:rsidR="00291410" w:rsidRPr="00501DCB">
              <w:t xml:space="preserve">2 </w:t>
            </w:r>
            <w:proofErr w:type="spellStart"/>
            <w:r w:rsidR="00291410" w:rsidRPr="00501DCB">
              <w:t>Puch</w:t>
            </w:r>
            <w:proofErr w:type="spellEnd"/>
            <w:r w:rsidR="00291410" w:rsidRPr="00501DCB">
              <w:t xml:space="preserve"> / 1 VW D5 / VW </w:t>
            </w:r>
            <w:proofErr w:type="spellStart"/>
            <w:r w:rsidR="00291410" w:rsidRPr="00501DCB">
              <w:t>Crafter</w:t>
            </w:r>
            <w:proofErr w:type="spellEnd"/>
          </w:p>
        </w:tc>
      </w:tr>
      <w:tr w:rsidR="00DC275F" w:rsidRPr="00501DCB" w:rsidTr="00DC275F">
        <w:trPr>
          <w:trHeight w:val="585"/>
        </w:trPr>
        <w:tc>
          <w:tcPr>
            <w:tcW w:w="9214" w:type="dxa"/>
            <w:gridSpan w:val="2"/>
            <w:tcBorders>
              <w:top w:val="nil"/>
              <w:left w:val="nil"/>
              <w:bottom w:val="nil"/>
              <w:right w:val="nil"/>
            </w:tcBorders>
          </w:tcPr>
          <w:p w:rsidR="00291410" w:rsidRPr="00501DCB" w:rsidRDefault="00DC275F" w:rsidP="00877767">
            <w:pPr>
              <w:pStyle w:val="TextkrperCorpsdetexteCorpodeltesto"/>
              <w:numPr>
                <w:ilvl w:val="0"/>
                <w:numId w:val="16"/>
              </w:numPr>
            </w:pPr>
            <w:r w:rsidRPr="00501DCB">
              <w:t>Übungsbesprechung</w:t>
            </w:r>
            <w:r w:rsidR="00FF3A7F" w:rsidRPr="00501DCB">
              <w:t>:</w:t>
            </w:r>
          </w:p>
          <w:p w:rsidR="00DC275F" w:rsidRPr="00501DCB" w:rsidRDefault="00291410" w:rsidP="00291410">
            <w:pPr>
              <w:spacing w:before="60"/>
              <w:rPr>
                <w:rFonts w:cs="Arial"/>
                <w:szCs w:val="22"/>
              </w:rPr>
            </w:pPr>
            <w:r w:rsidRPr="00501DCB">
              <w:rPr>
                <w:rFonts w:cs="Arial"/>
                <w:szCs w:val="22"/>
              </w:rPr>
              <w:t>Die Übungsbesprechung findet auf dem Schadenplatz direkt nach dem Abbruch der Übung statt. Die Formation stellt sich im Halbkreis vor dem Übungsleiter auf. Mannschaft, Gruppenführer und die Zugführer stehen alle separat. Die Besprechung findet in den Arbeitskleidern statt.</w:t>
            </w:r>
          </w:p>
        </w:tc>
      </w:tr>
      <w:tr w:rsidR="00DC275F" w:rsidRPr="00501DCB" w:rsidTr="00DC275F">
        <w:trPr>
          <w:trHeight w:val="565"/>
        </w:trPr>
        <w:tc>
          <w:tcPr>
            <w:tcW w:w="9214" w:type="dxa"/>
            <w:gridSpan w:val="2"/>
            <w:tcBorders>
              <w:top w:val="nil"/>
              <w:left w:val="nil"/>
              <w:bottom w:val="nil"/>
              <w:right w:val="nil"/>
            </w:tcBorders>
          </w:tcPr>
          <w:p w:rsidR="002810AC" w:rsidRPr="00501DCB" w:rsidRDefault="00DC275F" w:rsidP="00877767">
            <w:pPr>
              <w:pStyle w:val="TextkrperCorpsdetexteCorpodeltesto"/>
              <w:numPr>
                <w:ilvl w:val="0"/>
                <w:numId w:val="16"/>
              </w:numPr>
            </w:pPr>
            <w:r w:rsidRPr="00501DCB">
              <w:t>Verbindungen</w:t>
            </w:r>
            <w:r w:rsidR="00FF3A7F" w:rsidRPr="00501DCB">
              <w:t>:</w:t>
            </w:r>
          </w:p>
          <w:p w:rsidR="00DC275F" w:rsidRPr="00501DCB" w:rsidRDefault="00D37251" w:rsidP="00877767">
            <w:pPr>
              <w:pStyle w:val="TextkrperCorpsdetexteCorpodeltesto"/>
              <w:numPr>
                <w:ilvl w:val="0"/>
                <w:numId w:val="17"/>
              </w:numPr>
            </w:pPr>
            <w:r>
              <w:t xml:space="preserve">ÜL / Kader: </w:t>
            </w:r>
            <w:proofErr w:type="spellStart"/>
            <w:r>
              <w:t>Natel</w:t>
            </w:r>
            <w:proofErr w:type="spellEnd"/>
            <w:r>
              <w:t xml:space="preserve"> / Funk / </w:t>
            </w:r>
            <w:proofErr w:type="spellStart"/>
            <w:r>
              <w:t>Poly</w:t>
            </w:r>
            <w:r w:rsidR="0005469D" w:rsidRPr="00501DCB">
              <w:t>com</w:t>
            </w:r>
            <w:proofErr w:type="spellEnd"/>
          </w:p>
          <w:p w:rsidR="0005469D" w:rsidRPr="00501DCB" w:rsidRDefault="0005469D" w:rsidP="00877767">
            <w:pPr>
              <w:pStyle w:val="TextkrperCorpsdetexteCorpodeltesto"/>
              <w:numPr>
                <w:ilvl w:val="0"/>
                <w:numId w:val="17"/>
              </w:numPr>
            </w:pPr>
            <w:r w:rsidRPr="00501DCB">
              <w:t xml:space="preserve">Mannschaft: Funk (Notfälle </w:t>
            </w:r>
            <w:proofErr w:type="spellStart"/>
            <w:r w:rsidRPr="00501DCB">
              <w:t>Natel</w:t>
            </w:r>
            <w:proofErr w:type="spellEnd"/>
            <w:r w:rsidRPr="00501DCB">
              <w:t>)</w:t>
            </w:r>
          </w:p>
          <w:p w:rsidR="0005469D" w:rsidRPr="00501DCB" w:rsidRDefault="00D37251" w:rsidP="00877767">
            <w:pPr>
              <w:pStyle w:val="TextkrperCorpsdetexteCorpodeltesto"/>
              <w:numPr>
                <w:ilvl w:val="0"/>
                <w:numId w:val="17"/>
              </w:numPr>
            </w:pPr>
            <w:r>
              <w:t xml:space="preserve">Figuranten: </w:t>
            </w:r>
            <w:proofErr w:type="spellStart"/>
            <w:r>
              <w:t>Poly</w:t>
            </w:r>
            <w:r w:rsidR="0005469D" w:rsidRPr="00501DCB">
              <w:t>com</w:t>
            </w:r>
            <w:proofErr w:type="spellEnd"/>
            <w:r w:rsidR="0005469D" w:rsidRPr="00501DCB">
              <w:t xml:space="preserve"> (Notfälle </w:t>
            </w:r>
            <w:proofErr w:type="spellStart"/>
            <w:r w:rsidR="0005469D" w:rsidRPr="00501DCB">
              <w:t>Natel</w:t>
            </w:r>
            <w:proofErr w:type="spellEnd"/>
            <w:r w:rsidR="0005469D" w:rsidRPr="00501DCB">
              <w:t>)</w:t>
            </w:r>
          </w:p>
        </w:tc>
      </w:tr>
      <w:tr w:rsidR="00DC275F" w:rsidRPr="00501DCB" w:rsidTr="00DC275F">
        <w:trPr>
          <w:trHeight w:val="573"/>
        </w:trPr>
        <w:tc>
          <w:tcPr>
            <w:tcW w:w="9214" w:type="dxa"/>
            <w:gridSpan w:val="2"/>
            <w:tcBorders>
              <w:top w:val="nil"/>
              <w:left w:val="nil"/>
              <w:bottom w:val="nil"/>
              <w:right w:val="nil"/>
            </w:tcBorders>
          </w:tcPr>
          <w:p w:rsidR="002810AC" w:rsidRPr="00501DCB" w:rsidRDefault="00DC275F" w:rsidP="00877767">
            <w:pPr>
              <w:pStyle w:val="TextkrperCorpsdetexteCorpodeltesto"/>
              <w:numPr>
                <w:ilvl w:val="0"/>
                <w:numId w:val="16"/>
              </w:numPr>
            </w:pPr>
            <w:r w:rsidRPr="00501DCB">
              <w:t>Standorte</w:t>
            </w:r>
            <w:r w:rsidR="00FF3A7F" w:rsidRPr="00501DCB">
              <w:t xml:space="preserve">: </w:t>
            </w:r>
          </w:p>
          <w:p w:rsidR="00DC275F" w:rsidRPr="00501DCB" w:rsidRDefault="0005469D" w:rsidP="002810AC">
            <w:pPr>
              <w:pStyle w:val="TextkrperCorpsdetexteCorpodeltesto"/>
              <w:ind w:left="360"/>
            </w:pPr>
            <w:r w:rsidRPr="00501DCB">
              <w:t xml:space="preserve">ÜL und ÜLG auf </w:t>
            </w:r>
            <w:r w:rsidR="00FF3A7F" w:rsidRPr="00501DCB">
              <w:t>Pl</w:t>
            </w:r>
            <w:r w:rsidRPr="00501DCB">
              <w:t>atz</w:t>
            </w:r>
          </w:p>
          <w:p w:rsidR="0005469D" w:rsidRPr="00501DCB" w:rsidRDefault="0005469D" w:rsidP="002810AC">
            <w:pPr>
              <w:pStyle w:val="TextkrperCorpsdetexteCorpodeltesto"/>
              <w:ind w:left="360"/>
            </w:pPr>
          </w:p>
          <w:p w:rsidR="0005469D" w:rsidRPr="00501DCB" w:rsidRDefault="0005469D" w:rsidP="002810AC">
            <w:pPr>
              <w:pStyle w:val="TextkrperCorpsdetexteCorpodeltesto"/>
              <w:ind w:left="360"/>
            </w:pPr>
          </w:p>
          <w:p w:rsidR="0005469D" w:rsidRPr="00501DCB" w:rsidRDefault="0005469D" w:rsidP="002810AC">
            <w:pPr>
              <w:pStyle w:val="TextkrperCorpsdetexteCorpodeltesto"/>
              <w:ind w:left="360"/>
            </w:pPr>
          </w:p>
          <w:p w:rsidR="0005469D" w:rsidRPr="00501DCB" w:rsidRDefault="0005469D" w:rsidP="002810AC">
            <w:pPr>
              <w:pStyle w:val="TextkrperCorpsdetexteCorpodeltesto"/>
              <w:ind w:left="360"/>
            </w:pPr>
          </w:p>
          <w:p w:rsidR="0005469D" w:rsidRPr="00501DCB" w:rsidRDefault="0005469D" w:rsidP="002810AC">
            <w:pPr>
              <w:pStyle w:val="TextkrperCorpsdetexteCorpodeltesto"/>
              <w:ind w:left="360"/>
            </w:pPr>
          </w:p>
          <w:p w:rsidR="0005469D" w:rsidRPr="00501DCB" w:rsidRDefault="0005469D" w:rsidP="002810AC">
            <w:pPr>
              <w:pStyle w:val="TextkrperCorpsdetexteCorpodeltesto"/>
              <w:ind w:left="360"/>
            </w:pPr>
          </w:p>
          <w:p w:rsidR="0005469D" w:rsidRPr="00501DCB" w:rsidRDefault="0005469D" w:rsidP="002810AC">
            <w:pPr>
              <w:pStyle w:val="TextkrperCorpsdetexteCorpodeltesto"/>
              <w:ind w:left="360"/>
            </w:pPr>
          </w:p>
        </w:tc>
      </w:tr>
      <w:tr w:rsidR="00DC275F" w:rsidRPr="00501DCB" w:rsidTr="00DC275F">
        <w:tc>
          <w:tcPr>
            <w:tcW w:w="4820" w:type="dxa"/>
            <w:tcBorders>
              <w:top w:val="nil"/>
              <w:left w:val="nil"/>
              <w:bottom w:val="nil"/>
              <w:right w:val="nil"/>
            </w:tcBorders>
          </w:tcPr>
          <w:p w:rsidR="00DC275F" w:rsidRPr="00501DCB" w:rsidRDefault="00DC275F" w:rsidP="00D04D72">
            <w:pPr>
              <w:pStyle w:val="TextkrperCorpsdetexteCorpodeltesto"/>
              <w:rPr>
                <w:rFonts w:cs="Arial"/>
              </w:rPr>
            </w:pPr>
          </w:p>
          <w:p w:rsidR="00FF3A7F" w:rsidRPr="00501DCB" w:rsidRDefault="00DC275F" w:rsidP="00D04D72">
            <w:pPr>
              <w:pStyle w:val="TextkrperCorpsdetexteCorpodeltesto"/>
              <w:rPr>
                <w:rFonts w:cs="Arial"/>
              </w:rPr>
            </w:pPr>
            <w:r w:rsidRPr="00501DCB">
              <w:rPr>
                <w:rFonts w:cs="Arial"/>
              </w:rPr>
              <w:t>Ort / Datum:</w:t>
            </w:r>
          </w:p>
          <w:p w:rsidR="00DC275F" w:rsidRPr="00501DCB" w:rsidRDefault="003A7DE8" w:rsidP="00D04D72">
            <w:pPr>
              <w:pStyle w:val="TextkrperCorpsdetexteCorpodeltesto"/>
            </w:pPr>
            <w:r w:rsidRPr="00501DCB">
              <w:rPr>
                <w:rFonts w:cs="Arial"/>
              </w:rPr>
              <w:t xml:space="preserve"> 08</w:t>
            </w:r>
            <w:r w:rsidR="00FF3A7F" w:rsidRPr="00501DCB">
              <w:rPr>
                <w:rFonts w:cs="Arial"/>
              </w:rPr>
              <w:t>.03.2011</w:t>
            </w:r>
          </w:p>
        </w:tc>
        <w:tc>
          <w:tcPr>
            <w:tcW w:w="4394" w:type="dxa"/>
            <w:tcBorders>
              <w:top w:val="nil"/>
              <w:left w:val="nil"/>
              <w:bottom w:val="nil"/>
              <w:right w:val="nil"/>
            </w:tcBorders>
          </w:tcPr>
          <w:p w:rsidR="00DC275F" w:rsidRPr="00501DCB" w:rsidRDefault="00DC275F" w:rsidP="00D04D72">
            <w:pPr>
              <w:pStyle w:val="TextkrperCorpsdetexteCorpodeltesto"/>
            </w:pPr>
          </w:p>
          <w:p w:rsidR="00DC275F" w:rsidRPr="00501DCB" w:rsidRDefault="00DC275F" w:rsidP="00D04D72">
            <w:pPr>
              <w:pStyle w:val="TextkrperCorpsdetexteCorpodeltesto"/>
            </w:pPr>
            <w:r w:rsidRPr="00501DCB">
              <w:t>Der Übungsleiter:</w:t>
            </w:r>
          </w:p>
          <w:p w:rsidR="00FF3A7F" w:rsidRPr="00501DCB" w:rsidRDefault="00FF3A7F" w:rsidP="00D04D72">
            <w:pPr>
              <w:pStyle w:val="TextkrperCorpsdetexteCorpodeltesto"/>
              <w:rPr>
                <w:rFonts w:cs="Arial"/>
              </w:rPr>
            </w:pPr>
            <w:r w:rsidRPr="00501DCB">
              <w:t xml:space="preserve">Peter </w:t>
            </w:r>
            <w:proofErr w:type="spellStart"/>
            <w:r w:rsidRPr="00501DCB">
              <w:t>Monn</w:t>
            </w:r>
            <w:proofErr w:type="spellEnd"/>
            <w:r w:rsidRPr="00501DCB">
              <w:t xml:space="preserve"> / Christian </w:t>
            </w:r>
            <w:proofErr w:type="spellStart"/>
            <w:r w:rsidRPr="00501DCB">
              <w:t>Durscher</w:t>
            </w:r>
            <w:proofErr w:type="spellEnd"/>
          </w:p>
        </w:tc>
      </w:tr>
    </w:tbl>
    <w:p w:rsidR="00D17D86" w:rsidRPr="00501DCB" w:rsidRDefault="00D17D86" w:rsidP="002F7873">
      <w:pPr>
        <w:pStyle w:val="TextkrperCorpsdetexteCorpodeltesto"/>
        <w:rPr>
          <w:sz w:val="12"/>
          <w:szCs w:val="12"/>
        </w:rPr>
      </w:pPr>
    </w:p>
    <w:sectPr w:rsidR="00D17D86" w:rsidRPr="00501DCB" w:rsidSect="00F8612C">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993" w:right="1134" w:bottom="1418" w:left="1701" w:header="709" w:footer="9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783" w:rsidRDefault="00254783">
      <w:r>
        <w:separator/>
      </w:r>
    </w:p>
  </w:endnote>
  <w:endnote w:type="continuationSeparator" w:id="0">
    <w:p w:rsidR="00254783" w:rsidRDefault="0025478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13" w:type="dxa"/>
      <w:tblBorders>
        <w:top w:val="single" w:sz="4" w:space="0" w:color="auto"/>
      </w:tblBorders>
      <w:tblCellMar>
        <w:top w:w="28" w:type="dxa"/>
        <w:left w:w="0" w:type="dxa"/>
        <w:right w:w="0" w:type="dxa"/>
      </w:tblCellMar>
      <w:tblLook w:val="01E0"/>
    </w:tblPr>
    <w:tblGrid>
      <w:gridCol w:w="569"/>
      <w:gridCol w:w="3987"/>
      <w:gridCol w:w="3987"/>
      <w:gridCol w:w="570"/>
    </w:tblGrid>
    <w:tr w:rsidR="00826CEA" w:rsidRPr="005B3157" w:rsidTr="00A26961">
      <w:tc>
        <w:tcPr>
          <w:tcW w:w="567" w:type="dxa"/>
        </w:tcPr>
        <w:p w:rsidR="00826CEA" w:rsidRPr="005B3157" w:rsidRDefault="00E8523D" w:rsidP="00505065">
          <w:pPr>
            <w:tabs>
              <w:tab w:val="center" w:pos="1701"/>
              <w:tab w:val="center" w:pos="6236"/>
              <w:tab w:val="right" w:pos="9071"/>
            </w:tabs>
            <w:rPr>
              <w:sz w:val="18"/>
              <w:lang w:val="fr-FR"/>
            </w:rPr>
          </w:pPr>
          <w:r w:rsidRPr="005B3157">
            <w:rPr>
              <w:sz w:val="18"/>
            </w:rPr>
            <w:fldChar w:fldCharType="begin"/>
          </w:r>
          <w:r w:rsidR="00826CEA" w:rsidRPr="005B3157">
            <w:rPr>
              <w:sz w:val="18"/>
              <w:lang w:val="fr-FR"/>
            </w:rPr>
            <w:instrText xml:space="preserve"> PAGE </w:instrText>
          </w:r>
          <w:r w:rsidRPr="005B3157">
            <w:rPr>
              <w:sz w:val="18"/>
            </w:rPr>
            <w:fldChar w:fldCharType="separate"/>
          </w:r>
          <w:r w:rsidR="00DC275F">
            <w:rPr>
              <w:noProof/>
              <w:sz w:val="18"/>
              <w:lang w:val="fr-FR"/>
            </w:rPr>
            <w:t>2</w:t>
          </w:r>
          <w:r w:rsidRPr="005B3157">
            <w:rPr>
              <w:sz w:val="18"/>
            </w:rPr>
            <w:fldChar w:fldCharType="end"/>
          </w:r>
        </w:p>
      </w:tc>
      <w:tc>
        <w:tcPr>
          <w:tcW w:w="3969" w:type="dxa"/>
        </w:tcPr>
        <w:p w:rsidR="00826CEA" w:rsidRPr="005B3157" w:rsidRDefault="00E8523D" w:rsidP="00505065">
          <w:pPr>
            <w:tabs>
              <w:tab w:val="center" w:pos="1701"/>
              <w:tab w:val="center" w:pos="6236"/>
              <w:tab w:val="right" w:pos="9071"/>
            </w:tabs>
            <w:rPr>
              <w:sz w:val="18"/>
              <w:lang w:val="fr-FR"/>
            </w:rPr>
          </w:pPr>
          <w:r>
            <w:fldChar w:fldCharType="begin"/>
          </w:r>
          <w:r w:rsidR="00C0262E">
            <w:instrText xml:space="preserve"> DOCPROPERTY  Category  \* MERGEFORMAT </w:instrText>
          </w:r>
          <w:r>
            <w:fldChar w:fldCharType="separate"/>
          </w:r>
          <w:r w:rsidR="009E084A" w:rsidRPr="009E084A">
            <w:rPr>
              <w:sz w:val="18"/>
              <w:lang w:val="fr-FR"/>
            </w:rPr>
            <w:t xml:space="preserve">1701-915-02 </w:t>
          </w:r>
          <w:proofErr w:type="spellStart"/>
          <w:r w:rsidR="009E084A" w:rsidRPr="009E084A">
            <w:rPr>
              <w:sz w:val="18"/>
              <w:lang w:val="fr-FR"/>
            </w:rPr>
            <w:t>Anhang</w:t>
          </w:r>
          <w:proofErr w:type="spellEnd"/>
          <w:r w:rsidR="009E084A" w:rsidRPr="009E084A">
            <w:rPr>
              <w:sz w:val="18"/>
              <w:lang w:val="fr-FR"/>
            </w:rPr>
            <w:t xml:space="preserve"> 5</w:t>
          </w:r>
          <w:r>
            <w:fldChar w:fldCharType="end"/>
          </w:r>
        </w:p>
      </w:tc>
      <w:tc>
        <w:tcPr>
          <w:tcW w:w="3969" w:type="dxa"/>
        </w:tcPr>
        <w:p w:rsidR="00826CEA" w:rsidRPr="005B3157" w:rsidRDefault="00826CEA" w:rsidP="00505065">
          <w:pPr>
            <w:tabs>
              <w:tab w:val="center" w:pos="1701"/>
              <w:tab w:val="center" w:pos="6236"/>
              <w:tab w:val="right" w:pos="9071"/>
            </w:tabs>
            <w:rPr>
              <w:sz w:val="18"/>
              <w:lang w:val="fr-FR"/>
            </w:rPr>
          </w:pPr>
        </w:p>
      </w:tc>
      <w:tc>
        <w:tcPr>
          <w:tcW w:w="567" w:type="dxa"/>
        </w:tcPr>
        <w:p w:rsidR="00826CEA" w:rsidRPr="005B3157" w:rsidRDefault="00826CEA" w:rsidP="00505065">
          <w:pPr>
            <w:tabs>
              <w:tab w:val="center" w:pos="1701"/>
              <w:tab w:val="center" w:pos="6236"/>
              <w:tab w:val="right" w:pos="9071"/>
            </w:tabs>
            <w:rPr>
              <w:sz w:val="18"/>
              <w:lang w:val="fr-FR"/>
            </w:rPr>
          </w:pPr>
        </w:p>
      </w:tc>
    </w:tr>
  </w:tbl>
  <w:p w:rsidR="00826CEA" w:rsidRPr="008879AE" w:rsidRDefault="00826CEA" w:rsidP="008879AE">
    <w:pPr>
      <w:rPr>
        <w:sz w:val="2"/>
        <w:szCs w:val="2"/>
        <w:lang w:val="fr-F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W w:w="0" w:type="auto"/>
      <w:tblBorders>
        <w:left w:val="none" w:sz="0" w:space="0" w:color="auto"/>
        <w:bottom w:val="none" w:sz="0" w:space="0" w:color="auto"/>
        <w:right w:val="none" w:sz="0" w:space="0" w:color="auto"/>
        <w:insideV w:val="none" w:sz="0" w:space="0" w:color="auto"/>
      </w:tblBorders>
      <w:tblLook w:val="04A0"/>
    </w:tblPr>
    <w:tblGrid>
      <w:gridCol w:w="3070"/>
      <w:gridCol w:w="3070"/>
      <w:gridCol w:w="3071"/>
    </w:tblGrid>
    <w:tr w:rsidR="0028032F" w:rsidRPr="009F6B8C" w:rsidTr="0001339C">
      <w:tc>
        <w:tcPr>
          <w:tcW w:w="3070" w:type="dxa"/>
        </w:tcPr>
        <w:p w:rsidR="0028032F" w:rsidRPr="009F6B8C" w:rsidRDefault="0028032F" w:rsidP="0001339C">
          <w:pPr>
            <w:tabs>
              <w:tab w:val="center" w:pos="3969"/>
              <w:tab w:val="center" w:pos="6236"/>
              <w:tab w:val="right" w:pos="9071"/>
            </w:tabs>
            <w:rPr>
              <w:sz w:val="16"/>
              <w:szCs w:val="16"/>
            </w:rPr>
          </w:pPr>
          <w:r w:rsidRPr="009F6B8C">
            <w:rPr>
              <w:sz w:val="16"/>
              <w:szCs w:val="16"/>
            </w:rPr>
            <w:t>Einsatzübung Erdbeben</w:t>
          </w:r>
        </w:p>
      </w:tc>
      <w:tc>
        <w:tcPr>
          <w:tcW w:w="3070" w:type="dxa"/>
        </w:tcPr>
        <w:sdt>
          <w:sdtPr>
            <w:rPr>
              <w:sz w:val="16"/>
              <w:szCs w:val="16"/>
            </w:rPr>
            <w:id w:val="269183712"/>
            <w:docPartObj>
              <w:docPartGallery w:val="Page Numbers (Bottom of Page)"/>
              <w:docPartUnique/>
            </w:docPartObj>
          </w:sdtPr>
          <w:sdtContent>
            <w:p w:rsidR="0028032F" w:rsidRPr="009F6B8C" w:rsidRDefault="00E8523D" w:rsidP="0001339C">
              <w:pPr>
                <w:pStyle w:val="Fuzeile"/>
                <w:jc w:val="center"/>
                <w:rPr>
                  <w:sz w:val="16"/>
                  <w:szCs w:val="16"/>
                </w:rPr>
              </w:pPr>
              <w:r w:rsidRPr="009F6B8C">
                <w:rPr>
                  <w:sz w:val="16"/>
                  <w:szCs w:val="16"/>
                </w:rPr>
                <w:fldChar w:fldCharType="begin"/>
              </w:r>
              <w:r w:rsidR="0028032F" w:rsidRPr="009F6B8C">
                <w:rPr>
                  <w:sz w:val="16"/>
                  <w:szCs w:val="16"/>
                </w:rPr>
                <w:instrText xml:space="preserve"> PAGE   \* MERGEFORMAT </w:instrText>
              </w:r>
              <w:r w:rsidRPr="009F6B8C">
                <w:rPr>
                  <w:sz w:val="16"/>
                  <w:szCs w:val="16"/>
                </w:rPr>
                <w:fldChar w:fldCharType="separate"/>
              </w:r>
              <w:r w:rsidR="009805AB">
                <w:rPr>
                  <w:noProof/>
                  <w:sz w:val="16"/>
                  <w:szCs w:val="16"/>
                </w:rPr>
                <w:t>3</w:t>
              </w:r>
              <w:r w:rsidRPr="009F6B8C">
                <w:rPr>
                  <w:sz w:val="16"/>
                  <w:szCs w:val="16"/>
                </w:rPr>
                <w:fldChar w:fldCharType="end"/>
              </w:r>
            </w:p>
          </w:sdtContent>
        </w:sdt>
      </w:tc>
      <w:tc>
        <w:tcPr>
          <w:tcW w:w="3071" w:type="dxa"/>
        </w:tcPr>
        <w:p w:rsidR="0028032F" w:rsidRPr="009F6B8C" w:rsidRDefault="0028032F" w:rsidP="0001339C">
          <w:pPr>
            <w:tabs>
              <w:tab w:val="center" w:pos="3969"/>
              <w:tab w:val="center" w:pos="6236"/>
              <w:tab w:val="right" w:pos="9071"/>
            </w:tabs>
            <w:jc w:val="right"/>
            <w:rPr>
              <w:sz w:val="16"/>
              <w:szCs w:val="16"/>
            </w:rPr>
          </w:pPr>
          <w:r w:rsidRPr="009F6B8C">
            <w:rPr>
              <w:sz w:val="16"/>
              <w:szCs w:val="16"/>
            </w:rPr>
            <w:t xml:space="preserve">Peter </w:t>
          </w:r>
          <w:proofErr w:type="spellStart"/>
          <w:r w:rsidRPr="009F6B8C">
            <w:rPr>
              <w:sz w:val="16"/>
              <w:szCs w:val="16"/>
            </w:rPr>
            <w:t>Monn</w:t>
          </w:r>
          <w:proofErr w:type="spellEnd"/>
          <w:r w:rsidRPr="009F6B8C">
            <w:rPr>
              <w:sz w:val="16"/>
              <w:szCs w:val="16"/>
            </w:rPr>
            <w:t xml:space="preserve"> / Christian </w:t>
          </w:r>
          <w:proofErr w:type="spellStart"/>
          <w:r w:rsidRPr="009F6B8C">
            <w:rPr>
              <w:sz w:val="16"/>
              <w:szCs w:val="16"/>
            </w:rPr>
            <w:t>Durscher</w:t>
          </w:r>
          <w:proofErr w:type="spellEnd"/>
        </w:p>
      </w:tc>
    </w:tr>
  </w:tbl>
  <w:p w:rsidR="00826CEA" w:rsidRPr="008879AE" w:rsidRDefault="00826CEA" w:rsidP="004C5A6B">
    <w:pPr>
      <w:tabs>
        <w:tab w:val="center" w:pos="3969"/>
        <w:tab w:val="center" w:pos="6236"/>
        <w:tab w:val="right" w:pos="9071"/>
      </w:tabs>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30" w:type="dxa"/>
      <w:tblBorders>
        <w:top w:val="single" w:sz="4" w:space="0" w:color="auto"/>
      </w:tblBorders>
      <w:tblCellMar>
        <w:top w:w="28" w:type="dxa"/>
        <w:left w:w="0" w:type="dxa"/>
        <w:right w:w="0" w:type="dxa"/>
      </w:tblCellMar>
      <w:tblLook w:val="01E0"/>
    </w:tblPr>
    <w:tblGrid>
      <w:gridCol w:w="4565"/>
      <w:gridCol w:w="1141"/>
      <w:gridCol w:w="2283"/>
      <w:gridCol w:w="1141"/>
    </w:tblGrid>
    <w:tr w:rsidR="00826CEA" w:rsidRPr="008D1FBA" w:rsidTr="00426213">
      <w:trPr>
        <w:trHeight w:val="624"/>
      </w:trPr>
      <w:tc>
        <w:tcPr>
          <w:tcW w:w="4535" w:type="dxa"/>
          <w:vAlign w:val="bottom"/>
        </w:tcPr>
        <w:p w:rsidR="00826CEA" w:rsidRPr="008D1FBA" w:rsidRDefault="00E8523D" w:rsidP="00BA0FB3">
          <w:pPr>
            <w:rPr>
              <w:sz w:val="18"/>
            </w:rPr>
          </w:pPr>
          <w:fldSimple w:instr=" TITLE   \* MERGEFORMAT ">
            <w:r w:rsidR="009E084A" w:rsidRPr="009E084A">
              <w:rPr>
                <w:sz w:val="18"/>
              </w:rPr>
              <w:t>Behelf Anlegen und Durchführen von Einsatzübungen</w:t>
            </w:r>
          </w:fldSimple>
        </w:p>
      </w:tc>
      <w:tc>
        <w:tcPr>
          <w:tcW w:w="1134" w:type="dxa"/>
          <w:vAlign w:val="bottom"/>
        </w:tcPr>
        <w:p w:rsidR="00826CEA" w:rsidRPr="008D1FBA" w:rsidRDefault="00E8523D" w:rsidP="00BA0FB3">
          <w:pPr>
            <w:jc w:val="center"/>
            <w:rPr>
              <w:sz w:val="18"/>
            </w:rPr>
          </w:pPr>
          <w:fldSimple w:instr=" DOCPROPERTY  Keywords  \* MERGEFORMAT ">
            <w:r w:rsidR="009E084A" w:rsidRPr="009E084A">
              <w:rPr>
                <w:sz w:val="18"/>
              </w:rPr>
              <w:t>BABS 08</w:t>
            </w:r>
          </w:fldSimple>
        </w:p>
      </w:tc>
      <w:tc>
        <w:tcPr>
          <w:tcW w:w="2268" w:type="dxa"/>
          <w:vAlign w:val="bottom"/>
        </w:tcPr>
        <w:p w:rsidR="00826CEA" w:rsidRPr="008D1FBA" w:rsidRDefault="00E8523D" w:rsidP="00BA0FB3">
          <w:pPr>
            <w:jc w:val="center"/>
            <w:rPr>
              <w:sz w:val="18"/>
              <w:lang w:val="fr-FR"/>
            </w:rPr>
          </w:pPr>
          <w:r>
            <w:fldChar w:fldCharType="begin"/>
          </w:r>
          <w:r w:rsidR="00C0262E">
            <w:instrText xml:space="preserve"> DOCPROPERTY  Category  \* MERGEFORMAT </w:instrText>
          </w:r>
          <w:r>
            <w:fldChar w:fldCharType="separate"/>
          </w:r>
          <w:r w:rsidR="009E084A" w:rsidRPr="009E084A">
            <w:rPr>
              <w:sz w:val="18"/>
              <w:lang w:val="fr-FR"/>
            </w:rPr>
            <w:t xml:space="preserve">1701-915-02 </w:t>
          </w:r>
          <w:proofErr w:type="spellStart"/>
          <w:r w:rsidR="009E084A" w:rsidRPr="009E084A">
            <w:rPr>
              <w:sz w:val="18"/>
              <w:lang w:val="fr-FR"/>
            </w:rPr>
            <w:t>Anhang</w:t>
          </w:r>
          <w:proofErr w:type="spellEnd"/>
          <w:r w:rsidR="009E084A" w:rsidRPr="009E084A">
            <w:rPr>
              <w:sz w:val="18"/>
              <w:lang w:val="fr-FR"/>
            </w:rPr>
            <w:t xml:space="preserve"> 5</w:t>
          </w:r>
          <w:r>
            <w:fldChar w:fldCharType="end"/>
          </w:r>
        </w:p>
      </w:tc>
      <w:tc>
        <w:tcPr>
          <w:tcW w:w="1134" w:type="dxa"/>
          <w:vAlign w:val="bottom"/>
        </w:tcPr>
        <w:p w:rsidR="00826CEA" w:rsidRPr="008D1FBA" w:rsidRDefault="00E8523D" w:rsidP="00BA0FB3">
          <w:pPr>
            <w:jc w:val="right"/>
            <w:rPr>
              <w:sz w:val="18"/>
              <w:lang w:val="fr-FR"/>
            </w:rPr>
          </w:pPr>
          <w:r w:rsidRPr="00DC275F">
            <w:rPr>
              <w:sz w:val="18"/>
              <w:lang w:val="fr-FR"/>
            </w:rPr>
            <w:fldChar w:fldCharType="begin"/>
          </w:r>
          <w:r w:rsidR="00DC275F" w:rsidRPr="00DC275F">
            <w:rPr>
              <w:sz w:val="18"/>
              <w:lang w:val="fr-FR"/>
            </w:rPr>
            <w:instrText xml:space="preserve"> PAGE   \* MERGEFORMAT </w:instrText>
          </w:r>
          <w:r w:rsidRPr="00DC275F">
            <w:rPr>
              <w:sz w:val="18"/>
              <w:lang w:val="fr-FR"/>
            </w:rPr>
            <w:fldChar w:fldCharType="separate"/>
          </w:r>
          <w:r w:rsidR="00DC275F">
            <w:rPr>
              <w:noProof/>
              <w:sz w:val="18"/>
              <w:lang w:val="fr-FR"/>
            </w:rPr>
            <w:t>1</w:t>
          </w:r>
          <w:r w:rsidRPr="00DC275F">
            <w:rPr>
              <w:sz w:val="18"/>
              <w:lang w:val="fr-FR"/>
            </w:rPr>
            <w:fldChar w:fldCharType="end"/>
          </w:r>
        </w:p>
      </w:tc>
    </w:tr>
  </w:tbl>
  <w:p w:rsidR="00826CEA" w:rsidRPr="004B3510" w:rsidRDefault="00826CEA" w:rsidP="00635418">
    <w:pPr>
      <w:rPr>
        <w:sz w:val="2"/>
        <w:szCs w:val="2"/>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783" w:rsidRDefault="00254783">
      <w:r>
        <w:separator/>
      </w:r>
    </w:p>
  </w:footnote>
  <w:footnote w:type="continuationSeparator" w:id="0">
    <w:p w:rsidR="00254783" w:rsidRDefault="002547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C3E" w:rsidRDefault="00136C3E">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CEA" w:rsidRDefault="0035466F" w:rsidP="00097FCF">
    <w:pPr>
      <w:tabs>
        <w:tab w:val="center" w:pos="4535"/>
        <w:tab w:val="right" w:pos="9071"/>
      </w:tabs>
    </w:pPr>
    <w:r>
      <w:rPr>
        <w:noProof/>
        <w:lang w:eastAsia="de-CH"/>
      </w:rPr>
      <w:drawing>
        <wp:anchor distT="0" distB="0" distL="114300" distR="114300" simplePos="0" relativeHeight="251657728" behindDoc="0" locked="0" layoutInCell="1" allowOverlap="1">
          <wp:simplePos x="0" y="0"/>
          <wp:positionH relativeFrom="column">
            <wp:posOffset>5398770</wp:posOffset>
          </wp:positionH>
          <wp:positionV relativeFrom="paragraph">
            <wp:posOffset>-257175</wp:posOffset>
          </wp:positionV>
          <wp:extent cx="781050" cy="609600"/>
          <wp:effectExtent l="19050" t="0" r="0" b="0"/>
          <wp:wrapTopAndBottom/>
          <wp:docPr id="2" name="Bild 1" descr="C:\Users\u8114\Desktop\Bil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C:\Users\u8114\Desktop\Bild1.png"/>
                  <pic:cNvPicPr>
                    <a:picLocks noChangeAspect="1" noChangeArrowheads="1"/>
                  </pic:cNvPicPr>
                </pic:nvPicPr>
                <pic:blipFill>
                  <a:blip r:embed="rId1"/>
                  <a:srcRect/>
                  <a:stretch>
                    <a:fillRect/>
                  </a:stretch>
                </pic:blipFill>
                <pic:spPr bwMode="auto">
                  <a:xfrm>
                    <a:off x="0" y="0"/>
                    <a:ext cx="781050" cy="60960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550" w:type="dxa"/>
      <w:tblLayout w:type="fixed"/>
      <w:tblLook w:val="01E0"/>
    </w:tblPr>
    <w:tblGrid>
      <w:gridCol w:w="4848"/>
      <w:gridCol w:w="5024"/>
    </w:tblGrid>
    <w:tr w:rsidR="00826CEA" w:rsidTr="00072B22">
      <w:tc>
        <w:tcPr>
          <w:tcW w:w="4848" w:type="dxa"/>
        </w:tcPr>
        <w:p w:rsidR="00826CEA" w:rsidRDefault="0035466F" w:rsidP="00230024">
          <w:r>
            <w:rPr>
              <w:noProof/>
              <w:lang w:eastAsia="de-CH"/>
            </w:rPr>
            <w:drawing>
              <wp:inline distT="0" distB="0" distL="0" distR="0">
                <wp:extent cx="1828800" cy="57150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28800" cy="571500"/>
                        </a:xfrm>
                        <a:prstGeom prst="rect">
                          <a:avLst/>
                        </a:prstGeom>
                        <a:noFill/>
                        <a:ln w="9525">
                          <a:noFill/>
                          <a:miter lim="800000"/>
                          <a:headEnd/>
                          <a:tailEnd/>
                        </a:ln>
                      </pic:spPr>
                    </pic:pic>
                  </a:graphicData>
                </a:graphic>
              </wp:inline>
            </w:drawing>
          </w:r>
        </w:p>
      </w:tc>
      <w:tc>
        <w:tcPr>
          <w:tcW w:w="5024" w:type="dxa"/>
        </w:tcPr>
        <w:p w:rsidR="00826CEA" w:rsidRPr="00761283" w:rsidRDefault="00826CEA">
          <w:pPr>
            <w:suppressAutoHyphens/>
            <w:spacing w:after="100" w:line="200" w:lineRule="exact"/>
            <w:rPr>
              <w:sz w:val="15"/>
            </w:rPr>
          </w:pPr>
          <w:r>
            <w:rPr>
              <w:sz w:val="15"/>
            </w:rPr>
            <w:t xml:space="preserve">Eidgenössisches </w:t>
          </w:r>
          <w:r w:rsidRPr="00761283">
            <w:rPr>
              <w:sz w:val="15"/>
            </w:rPr>
            <w:t xml:space="preserve">Departement für Verteidigung, </w:t>
          </w:r>
          <w:r w:rsidRPr="00761283">
            <w:rPr>
              <w:sz w:val="15"/>
            </w:rPr>
            <w:br/>
            <w:t>Bevölkerungsschutz und Sport VBS</w:t>
          </w:r>
        </w:p>
        <w:p w:rsidR="00826CEA" w:rsidRPr="00761283" w:rsidRDefault="00826CEA">
          <w:pPr>
            <w:suppressAutoHyphens/>
            <w:spacing w:line="200" w:lineRule="exact"/>
            <w:rPr>
              <w:b/>
              <w:sz w:val="15"/>
            </w:rPr>
          </w:pPr>
          <w:r w:rsidRPr="00761283">
            <w:rPr>
              <w:b/>
              <w:sz w:val="15"/>
            </w:rPr>
            <w:t>Bundesamt für Bevölkerungsschutz BABS</w:t>
          </w:r>
        </w:p>
        <w:p w:rsidR="00826CEA" w:rsidRPr="0018463C" w:rsidRDefault="00826CEA">
          <w:r w:rsidRPr="00761283">
            <w:rPr>
              <w:sz w:val="15"/>
            </w:rPr>
            <w:t>Ausbildung</w:t>
          </w:r>
        </w:p>
        <w:p w:rsidR="00826CEA" w:rsidRDefault="00826CEA" w:rsidP="005B7B90"/>
      </w:tc>
    </w:tr>
  </w:tbl>
  <w:p w:rsidR="00826CEA" w:rsidRPr="004B3510" w:rsidRDefault="00826CEA" w:rsidP="00230024">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EF8B902"/>
    <w:lvl w:ilvl="0">
      <w:start w:val="1"/>
      <w:numFmt w:val="decimal"/>
      <w:pStyle w:val="berschrift1Titre1Titolo1"/>
      <w:lvlText w:val="%1"/>
      <w:lvlJc w:val="left"/>
      <w:pPr>
        <w:tabs>
          <w:tab w:val="num" w:pos="964"/>
        </w:tabs>
        <w:ind w:left="964" w:hanging="964"/>
      </w:pPr>
      <w:rPr>
        <w:rFonts w:ascii="Arial" w:hAnsi="Arial" w:hint="default"/>
        <w:b/>
        <w:i w:val="0"/>
      </w:rPr>
    </w:lvl>
    <w:lvl w:ilvl="1">
      <w:start w:val="1"/>
      <w:numFmt w:val="decimal"/>
      <w:pStyle w:val="berschrift2Titre2Titolo2"/>
      <w:lvlText w:val="%1.%2"/>
      <w:lvlJc w:val="left"/>
      <w:pPr>
        <w:tabs>
          <w:tab w:val="num" w:pos="964"/>
        </w:tabs>
        <w:ind w:left="964" w:hanging="964"/>
      </w:pPr>
      <w:rPr>
        <w:rFonts w:ascii="Arial" w:hAnsi="Arial" w:hint="default"/>
        <w:b/>
        <w:i w:val="0"/>
      </w:rPr>
    </w:lvl>
    <w:lvl w:ilvl="2">
      <w:start w:val="1"/>
      <w:numFmt w:val="decimal"/>
      <w:pStyle w:val="berschrift3Titre3Titolo3"/>
      <w:lvlText w:val="%1.%2.%3"/>
      <w:lvlJc w:val="left"/>
      <w:pPr>
        <w:tabs>
          <w:tab w:val="num" w:pos="964"/>
        </w:tabs>
        <w:ind w:left="964" w:hanging="964"/>
      </w:pPr>
      <w:rPr>
        <w:rFonts w:ascii="Arial" w:hAnsi="Arial" w:hint="default"/>
        <w:b/>
        <w:i w:val="0"/>
      </w:rPr>
    </w:lvl>
    <w:lvl w:ilvl="3">
      <w:start w:val="1"/>
      <w:numFmt w:val="decimal"/>
      <w:pStyle w:val="berschrift4Titre4Titolo4"/>
      <w:lvlText w:val="%1.%2.%3.%4"/>
      <w:lvlJc w:val="left"/>
      <w:pPr>
        <w:tabs>
          <w:tab w:val="num" w:pos="964"/>
        </w:tabs>
        <w:ind w:left="964" w:hanging="964"/>
      </w:pPr>
      <w:rPr>
        <w:rFonts w:hint="default"/>
      </w:rPr>
    </w:lvl>
    <w:lvl w:ilvl="4">
      <w:start w:val="1"/>
      <w:numFmt w:val="decimal"/>
      <w:pStyle w:val="berschrift5"/>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
    <w:nsid w:val="09CE50DE"/>
    <w:multiLevelType w:val="hybridMultilevel"/>
    <w:tmpl w:val="2826A4E6"/>
    <w:lvl w:ilvl="0" w:tplc="76D443C4">
      <w:start w:val="1"/>
      <w:numFmt w:val="bullet"/>
      <w:pStyle w:val="AufzZ1zLpucesinterl1Puntielenco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DE07FDF"/>
    <w:multiLevelType w:val="hybridMultilevel"/>
    <w:tmpl w:val="D8AA8AF8"/>
    <w:lvl w:ilvl="0" w:tplc="86D4D5DC">
      <w:start w:val="1"/>
      <w:numFmt w:val="lowerLetter"/>
      <w:pStyle w:val="ListeaListeaLetterea"/>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0D4506F"/>
    <w:multiLevelType w:val="singleLevel"/>
    <w:tmpl w:val="F35A5220"/>
    <w:lvl w:ilvl="0">
      <w:start w:val="1"/>
      <w:numFmt w:val="decimal"/>
      <w:pStyle w:val="Liste1Liste1Numeri1"/>
      <w:lvlText w:val="%1."/>
      <w:lvlJc w:val="left"/>
      <w:pPr>
        <w:tabs>
          <w:tab w:val="num" w:pos="360"/>
        </w:tabs>
        <w:ind w:left="360" w:hanging="360"/>
      </w:pPr>
      <w:rPr>
        <w:rFonts w:hint="default"/>
      </w:rPr>
    </w:lvl>
  </w:abstractNum>
  <w:abstractNum w:abstractNumId="4">
    <w:nsid w:val="15510371"/>
    <w:multiLevelType w:val="hybridMultilevel"/>
    <w:tmpl w:val="5E125B20"/>
    <w:lvl w:ilvl="0" w:tplc="AD0084B2">
      <w:start w:val="10"/>
      <w:numFmt w:val="bullet"/>
      <w:lvlText w:val="-"/>
      <w:lvlJc w:val="center"/>
      <w:pPr>
        <w:ind w:left="720" w:hanging="360"/>
      </w:pPr>
      <w:rPr>
        <w:rFonts w:ascii="Arial" w:eastAsia="Times New Roman"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19976BDE"/>
    <w:multiLevelType w:val="hybridMultilevel"/>
    <w:tmpl w:val="805CEB5C"/>
    <w:lvl w:ilvl="0" w:tplc="3E00D1EC">
      <w:start w:val="1"/>
      <w:numFmt w:val="bullet"/>
      <w:pStyle w:val="AufzZLpucesPuntielenco"/>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6">
    <w:nsid w:val="2B1204E8"/>
    <w:multiLevelType w:val="hybridMultilevel"/>
    <w:tmpl w:val="EB2A4684"/>
    <w:lvl w:ilvl="0" w:tplc="1B4ED43E">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33CC653F"/>
    <w:multiLevelType w:val="hybridMultilevel"/>
    <w:tmpl w:val="ED543AC8"/>
    <w:lvl w:ilvl="0" w:tplc="B07E64EC">
      <w:start w:val="1"/>
      <w:numFmt w:val="bullet"/>
      <w:pStyle w:val="AufzZxLpucesxPuntielencox"/>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5B73E3E"/>
    <w:multiLevelType w:val="hybridMultilevel"/>
    <w:tmpl w:val="672EEFFA"/>
    <w:lvl w:ilvl="0" w:tplc="C34249EC">
      <w:start w:val="1"/>
      <w:numFmt w:val="upperRoman"/>
      <w:pStyle w:val="ListeI1zListeIinterl1NumeriIil1"/>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2DB5866"/>
    <w:multiLevelType w:val="multilevel"/>
    <w:tmpl w:val="37702DC4"/>
    <w:lvl w:ilvl="0">
      <w:start w:val="1"/>
      <w:numFmt w:val="bullet"/>
      <w:pStyle w:val="AufzZ1Lpuces1Puntielenco1"/>
      <w:lvlText w:val=""/>
      <w:lvlJc w:val="left"/>
      <w:pPr>
        <w:tabs>
          <w:tab w:val="num" w:pos="360"/>
        </w:tabs>
        <w:ind w:left="360" w:hanging="360"/>
      </w:pPr>
      <w:rPr>
        <w:rFonts w:ascii="Symbol" w:hAnsi="Symbol" w:hint="default"/>
      </w:rPr>
    </w:lvl>
    <w:lvl w:ilvl="1">
      <w:start w:val="1"/>
      <w:numFmt w:val="bullet"/>
      <w:pStyle w:val="AufzZ12Lpuces12Puntielenco12"/>
      <w:lvlText w:val=""/>
      <w:lvlJc w:val="left"/>
      <w:pPr>
        <w:tabs>
          <w:tab w:val="num" w:pos="1080"/>
        </w:tabs>
        <w:ind w:left="1077" w:hanging="717"/>
      </w:pPr>
      <w:rPr>
        <w:rFonts w:ascii="Symbol" w:hAnsi="Symbol" w:hint="default"/>
      </w:rPr>
    </w:lvl>
    <w:lvl w:ilvl="2">
      <w:start w:val="1"/>
      <w:numFmt w:val="bullet"/>
      <w:pStyle w:val="AufzZ13Lpuces13Puntielenco13"/>
      <w:lvlText w:val="·"/>
      <w:lvlJc w:val="left"/>
      <w:pPr>
        <w:tabs>
          <w:tab w:val="num" w:pos="1440"/>
        </w:tabs>
        <w:ind w:left="1440" w:hanging="720"/>
      </w:pPr>
      <w:rPr>
        <w:rFonts w:ascii="Arial" w:hAnsi="Aria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5E292242"/>
    <w:multiLevelType w:val="multilevel"/>
    <w:tmpl w:val="8B0CBDBA"/>
    <w:lvl w:ilvl="0">
      <w:start w:val="1"/>
      <w:numFmt w:val="decimal"/>
      <w:pStyle w:val="TabelleNummerierung"/>
      <w:lvlText w:val="%1"/>
      <w:lvlJc w:val="left"/>
      <w:pPr>
        <w:tabs>
          <w:tab w:val="num" w:pos="539"/>
        </w:tabs>
        <w:ind w:left="539" w:hanging="539"/>
      </w:pPr>
      <w:rPr>
        <w:rFonts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start w:val="1"/>
      <w:numFmt w:val="decimal"/>
      <w:lvlText w:val="%1.%2"/>
      <w:lvlJc w:val="left"/>
      <w:pPr>
        <w:tabs>
          <w:tab w:val="num" w:pos="539"/>
        </w:tabs>
        <w:ind w:left="539" w:hanging="544"/>
      </w:pPr>
      <w:rPr>
        <w:rFonts w:hint="default"/>
      </w:rPr>
    </w:lvl>
    <w:lvl w:ilvl="2">
      <w:start w:val="1"/>
      <w:numFmt w:val="decimal"/>
      <w:lvlText w:val="%1.%2.%3"/>
      <w:lvlJc w:val="left"/>
      <w:pPr>
        <w:tabs>
          <w:tab w:val="num" w:pos="1075"/>
        </w:tabs>
        <w:ind w:left="721" w:hanging="726"/>
      </w:pPr>
      <w:rPr>
        <w:rFonts w:hint="default"/>
      </w:rPr>
    </w:lvl>
    <w:lvl w:ilvl="3">
      <w:start w:val="1"/>
      <w:numFmt w:val="decimal"/>
      <w:lvlText w:val="%1.%2.%3.%4"/>
      <w:lvlJc w:val="left"/>
      <w:pPr>
        <w:tabs>
          <w:tab w:val="num" w:pos="1435"/>
        </w:tabs>
        <w:ind w:left="902" w:hanging="907"/>
      </w:pPr>
      <w:rPr>
        <w:rFonts w:hint="default"/>
      </w:rPr>
    </w:lvl>
    <w:lvl w:ilvl="4">
      <w:start w:val="1"/>
      <w:numFmt w:val="decimal"/>
      <w:lvlText w:val="%1.%2.%3.%4.%5"/>
      <w:lvlJc w:val="left"/>
      <w:pPr>
        <w:tabs>
          <w:tab w:val="num" w:pos="1003"/>
        </w:tabs>
        <w:ind w:left="1003" w:hanging="1008"/>
      </w:pPr>
      <w:rPr>
        <w:rFonts w:hint="default"/>
      </w:rPr>
    </w:lvl>
    <w:lvl w:ilvl="5">
      <w:start w:val="1"/>
      <w:numFmt w:val="decimal"/>
      <w:lvlText w:val="%1.%2.%3.%4.%5.%6"/>
      <w:lvlJc w:val="left"/>
      <w:pPr>
        <w:tabs>
          <w:tab w:val="num" w:pos="1147"/>
        </w:tabs>
        <w:ind w:left="1147" w:hanging="1152"/>
      </w:pPr>
      <w:rPr>
        <w:rFonts w:hint="default"/>
      </w:rPr>
    </w:lvl>
    <w:lvl w:ilvl="6">
      <w:start w:val="1"/>
      <w:numFmt w:val="decimal"/>
      <w:lvlText w:val="%1.%2.%3.%4.%5.%6.%7"/>
      <w:lvlJc w:val="left"/>
      <w:pPr>
        <w:tabs>
          <w:tab w:val="num" w:pos="1291"/>
        </w:tabs>
        <w:ind w:left="1291" w:hanging="1296"/>
      </w:pPr>
      <w:rPr>
        <w:rFonts w:hint="default"/>
      </w:rPr>
    </w:lvl>
    <w:lvl w:ilvl="7">
      <w:start w:val="1"/>
      <w:numFmt w:val="decimal"/>
      <w:lvlText w:val="%1.%2.%3.%4.%5.%6.%7.%8"/>
      <w:lvlJc w:val="left"/>
      <w:pPr>
        <w:tabs>
          <w:tab w:val="num" w:pos="1435"/>
        </w:tabs>
        <w:ind w:left="1435" w:hanging="1440"/>
      </w:pPr>
      <w:rPr>
        <w:rFonts w:hint="default"/>
      </w:rPr>
    </w:lvl>
    <w:lvl w:ilvl="8">
      <w:start w:val="1"/>
      <w:numFmt w:val="decimal"/>
      <w:lvlText w:val="%1.%2.%3.%4.%5.%6.%7.%8.%9"/>
      <w:lvlJc w:val="left"/>
      <w:pPr>
        <w:tabs>
          <w:tab w:val="num" w:pos="1579"/>
        </w:tabs>
        <w:ind w:left="1579" w:hanging="1584"/>
      </w:pPr>
      <w:rPr>
        <w:rFonts w:hint="default"/>
      </w:rPr>
    </w:lvl>
  </w:abstractNum>
  <w:abstractNum w:abstractNumId="12">
    <w:nsid w:val="5FD35C82"/>
    <w:multiLevelType w:val="multilevel"/>
    <w:tmpl w:val="1A48B1AC"/>
    <w:lvl w:ilvl="0">
      <w:start w:val="1"/>
      <w:numFmt w:val="bullet"/>
      <w:pStyle w:val="AufzZ15Lpuces15Puntielenco15"/>
      <w:lvlText w:val=""/>
      <w:lvlJc w:val="left"/>
      <w:pPr>
        <w:tabs>
          <w:tab w:val="num" w:pos="360"/>
        </w:tabs>
        <w:ind w:left="360" w:hanging="360"/>
      </w:pPr>
      <w:rPr>
        <w:rFonts w:ascii="Symbol" w:hAnsi="Symbol" w:hint="default"/>
      </w:rPr>
    </w:lvl>
    <w:lvl w:ilvl="1">
      <w:start w:val="1"/>
      <w:numFmt w:val="bullet"/>
      <w:pStyle w:val="AufzZ15linksbndig"/>
      <w:lvlText w:val=""/>
      <w:lvlJc w:val="left"/>
      <w:pPr>
        <w:tabs>
          <w:tab w:val="num" w:pos="1080"/>
        </w:tabs>
        <w:ind w:left="1077" w:hanging="717"/>
      </w:pPr>
      <w:rPr>
        <w:rFonts w:ascii="Symbol" w:hAnsi="Symbol" w:hint="default"/>
      </w:rPr>
    </w:lvl>
    <w:lvl w:ilvl="2">
      <w:start w:val="1"/>
      <w:numFmt w:val="bullet"/>
      <w:pStyle w:val="AufzZ153Lpuces153Puntielenco153"/>
      <w:lvlText w:val="·"/>
      <w:lvlJc w:val="left"/>
      <w:pPr>
        <w:tabs>
          <w:tab w:val="num" w:pos="1440"/>
        </w:tabs>
        <w:ind w:left="1440" w:hanging="720"/>
      </w:pPr>
      <w:rPr>
        <w:rFonts w:ascii="Arial" w:hAnsi="Aria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65D67E29"/>
    <w:multiLevelType w:val="hybridMultilevel"/>
    <w:tmpl w:val="A844A236"/>
    <w:lvl w:ilvl="0" w:tplc="0807000F">
      <w:start w:val="1"/>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nsid w:val="7107798A"/>
    <w:multiLevelType w:val="hybridMultilevel"/>
    <w:tmpl w:val="B7443940"/>
    <w:lvl w:ilvl="0" w:tplc="283A8AA2">
      <w:start w:val="1"/>
      <w:numFmt w:val="upperRoman"/>
      <w:pStyle w:val="ListeIListeINumeriI"/>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65324FA"/>
    <w:multiLevelType w:val="hybridMultilevel"/>
    <w:tmpl w:val="CF64C7B0"/>
    <w:lvl w:ilvl="0" w:tplc="34B21910">
      <w:start w:val="1"/>
      <w:numFmt w:val="decimal"/>
      <w:pStyle w:val="Liste11zListe1interl1Numeri1interlinea1"/>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ECB16D3"/>
    <w:multiLevelType w:val="hybridMultilevel"/>
    <w:tmpl w:val="1B96B92C"/>
    <w:lvl w:ilvl="0" w:tplc="10CA8E64">
      <w:start w:val="1"/>
      <w:numFmt w:val="lowerLetter"/>
      <w:pStyle w:val="Listea1zListeainterl1Lettereainterlinea1"/>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7"/>
  </w:num>
  <w:num w:numId="4">
    <w:abstractNumId w:val="9"/>
  </w:num>
  <w:num w:numId="5">
    <w:abstractNumId w:val="12"/>
  </w:num>
  <w:num w:numId="6">
    <w:abstractNumId w:val="3"/>
  </w:num>
  <w:num w:numId="7">
    <w:abstractNumId w:val="15"/>
  </w:num>
  <w:num w:numId="8">
    <w:abstractNumId w:val="2"/>
  </w:num>
  <w:num w:numId="9">
    <w:abstractNumId w:val="16"/>
  </w:num>
  <w:num w:numId="10">
    <w:abstractNumId w:val="14"/>
  </w:num>
  <w:num w:numId="11">
    <w:abstractNumId w:val="8"/>
  </w:num>
  <w:num w:numId="12">
    <w:abstractNumId w:val="0"/>
  </w:num>
  <w:num w:numId="13">
    <w:abstractNumId w:val="10"/>
  </w:num>
  <w:num w:numId="14">
    <w:abstractNumId w:val="12"/>
  </w:num>
  <w:num w:numId="15">
    <w:abstractNumId w:val="11"/>
  </w:num>
  <w:num w:numId="16">
    <w:abstractNumId w:val="13"/>
  </w:num>
  <w:num w:numId="17">
    <w:abstractNumId w:val="4"/>
  </w:num>
  <w:num w:numId="18">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mirrorMargins/>
  <w:proofState w:spelling="clean" w:grammar="clean"/>
  <w:attachedTemplate r:id="rId1"/>
  <w:stylePaneFormatFilter w:val="3F01"/>
  <w:defaultTabStop w:val="708"/>
  <w:hyphenationZone w:val="425"/>
  <w:drawingGridHorizontalSpacing w:val="110"/>
  <w:displayHorizontalDrawingGridEvery w:val="2"/>
  <w:characterSpacingControl w:val="doNotCompress"/>
  <w:hdrShapeDefaults>
    <o:shapedefaults v:ext="edit" spidmax="15362"/>
  </w:hdrShapeDefaults>
  <w:footnotePr>
    <w:footnote w:id="-1"/>
    <w:footnote w:id="0"/>
  </w:footnotePr>
  <w:endnotePr>
    <w:endnote w:id="-1"/>
    <w:endnote w:id="0"/>
  </w:endnotePr>
  <w:compat/>
  <w:docVars>
    <w:docVar w:name="Dani" w:val="1"/>
    <w:docVar w:name="Logo" w:val="0"/>
    <w:docVar w:name="PDCS:Absendedatum_extern" w:val="-"/>
    <w:docVar w:name="PDCS:Absender_Adresse" w:val="-"/>
    <w:docVar w:name="PDCS:Adressat" w:val="-"/>
    <w:docVar w:name="PDCS:Aktenzeichen" w:val="523-46P"/>
    <w:docVar w:name="PDCS:Barcode" w:val="-"/>
    <w:docVar w:name="PDCS:Bemerkung" w:val="-"/>
    <w:docVar w:name="PDCS:Besitzer" w:val="Dossier Team"/>
    <w:docVar w:name="PDCS:Betreff" w:val="Anhang 5 zu 1701-915-02"/>
    <w:docVar w:name="PDCS:Bezeichnung" w:val="Uebungsbefehl"/>
    <w:docVar w:name="PDCS:Datei-Format" w:val=".doc"/>
    <w:docVar w:name="PDCS:Datei-Grösse__KB_" w:val="104"/>
    <w:docVar w:name="PDCS:Datenschutzstufe" w:val="keine Personendaten"/>
    <w:docVar w:name="PDCS:Dok__Datum" w:val="16.12.2010"/>
    <w:docVar w:name="PDCS:Dok__Typ" w:val="AU"/>
    <w:docVar w:name="PDCS:Eingangsdatum" w:val="-"/>
    <w:docVar w:name="PDCS:Empfänger_Kopie" w:val="-"/>
    <w:docVar w:name="PDCS:Ersteller" w:val="Müller Michael"/>
    <w:docVar w:name="PDCS:Erstellungsdatum" w:val="16.12.2010"/>
    <w:docVar w:name="PDCS:Fremdaktenzeichen" w:val="-"/>
    <w:docVar w:name="PDCS:Ident_-Nr_" w:val="10012223650"/>
    <w:docVar w:name="PDCS:Ident-Nr_Version" w:val="10012223650/01"/>
    <w:docVar w:name="PDCS:Klassifizierungskat" w:val="-"/>
    <w:docVar w:name="PDCS:Registrierdatum" w:val="16.12.2010"/>
    <w:docVar w:name="PDCS:Schlagwort" w:val="-"/>
    <w:docVar w:name="PDCS:Sprache" w:val="Deutsch"/>
    <w:docVar w:name="PDCS:Standort" w:val="-"/>
    <w:docVar w:name="PDCS:Status" w:val="Entwurf"/>
    <w:docVar w:name="PDCS:Unterzeichner_Autor" w:val="-"/>
    <w:docVar w:name="PDCS:Version" w:val="01"/>
    <w:docVar w:name="PDCS:Verweis" w:val="-"/>
    <w:docVar w:name="Sprache" w:val="1"/>
    <w:docVar w:name="Start" w:val="1"/>
    <w:docVar w:name="SYSTEM:DocVarsVisible" w:val="yes"/>
  </w:docVars>
  <w:rsids>
    <w:rsidRoot w:val="00A25663"/>
    <w:rsid w:val="000017CD"/>
    <w:rsid w:val="00001D2B"/>
    <w:rsid w:val="00001E97"/>
    <w:rsid w:val="00006915"/>
    <w:rsid w:val="000073B0"/>
    <w:rsid w:val="00007C89"/>
    <w:rsid w:val="000101B4"/>
    <w:rsid w:val="000102BD"/>
    <w:rsid w:val="000110E5"/>
    <w:rsid w:val="0001438F"/>
    <w:rsid w:val="0001456D"/>
    <w:rsid w:val="000163D3"/>
    <w:rsid w:val="00016CD0"/>
    <w:rsid w:val="000173A3"/>
    <w:rsid w:val="000173F5"/>
    <w:rsid w:val="00020DDA"/>
    <w:rsid w:val="000217A7"/>
    <w:rsid w:val="00021EA0"/>
    <w:rsid w:val="00023A12"/>
    <w:rsid w:val="000260EC"/>
    <w:rsid w:val="000263FA"/>
    <w:rsid w:val="000272A4"/>
    <w:rsid w:val="0003025F"/>
    <w:rsid w:val="000302F5"/>
    <w:rsid w:val="0003243B"/>
    <w:rsid w:val="00033693"/>
    <w:rsid w:val="000339BE"/>
    <w:rsid w:val="00035CB9"/>
    <w:rsid w:val="0003696E"/>
    <w:rsid w:val="00037786"/>
    <w:rsid w:val="0004124D"/>
    <w:rsid w:val="000426B2"/>
    <w:rsid w:val="00042E3A"/>
    <w:rsid w:val="00044028"/>
    <w:rsid w:val="00044A2E"/>
    <w:rsid w:val="00044F4F"/>
    <w:rsid w:val="000450AA"/>
    <w:rsid w:val="0004705E"/>
    <w:rsid w:val="00047F6B"/>
    <w:rsid w:val="000501FF"/>
    <w:rsid w:val="00050B66"/>
    <w:rsid w:val="000510D6"/>
    <w:rsid w:val="00051E28"/>
    <w:rsid w:val="00053445"/>
    <w:rsid w:val="0005469D"/>
    <w:rsid w:val="00055851"/>
    <w:rsid w:val="000568A7"/>
    <w:rsid w:val="00056A73"/>
    <w:rsid w:val="000572BD"/>
    <w:rsid w:val="000573CA"/>
    <w:rsid w:val="000600C8"/>
    <w:rsid w:val="000604A2"/>
    <w:rsid w:val="00060532"/>
    <w:rsid w:val="00063B3B"/>
    <w:rsid w:val="0006674F"/>
    <w:rsid w:val="00066FA9"/>
    <w:rsid w:val="00070A2E"/>
    <w:rsid w:val="00072B22"/>
    <w:rsid w:val="0007489E"/>
    <w:rsid w:val="00074F88"/>
    <w:rsid w:val="00075A28"/>
    <w:rsid w:val="000764B4"/>
    <w:rsid w:val="00077915"/>
    <w:rsid w:val="00082E83"/>
    <w:rsid w:val="000837AC"/>
    <w:rsid w:val="00083B63"/>
    <w:rsid w:val="0008430D"/>
    <w:rsid w:val="000843CC"/>
    <w:rsid w:val="000845E1"/>
    <w:rsid w:val="00084771"/>
    <w:rsid w:val="00085938"/>
    <w:rsid w:val="00087720"/>
    <w:rsid w:val="00087E5C"/>
    <w:rsid w:val="00090D34"/>
    <w:rsid w:val="00090F37"/>
    <w:rsid w:val="00090F50"/>
    <w:rsid w:val="0009174B"/>
    <w:rsid w:val="00092239"/>
    <w:rsid w:val="00093528"/>
    <w:rsid w:val="00093680"/>
    <w:rsid w:val="00093699"/>
    <w:rsid w:val="000936AC"/>
    <w:rsid w:val="00096328"/>
    <w:rsid w:val="000965FA"/>
    <w:rsid w:val="00096721"/>
    <w:rsid w:val="00096B06"/>
    <w:rsid w:val="0009793E"/>
    <w:rsid w:val="00097FCF"/>
    <w:rsid w:val="000A1132"/>
    <w:rsid w:val="000A20F6"/>
    <w:rsid w:val="000A5CA1"/>
    <w:rsid w:val="000A65C1"/>
    <w:rsid w:val="000A71CB"/>
    <w:rsid w:val="000A76E2"/>
    <w:rsid w:val="000B0F46"/>
    <w:rsid w:val="000B1B15"/>
    <w:rsid w:val="000B25D3"/>
    <w:rsid w:val="000B2684"/>
    <w:rsid w:val="000B32DB"/>
    <w:rsid w:val="000B38A2"/>
    <w:rsid w:val="000B45F5"/>
    <w:rsid w:val="000B47CB"/>
    <w:rsid w:val="000B48A9"/>
    <w:rsid w:val="000B7D29"/>
    <w:rsid w:val="000C0929"/>
    <w:rsid w:val="000C351E"/>
    <w:rsid w:val="000C5381"/>
    <w:rsid w:val="000C55AE"/>
    <w:rsid w:val="000C5CB6"/>
    <w:rsid w:val="000C5F5D"/>
    <w:rsid w:val="000C70AC"/>
    <w:rsid w:val="000C79E6"/>
    <w:rsid w:val="000D2FEB"/>
    <w:rsid w:val="000D328C"/>
    <w:rsid w:val="000D554C"/>
    <w:rsid w:val="000D72E6"/>
    <w:rsid w:val="000E0DBB"/>
    <w:rsid w:val="000E0F76"/>
    <w:rsid w:val="000E1C46"/>
    <w:rsid w:val="000E1CC1"/>
    <w:rsid w:val="000E228F"/>
    <w:rsid w:val="000E35A8"/>
    <w:rsid w:val="000E4B10"/>
    <w:rsid w:val="000E4FB8"/>
    <w:rsid w:val="000E5AAE"/>
    <w:rsid w:val="000E606E"/>
    <w:rsid w:val="000E6DD6"/>
    <w:rsid w:val="000E7AD4"/>
    <w:rsid w:val="000F00C9"/>
    <w:rsid w:val="000F00DF"/>
    <w:rsid w:val="000F0C1A"/>
    <w:rsid w:val="000F3CCD"/>
    <w:rsid w:val="000F5719"/>
    <w:rsid w:val="000F59AC"/>
    <w:rsid w:val="0010177C"/>
    <w:rsid w:val="00101DB1"/>
    <w:rsid w:val="00102993"/>
    <w:rsid w:val="00102E4F"/>
    <w:rsid w:val="00103439"/>
    <w:rsid w:val="00103495"/>
    <w:rsid w:val="001037B6"/>
    <w:rsid w:val="00103AA4"/>
    <w:rsid w:val="001043B2"/>
    <w:rsid w:val="00105023"/>
    <w:rsid w:val="00105111"/>
    <w:rsid w:val="00105174"/>
    <w:rsid w:val="0010531A"/>
    <w:rsid w:val="00105B21"/>
    <w:rsid w:val="001060CD"/>
    <w:rsid w:val="00110779"/>
    <w:rsid w:val="00111E3C"/>
    <w:rsid w:val="00112381"/>
    <w:rsid w:val="001127A2"/>
    <w:rsid w:val="00112AD9"/>
    <w:rsid w:val="00113A16"/>
    <w:rsid w:val="00114715"/>
    <w:rsid w:val="00115177"/>
    <w:rsid w:val="00115B6E"/>
    <w:rsid w:val="00115BF1"/>
    <w:rsid w:val="00116A60"/>
    <w:rsid w:val="001204A8"/>
    <w:rsid w:val="001205A6"/>
    <w:rsid w:val="0012206F"/>
    <w:rsid w:val="001222B1"/>
    <w:rsid w:val="00126260"/>
    <w:rsid w:val="00131324"/>
    <w:rsid w:val="00131C4D"/>
    <w:rsid w:val="00133F11"/>
    <w:rsid w:val="00135560"/>
    <w:rsid w:val="001362AA"/>
    <w:rsid w:val="00136339"/>
    <w:rsid w:val="00136C3E"/>
    <w:rsid w:val="0014020F"/>
    <w:rsid w:val="00141C54"/>
    <w:rsid w:val="00142F8C"/>
    <w:rsid w:val="00143113"/>
    <w:rsid w:val="00144BAF"/>
    <w:rsid w:val="00145009"/>
    <w:rsid w:val="00145896"/>
    <w:rsid w:val="00147E96"/>
    <w:rsid w:val="001500CE"/>
    <w:rsid w:val="001521A8"/>
    <w:rsid w:val="00152724"/>
    <w:rsid w:val="00152AB2"/>
    <w:rsid w:val="00153853"/>
    <w:rsid w:val="0015392D"/>
    <w:rsid w:val="00154774"/>
    <w:rsid w:val="001552FB"/>
    <w:rsid w:val="001567C5"/>
    <w:rsid w:val="00157BDF"/>
    <w:rsid w:val="00157F36"/>
    <w:rsid w:val="001601B8"/>
    <w:rsid w:val="00161AB1"/>
    <w:rsid w:val="00162244"/>
    <w:rsid w:val="00162668"/>
    <w:rsid w:val="001638E8"/>
    <w:rsid w:val="00164B64"/>
    <w:rsid w:val="00165B96"/>
    <w:rsid w:val="001661F0"/>
    <w:rsid w:val="001665A3"/>
    <w:rsid w:val="00166790"/>
    <w:rsid w:val="001675D5"/>
    <w:rsid w:val="001676A8"/>
    <w:rsid w:val="00167B6D"/>
    <w:rsid w:val="00171B4D"/>
    <w:rsid w:val="00171CEF"/>
    <w:rsid w:val="0017338F"/>
    <w:rsid w:val="00174B8F"/>
    <w:rsid w:val="001809DF"/>
    <w:rsid w:val="00181F2B"/>
    <w:rsid w:val="00181FB3"/>
    <w:rsid w:val="001820C2"/>
    <w:rsid w:val="00182862"/>
    <w:rsid w:val="00182B09"/>
    <w:rsid w:val="00183F3F"/>
    <w:rsid w:val="00184364"/>
    <w:rsid w:val="001852FD"/>
    <w:rsid w:val="00185460"/>
    <w:rsid w:val="0018702E"/>
    <w:rsid w:val="00187D28"/>
    <w:rsid w:val="00187EB0"/>
    <w:rsid w:val="001902A6"/>
    <w:rsid w:val="00190705"/>
    <w:rsid w:val="00191204"/>
    <w:rsid w:val="00191EC0"/>
    <w:rsid w:val="00193505"/>
    <w:rsid w:val="00193913"/>
    <w:rsid w:val="00193F38"/>
    <w:rsid w:val="00197A87"/>
    <w:rsid w:val="001A02A4"/>
    <w:rsid w:val="001A18C8"/>
    <w:rsid w:val="001A1969"/>
    <w:rsid w:val="001A4802"/>
    <w:rsid w:val="001A4BFC"/>
    <w:rsid w:val="001A5056"/>
    <w:rsid w:val="001B0A53"/>
    <w:rsid w:val="001B0C19"/>
    <w:rsid w:val="001B12BB"/>
    <w:rsid w:val="001B15EB"/>
    <w:rsid w:val="001B1A4E"/>
    <w:rsid w:val="001B35CD"/>
    <w:rsid w:val="001B3C7A"/>
    <w:rsid w:val="001B47A6"/>
    <w:rsid w:val="001B559B"/>
    <w:rsid w:val="001B58D0"/>
    <w:rsid w:val="001B6EAC"/>
    <w:rsid w:val="001B7A9A"/>
    <w:rsid w:val="001C020F"/>
    <w:rsid w:val="001C1DB3"/>
    <w:rsid w:val="001C209D"/>
    <w:rsid w:val="001C33EA"/>
    <w:rsid w:val="001C3E9D"/>
    <w:rsid w:val="001C62A4"/>
    <w:rsid w:val="001C6FFB"/>
    <w:rsid w:val="001D19C1"/>
    <w:rsid w:val="001D55F7"/>
    <w:rsid w:val="001D5D8B"/>
    <w:rsid w:val="001D7BE2"/>
    <w:rsid w:val="001E145A"/>
    <w:rsid w:val="001E178C"/>
    <w:rsid w:val="001E23AD"/>
    <w:rsid w:val="001E29C1"/>
    <w:rsid w:val="001E31E4"/>
    <w:rsid w:val="001E33A4"/>
    <w:rsid w:val="001E43E9"/>
    <w:rsid w:val="001E48E5"/>
    <w:rsid w:val="001E5EBD"/>
    <w:rsid w:val="001E64CA"/>
    <w:rsid w:val="001E676E"/>
    <w:rsid w:val="001E7922"/>
    <w:rsid w:val="001F035B"/>
    <w:rsid w:val="001F1361"/>
    <w:rsid w:val="001F1C90"/>
    <w:rsid w:val="001F28B7"/>
    <w:rsid w:val="001F5227"/>
    <w:rsid w:val="001F56DB"/>
    <w:rsid w:val="001F5709"/>
    <w:rsid w:val="001F7242"/>
    <w:rsid w:val="001F73E6"/>
    <w:rsid w:val="002001C4"/>
    <w:rsid w:val="0020086B"/>
    <w:rsid w:val="00200D3D"/>
    <w:rsid w:val="00201781"/>
    <w:rsid w:val="00201D10"/>
    <w:rsid w:val="00202F07"/>
    <w:rsid w:val="00204F2A"/>
    <w:rsid w:val="00206DFE"/>
    <w:rsid w:val="0021274A"/>
    <w:rsid w:val="002139FB"/>
    <w:rsid w:val="0021406B"/>
    <w:rsid w:val="00214D51"/>
    <w:rsid w:val="00215210"/>
    <w:rsid w:val="00215379"/>
    <w:rsid w:val="00215B50"/>
    <w:rsid w:val="0021638E"/>
    <w:rsid w:val="0021658B"/>
    <w:rsid w:val="00216BAD"/>
    <w:rsid w:val="00217807"/>
    <w:rsid w:val="00217B58"/>
    <w:rsid w:val="0022058D"/>
    <w:rsid w:val="00220E23"/>
    <w:rsid w:val="002210E6"/>
    <w:rsid w:val="00221342"/>
    <w:rsid w:val="00221B97"/>
    <w:rsid w:val="0022281B"/>
    <w:rsid w:val="002232D9"/>
    <w:rsid w:val="0022456B"/>
    <w:rsid w:val="00225406"/>
    <w:rsid w:val="00230024"/>
    <w:rsid w:val="002310C7"/>
    <w:rsid w:val="002312B3"/>
    <w:rsid w:val="002315B3"/>
    <w:rsid w:val="002334A0"/>
    <w:rsid w:val="00234ABC"/>
    <w:rsid w:val="002351B8"/>
    <w:rsid w:val="00235507"/>
    <w:rsid w:val="002357A1"/>
    <w:rsid w:val="00235A56"/>
    <w:rsid w:val="00237919"/>
    <w:rsid w:val="00237939"/>
    <w:rsid w:val="00237FEC"/>
    <w:rsid w:val="002402F1"/>
    <w:rsid w:val="00242011"/>
    <w:rsid w:val="00243155"/>
    <w:rsid w:val="00245339"/>
    <w:rsid w:val="00245415"/>
    <w:rsid w:val="0024541A"/>
    <w:rsid w:val="00245ABE"/>
    <w:rsid w:val="00246720"/>
    <w:rsid w:val="00246B77"/>
    <w:rsid w:val="002476C4"/>
    <w:rsid w:val="00250F84"/>
    <w:rsid w:val="00252026"/>
    <w:rsid w:val="002527BE"/>
    <w:rsid w:val="00253140"/>
    <w:rsid w:val="0025327E"/>
    <w:rsid w:val="00254783"/>
    <w:rsid w:val="0025503C"/>
    <w:rsid w:val="002550D6"/>
    <w:rsid w:val="00256A38"/>
    <w:rsid w:val="002571F0"/>
    <w:rsid w:val="00260D25"/>
    <w:rsid w:val="00261FFA"/>
    <w:rsid w:val="00262C97"/>
    <w:rsid w:val="00264912"/>
    <w:rsid w:val="00266865"/>
    <w:rsid w:val="002668F5"/>
    <w:rsid w:val="00266BA5"/>
    <w:rsid w:val="00271A6B"/>
    <w:rsid w:val="0027337F"/>
    <w:rsid w:val="002737B2"/>
    <w:rsid w:val="00273C28"/>
    <w:rsid w:val="002743A8"/>
    <w:rsid w:val="00274C53"/>
    <w:rsid w:val="0027546B"/>
    <w:rsid w:val="00277B97"/>
    <w:rsid w:val="0028032F"/>
    <w:rsid w:val="00280333"/>
    <w:rsid w:val="00280DC9"/>
    <w:rsid w:val="002810AC"/>
    <w:rsid w:val="002813C0"/>
    <w:rsid w:val="00284C1A"/>
    <w:rsid w:val="00285FFC"/>
    <w:rsid w:val="00287B77"/>
    <w:rsid w:val="00287BA5"/>
    <w:rsid w:val="00291410"/>
    <w:rsid w:val="002926C0"/>
    <w:rsid w:val="002948B0"/>
    <w:rsid w:val="00294E8B"/>
    <w:rsid w:val="00296A98"/>
    <w:rsid w:val="00296AE5"/>
    <w:rsid w:val="002972B2"/>
    <w:rsid w:val="002A24B4"/>
    <w:rsid w:val="002A250B"/>
    <w:rsid w:val="002A3522"/>
    <w:rsid w:val="002A4FEE"/>
    <w:rsid w:val="002A5BFE"/>
    <w:rsid w:val="002A7BF4"/>
    <w:rsid w:val="002A7E0B"/>
    <w:rsid w:val="002B3084"/>
    <w:rsid w:val="002B44BB"/>
    <w:rsid w:val="002B6058"/>
    <w:rsid w:val="002B61C1"/>
    <w:rsid w:val="002B6CFB"/>
    <w:rsid w:val="002B7096"/>
    <w:rsid w:val="002C0625"/>
    <w:rsid w:val="002C0E36"/>
    <w:rsid w:val="002C18ED"/>
    <w:rsid w:val="002C1DAA"/>
    <w:rsid w:val="002C1F97"/>
    <w:rsid w:val="002C2183"/>
    <w:rsid w:val="002C360A"/>
    <w:rsid w:val="002C4577"/>
    <w:rsid w:val="002C55AB"/>
    <w:rsid w:val="002C5E64"/>
    <w:rsid w:val="002C6264"/>
    <w:rsid w:val="002C675E"/>
    <w:rsid w:val="002D0679"/>
    <w:rsid w:val="002D1378"/>
    <w:rsid w:val="002D1F6B"/>
    <w:rsid w:val="002D564D"/>
    <w:rsid w:val="002D5F79"/>
    <w:rsid w:val="002D64B5"/>
    <w:rsid w:val="002D7379"/>
    <w:rsid w:val="002E075A"/>
    <w:rsid w:val="002E0A87"/>
    <w:rsid w:val="002E203C"/>
    <w:rsid w:val="002E53DB"/>
    <w:rsid w:val="002F09A5"/>
    <w:rsid w:val="002F137E"/>
    <w:rsid w:val="002F17C1"/>
    <w:rsid w:val="002F1DD5"/>
    <w:rsid w:val="002F1F72"/>
    <w:rsid w:val="002F3804"/>
    <w:rsid w:val="002F4921"/>
    <w:rsid w:val="002F5661"/>
    <w:rsid w:val="002F5FDB"/>
    <w:rsid w:val="002F7873"/>
    <w:rsid w:val="003001D7"/>
    <w:rsid w:val="00300628"/>
    <w:rsid w:val="00300857"/>
    <w:rsid w:val="00301386"/>
    <w:rsid w:val="00301430"/>
    <w:rsid w:val="003026A1"/>
    <w:rsid w:val="00302928"/>
    <w:rsid w:val="00303C13"/>
    <w:rsid w:val="00304141"/>
    <w:rsid w:val="00304BBC"/>
    <w:rsid w:val="00306BA9"/>
    <w:rsid w:val="00307409"/>
    <w:rsid w:val="00310839"/>
    <w:rsid w:val="00311A97"/>
    <w:rsid w:val="00313158"/>
    <w:rsid w:val="00313802"/>
    <w:rsid w:val="0031452D"/>
    <w:rsid w:val="0031461B"/>
    <w:rsid w:val="00315427"/>
    <w:rsid w:val="00315535"/>
    <w:rsid w:val="00317F8D"/>
    <w:rsid w:val="00320072"/>
    <w:rsid w:val="0032076D"/>
    <w:rsid w:val="003215D6"/>
    <w:rsid w:val="00321F88"/>
    <w:rsid w:val="0032239C"/>
    <w:rsid w:val="00323DBD"/>
    <w:rsid w:val="00326EA5"/>
    <w:rsid w:val="00330B0F"/>
    <w:rsid w:val="00330D31"/>
    <w:rsid w:val="00330E3E"/>
    <w:rsid w:val="00332A3E"/>
    <w:rsid w:val="003345DD"/>
    <w:rsid w:val="00334D8B"/>
    <w:rsid w:val="0033650B"/>
    <w:rsid w:val="003411C9"/>
    <w:rsid w:val="003421E8"/>
    <w:rsid w:val="0034255C"/>
    <w:rsid w:val="0034287B"/>
    <w:rsid w:val="003437D4"/>
    <w:rsid w:val="00344CBE"/>
    <w:rsid w:val="003469BE"/>
    <w:rsid w:val="00350734"/>
    <w:rsid w:val="003519FA"/>
    <w:rsid w:val="003533E3"/>
    <w:rsid w:val="00353504"/>
    <w:rsid w:val="00353720"/>
    <w:rsid w:val="00353F6A"/>
    <w:rsid w:val="0035466F"/>
    <w:rsid w:val="00354C2B"/>
    <w:rsid w:val="00354FC2"/>
    <w:rsid w:val="0035501B"/>
    <w:rsid w:val="0035537F"/>
    <w:rsid w:val="0035543B"/>
    <w:rsid w:val="00357BCA"/>
    <w:rsid w:val="00364061"/>
    <w:rsid w:val="0036431A"/>
    <w:rsid w:val="00364A79"/>
    <w:rsid w:val="00364C63"/>
    <w:rsid w:val="00366649"/>
    <w:rsid w:val="003666BA"/>
    <w:rsid w:val="00367D3F"/>
    <w:rsid w:val="00367D56"/>
    <w:rsid w:val="00370068"/>
    <w:rsid w:val="0037194D"/>
    <w:rsid w:val="00371C25"/>
    <w:rsid w:val="00373C41"/>
    <w:rsid w:val="003741BE"/>
    <w:rsid w:val="00374A7D"/>
    <w:rsid w:val="003751DF"/>
    <w:rsid w:val="00375F98"/>
    <w:rsid w:val="00375FE2"/>
    <w:rsid w:val="003766F4"/>
    <w:rsid w:val="003769D8"/>
    <w:rsid w:val="003801C5"/>
    <w:rsid w:val="003808EC"/>
    <w:rsid w:val="003809E5"/>
    <w:rsid w:val="0038193C"/>
    <w:rsid w:val="00383412"/>
    <w:rsid w:val="003843B7"/>
    <w:rsid w:val="003861D4"/>
    <w:rsid w:val="00390ED9"/>
    <w:rsid w:val="003915BD"/>
    <w:rsid w:val="00393EBD"/>
    <w:rsid w:val="0039479B"/>
    <w:rsid w:val="0039546B"/>
    <w:rsid w:val="003954B2"/>
    <w:rsid w:val="00395B85"/>
    <w:rsid w:val="0039691D"/>
    <w:rsid w:val="00396EF3"/>
    <w:rsid w:val="003977A2"/>
    <w:rsid w:val="0039787F"/>
    <w:rsid w:val="003A058F"/>
    <w:rsid w:val="003A0B41"/>
    <w:rsid w:val="003A151A"/>
    <w:rsid w:val="003A32EE"/>
    <w:rsid w:val="003A3F6B"/>
    <w:rsid w:val="003A4667"/>
    <w:rsid w:val="003A5152"/>
    <w:rsid w:val="003A7678"/>
    <w:rsid w:val="003A7DE8"/>
    <w:rsid w:val="003B043F"/>
    <w:rsid w:val="003B0F5E"/>
    <w:rsid w:val="003B1FA0"/>
    <w:rsid w:val="003B24AA"/>
    <w:rsid w:val="003B273A"/>
    <w:rsid w:val="003B31AA"/>
    <w:rsid w:val="003B4083"/>
    <w:rsid w:val="003B462C"/>
    <w:rsid w:val="003B4731"/>
    <w:rsid w:val="003B6343"/>
    <w:rsid w:val="003B73C7"/>
    <w:rsid w:val="003C07F7"/>
    <w:rsid w:val="003C0BE6"/>
    <w:rsid w:val="003C1582"/>
    <w:rsid w:val="003C2C5B"/>
    <w:rsid w:val="003C2ECE"/>
    <w:rsid w:val="003C2F9F"/>
    <w:rsid w:val="003C51A8"/>
    <w:rsid w:val="003C5227"/>
    <w:rsid w:val="003C54EF"/>
    <w:rsid w:val="003C6BAD"/>
    <w:rsid w:val="003D08BB"/>
    <w:rsid w:val="003D0BAA"/>
    <w:rsid w:val="003D2244"/>
    <w:rsid w:val="003D2971"/>
    <w:rsid w:val="003D2A3E"/>
    <w:rsid w:val="003D36C6"/>
    <w:rsid w:val="003D55D7"/>
    <w:rsid w:val="003D5728"/>
    <w:rsid w:val="003D5A3F"/>
    <w:rsid w:val="003D5BE9"/>
    <w:rsid w:val="003D5D09"/>
    <w:rsid w:val="003D6CFD"/>
    <w:rsid w:val="003D72D8"/>
    <w:rsid w:val="003D76EF"/>
    <w:rsid w:val="003E09B9"/>
    <w:rsid w:val="003E1D88"/>
    <w:rsid w:val="003E2548"/>
    <w:rsid w:val="003E2C39"/>
    <w:rsid w:val="003E378B"/>
    <w:rsid w:val="003E39FE"/>
    <w:rsid w:val="003E3F78"/>
    <w:rsid w:val="003E5053"/>
    <w:rsid w:val="003E5369"/>
    <w:rsid w:val="003E594F"/>
    <w:rsid w:val="003E6BC8"/>
    <w:rsid w:val="003E74EE"/>
    <w:rsid w:val="003E7D05"/>
    <w:rsid w:val="003F0158"/>
    <w:rsid w:val="003F0FAE"/>
    <w:rsid w:val="003F1583"/>
    <w:rsid w:val="003F1D08"/>
    <w:rsid w:val="003F21AF"/>
    <w:rsid w:val="003F2438"/>
    <w:rsid w:val="003F24AA"/>
    <w:rsid w:val="003F4BA0"/>
    <w:rsid w:val="003F51D1"/>
    <w:rsid w:val="003F553E"/>
    <w:rsid w:val="003F5BAB"/>
    <w:rsid w:val="003F5FC5"/>
    <w:rsid w:val="003F6396"/>
    <w:rsid w:val="003F6B58"/>
    <w:rsid w:val="003F7571"/>
    <w:rsid w:val="00400324"/>
    <w:rsid w:val="00402137"/>
    <w:rsid w:val="00405B24"/>
    <w:rsid w:val="00406F62"/>
    <w:rsid w:val="004078D5"/>
    <w:rsid w:val="00407FFA"/>
    <w:rsid w:val="00410077"/>
    <w:rsid w:val="0041204A"/>
    <w:rsid w:val="00412489"/>
    <w:rsid w:val="004133FC"/>
    <w:rsid w:val="00413C68"/>
    <w:rsid w:val="004148EE"/>
    <w:rsid w:val="0042081C"/>
    <w:rsid w:val="0042131F"/>
    <w:rsid w:val="004213AE"/>
    <w:rsid w:val="00421435"/>
    <w:rsid w:val="00422405"/>
    <w:rsid w:val="00422C2C"/>
    <w:rsid w:val="00422FE5"/>
    <w:rsid w:val="004247AA"/>
    <w:rsid w:val="00425577"/>
    <w:rsid w:val="00426213"/>
    <w:rsid w:val="004265B6"/>
    <w:rsid w:val="004271B9"/>
    <w:rsid w:val="00427621"/>
    <w:rsid w:val="00427A84"/>
    <w:rsid w:val="00431DA6"/>
    <w:rsid w:val="00432A54"/>
    <w:rsid w:val="00434449"/>
    <w:rsid w:val="00437104"/>
    <w:rsid w:val="004372D2"/>
    <w:rsid w:val="00437924"/>
    <w:rsid w:val="00437E6A"/>
    <w:rsid w:val="00441C29"/>
    <w:rsid w:val="00441CA4"/>
    <w:rsid w:val="00441FDD"/>
    <w:rsid w:val="00442976"/>
    <w:rsid w:val="00442CBF"/>
    <w:rsid w:val="00444923"/>
    <w:rsid w:val="00445337"/>
    <w:rsid w:val="00446340"/>
    <w:rsid w:val="00446532"/>
    <w:rsid w:val="004475E7"/>
    <w:rsid w:val="004504BE"/>
    <w:rsid w:val="00451A1E"/>
    <w:rsid w:val="00453ED1"/>
    <w:rsid w:val="00455AB4"/>
    <w:rsid w:val="00456026"/>
    <w:rsid w:val="004562B2"/>
    <w:rsid w:val="0045702F"/>
    <w:rsid w:val="0045761A"/>
    <w:rsid w:val="00457D65"/>
    <w:rsid w:val="00457F97"/>
    <w:rsid w:val="00460479"/>
    <w:rsid w:val="004606AE"/>
    <w:rsid w:val="0046191B"/>
    <w:rsid w:val="004629DB"/>
    <w:rsid w:val="004635D1"/>
    <w:rsid w:val="0046374E"/>
    <w:rsid w:val="004640F5"/>
    <w:rsid w:val="00464C8F"/>
    <w:rsid w:val="0046523D"/>
    <w:rsid w:val="004671BB"/>
    <w:rsid w:val="00467622"/>
    <w:rsid w:val="00470156"/>
    <w:rsid w:val="00471196"/>
    <w:rsid w:val="00472782"/>
    <w:rsid w:val="00473677"/>
    <w:rsid w:val="004736E6"/>
    <w:rsid w:val="004747AA"/>
    <w:rsid w:val="00476484"/>
    <w:rsid w:val="00476A2C"/>
    <w:rsid w:val="0048080A"/>
    <w:rsid w:val="0048092C"/>
    <w:rsid w:val="00481500"/>
    <w:rsid w:val="00481FF7"/>
    <w:rsid w:val="00482198"/>
    <w:rsid w:val="00483AE1"/>
    <w:rsid w:val="0048565E"/>
    <w:rsid w:val="0048568C"/>
    <w:rsid w:val="0048683D"/>
    <w:rsid w:val="00490A43"/>
    <w:rsid w:val="004915BE"/>
    <w:rsid w:val="00494EDE"/>
    <w:rsid w:val="00495BBC"/>
    <w:rsid w:val="00496006"/>
    <w:rsid w:val="004970F8"/>
    <w:rsid w:val="004A20A1"/>
    <w:rsid w:val="004A55EF"/>
    <w:rsid w:val="004A5808"/>
    <w:rsid w:val="004A585E"/>
    <w:rsid w:val="004A6DCB"/>
    <w:rsid w:val="004A7648"/>
    <w:rsid w:val="004A7D0E"/>
    <w:rsid w:val="004A7FA4"/>
    <w:rsid w:val="004B0362"/>
    <w:rsid w:val="004B1108"/>
    <w:rsid w:val="004B202B"/>
    <w:rsid w:val="004B290B"/>
    <w:rsid w:val="004B3510"/>
    <w:rsid w:val="004B3BC3"/>
    <w:rsid w:val="004B4119"/>
    <w:rsid w:val="004B5812"/>
    <w:rsid w:val="004B6ED2"/>
    <w:rsid w:val="004B73B7"/>
    <w:rsid w:val="004B76EA"/>
    <w:rsid w:val="004C096B"/>
    <w:rsid w:val="004C1679"/>
    <w:rsid w:val="004C2F21"/>
    <w:rsid w:val="004C3122"/>
    <w:rsid w:val="004C3937"/>
    <w:rsid w:val="004C3D02"/>
    <w:rsid w:val="004C4BF5"/>
    <w:rsid w:val="004C5043"/>
    <w:rsid w:val="004C530D"/>
    <w:rsid w:val="004C5A6B"/>
    <w:rsid w:val="004C6327"/>
    <w:rsid w:val="004C7619"/>
    <w:rsid w:val="004C7D53"/>
    <w:rsid w:val="004D0017"/>
    <w:rsid w:val="004D01EA"/>
    <w:rsid w:val="004D0C94"/>
    <w:rsid w:val="004D0E5D"/>
    <w:rsid w:val="004D1FDC"/>
    <w:rsid w:val="004D25CD"/>
    <w:rsid w:val="004D435C"/>
    <w:rsid w:val="004D4684"/>
    <w:rsid w:val="004D478C"/>
    <w:rsid w:val="004D5882"/>
    <w:rsid w:val="004D5AA4"/>
    <w:rsid w:val="004D6A0F"/>
    <w:rsid w:val="004D6CAD"/>
    <w:rsid w:val="004E0E7D"/>
    <w:rsid w:val="004E1D91"/>
    <w:rsid w:val="004E210F"/>
    <w:rsid w:val="004E2E2A"/>
    <w:rsid w:val="004E329C"/>
    <w:rsid w:val="004E32A7"/>
    <w:rsid w:val="004E46F3"/>
    <w:rsid w:val="004E4C43"/>
    <w:rsid w:val="004E50EC"/>
    <w:rsid w:val="004E5186"/>
    <w:rsid w:val="004E5735"/>
    <w:rsid w:val="004E7803"/>
    <w:rsid w:val="004F039A"/>
    <w:rsid w:val="004F0EEE"/>
    <w:rsid w:val="004F165D"/>
    <w:rsid w:val="004F2765"/>
    <w:rsid w:val="004F2EDC"/>
    <w:rsid w:val="004F3102"/>
    <w:rsid w:val="004F32CA"/>
    <w:rsid w:val="004F349F"/>
    <w:rsid w:val="004F3EFD"/>
    <w:rsid w:val="004F565E"/>
    <w:rsid w:val="004F71E6"/>
    <w:rsid w:val="004F721A"/>
    <w:rsid w:val="0050094D"/>
    <w:rsid w:val="00500E5C"/>
    <w:rsid w:val="00501DCB"/>
    <w:rsid w:val="0050279D"/>
    <w:rsid w:val="0050295B"/>
    <w:rsid w:val="00502DA9"/>
    <w:rsid w:val="00504AA0"/>
    <w:rsid w:val="00505065"/>
    <w:rsid w:val="0050652A"/>
    <w:rsid w:val="005114D7"/>
    <w:rsid w:val="005124BD"/>
    <w:rsid w:val="005128D5"/>
    <w:rsid w:val="00512906"/>
    <w:rsid w:val="0051497A"/>
    <w:rsid w:val="00514A32"/>
    <w:rsid w:val="00522DB9"/>
    <w:rsid w:val="0052383B"/>
    <w:rsid w:val="0052391B"/>
    <w:rsid w:val="0052403F"/>
    <w:rsid w:val="00525D4B"/>
    <w:rsid w:val="00527C39"/>
    <w:rsid w:val="0053039D"/>
    <w:rsid w:val="005304BE"/>
    <w:rsid w:val="005310D3"/>
    <w:rsid w:val="0053246D"/>
    <w:rsid w:val="00532DB5"/>
    <w:rsid w:val="005336D8"/>
    <w:rsid w:val="00534A62"/>
    <w:rsid w:val="00536833"/>
    <w:rsid w:val="00536C58"/>
    <w:rsid w:val="00536F16"/>
    <w:rsid w:val="00537A72"/>
    <w:rsid w:val="005405A4"/>
    <w:rsid w:val="00540960"/>
    <w:rsid w:val="005410EE"/>
    <w:rsid w:val="00541ACC"/>
    <w:rsid w:val="00541C42"/>
    <w:rsid w:val="005422A5"/>
    <w:rsid w:val="00542666"/>
    <w:rsid w:val="005428CA"/>
    <w:rsid w:val="0054492F"/>
    <w:rsid w:val="00544DA6"/>
    <w:rsid w:val="00545207"/>
    <w:rsid w:val="0054567E"/>
    <w:rsid w:val="0055060B"/>
    <w:rsid w:val="005506CD"/>
    <w:rsid w:val="00551120"/>
    <w:rsid w:val="005514A7"/>
    <w:rsid w:val="0055208E"/>
    <w:rsid w:val="005522AD"/>
    <w:rsid w:val="00552CAC"/>
    <w:rsid w:val="00554F2C"/>
    <w:rsid w:val="00555701"/>
    <w:rsid w:val="00555B93"/>
    <w:rsid w:val="00556E49"/>
    <w:rsid w:val="00556F03"/>
    <w:rsid w:val="00557552"/>
    <w:rsid w:val="00560B8F"/>
    <w:rsid w:val="00560BC3"/>
    <w:rsid w:val="00560FC2"/>
    <w:rsid w:val="00561CDA"/>
    <w:rsid w:val="00562EB9"/>
    <w:rsid w:val="005650B6"/>
    <w:rsid w:val="005658C6"/>
    <w:rsid w:val="00566A1F"/>
    <w:rsid w:val="00570C4F"/>
    <w:rsid w:val="00573EAA"/>
    <w:rsid w:val="005758D8"/>
    <w:rsid w:val="00575E56"/>
    <w:rsid w:val="005809DF"/>
    <w:rsid w:val="0058172C"/>
    <w:rsid w:val="00581BAF"/>
    <w:rsid w:val="00583CA0"/>
    <w:rsid w:val="00584B74"/>
    <w:rsid w:val="0058508D"/>
    <w:rsid w:val="0058652D"/>
    <w:rsid w:val="00586F0A"/>
    <w:rsid w:val="00590236"/>
    <w:rsid w:val="00590AA6"/>
    <w:rsid w:val="00590FD8"/>
    <w:rsid w:val="00591E9E"/>
    <w:rsid w:val="00591F36"/>
    <w:rsid w:val="0059374B"/>
    <w:rsid w:val="005939C1"/>
    <w:rsid w:val="005957A8"/>
    <w:rsid w:val="005A16D5"/>
    <w:rsid w:val="005A20F2"/>
    <w:rsid w:val="005A25A2"/>
    <w:rsid w:val="005A2A0F"/>
    <w:rsid w:val="005A2B71"/>
    <w:rsid w:val="005A3338"/>
    <w:rsid w:val="005A3B7A"/>
    <w:rsid w:val="005A414F"/>
    <w:rsid w:val="005A7AEB"/>
    <w:rsid w:val="005B089D"/>
    <w:rsid w:val="005B1C17"/>
    <w:rsid w:val="005B25BA"/>
    <w:rsid w:val="005B299A"/>
    <w:rsid w:val="005B3157"/>
    <w:rsid w:val="005B3F2B"/>
    <w:rsid w:val="005B4505"/>
    <w:rsid w:val="005B4D69"/>
    <w:rsid w:val="005B6895"/>
    <w:rsid w:val="005B6A0C"/>
    <w:rsid w:val="005B7B90"/>
    <w:rsid w:val="005C00EA"/>
    <w:rsid w:val="005C0C20"/>
    <w:rsid w:val="005C2CC7"/>
    <w:rsid w:val="005C34A9"/>
    <w:rsid w:val="005C61AB"/>
    <w:rsid w:val="005C69F5"/>
    <w:rsid w:val="005C6C28"/>
    <w:rsid w:val="005C6ECE"/>
    <w:rsid w:val="005D16F9"/>
    <w:rsid w:val="005D182D"/>
    <w:rsid w:val="005D20FF"/>
    <w:rsid w:val="005D457E"/>
    <w:rsid w:val="005D4670"/>
    <w:rsid w:val="005D4FB9"/>
    <w:rsid w:val="005D5BCF"/>
    <w:rsid w:val="005D62C2"/>
    <w:rsid w:val="005D63DD"/>
    <w:rsid w:val="005E208B"/>
    <w:rsid w:val="005E3670"/>
    <w:rsid w:val="005E401B"/>
    <w:rsid w:val="005E5EAD"/>
    <w:rsid w:val="005E5FCF"/>
    <w:rsid w:val="005E6C2C"/>
    <w:rsid w:val="005F01A2"/>
    <w:rsid w:val="005F057D"/>
    <w:rsid w:val="005F11AF"/>
    <w:rsid w:val="005F1FE9"/>
    <w:rsid w:val="005F36DE"/>
    <w:rsid w:val="005F42C4"/>
    <w:rsid w:val="005F4734"/>
    <w:rsid w:val="00600812"/>
    <w:rsid w:val="00601223"/>
    <w:rsid w:val="0060137F"/>
    <w:rsid w:val="006023B7"/>
    <w:rsid w:val="00602B51"/>
    <w:rsid w:val="006058C4"/>
    <w:rsid w:val="00605F69"/>
    <w:rsid w:val="00610370"/>
    <w:rsid w:val="00612AE2"/>
    <w:rsid w:val="006130A1"/>
    <w:rsid w:val="0061559A"/>
    <w:rsid w:val="006157AF"/>
    <w:rsid w:val="0061594C"/>
    <w:rsid w:val="00616714"/>
    <w:rsid w:val="00620C57"/>
    <w:rsid w:val="0062336D"/>
    <w:rsid w:val="00623AFE"/>
    <w:rsid w:val="00625073"/>
    <w:rsid w:val="006259CD"/>
    <w:rsid w:val="00625FF4"/>
    <w:rsid w:val="00627253"/>
    <w:rsid w:val="00627B14"/>
    <w:rsid w:val="0063093F"/>
    <w:rsid w:val="0063177D"/>
    <w:rsid w:val="006324C0"/>
    <w:rsid w:val="00633163"/>
    <w:rsid w:val="00633505"/>
    <w:rsid w:val="00634D4F"/>
    <w:rsid w:val="00635418"/>
    <w:rsid w:val="00637463"/>
    <w:rsid w:val="00645C35"/>
    <w:rsid w:val="00647979"/>
    <w:rsid w:val="00647EBE"/>
    <w:rsid w:val="00652CD3"/>
    <w:rsid w:val="00655854"/>
    <w:rsid w:val="00660172"/>
    <w:rsid w:val="00660D32"/>
    <w:rsid w:val="00663101"/>
    <w:rsid w:val="006631AE"/>
    <w:rsid w:val="00664D31"/>
    <w:rsid w:val="00665F32"/>
    <w:rsid w:val="00666823"/>
    <w:rsid w:val="00667545"/>
    <w:rsid w:val="006704C0"/>
    <w:rsid w:val="00670A57"/>
    <w:rsid w:val="00671502"/>
    <w:rsid w:val="00672315"/>
    <w:rsid w:val="00672DE9"/>
    <w:rsid w:val="00673C7B"/>
    <w:rsid w:val="0067451E"/>
    <w:rsid w:val="00674D2C"/>
    <w:rsid w:val="00676084"/>
    <w:rsid w:val="00677B2C"/>
    <w:rsid w:val="006823AC"/>
    <w:rsid w:val="00682C06"/>
    <w:rsid w:val="006833F9"/>
    <w:rsid w:val="00684658"/>
    <w:rsid w:val="00684672"/>
    <w:rsid w:val="00684CBB"/>
    <w:rsid w:val="00684F01"/>
    <w:rsid w:val="00685329"/>
    <w:rsid w:val="0068533E"/>
    <w:rsid w:val="00686D3E"/>
    <w:rsid w:val="00686D6F"/>
    <w:rsid w:val="00687A45"/>
    <w:rsid w:val="00691670"/>
    <w:rsid w:val="006925BF"/>
    <w:rsid w:val="00693090"/>
    <w:rsid w:val="00693E82"/>
    <w:rsid w:val="00694C4B"/>
    <w:rsid w:val="00695A76"/>
    <w:rsid w:val="0069604C"/>
    <w:rsid w:val="006A0BC3"/>
    <w:rsid w:val="006A169E"/>
    <w:rsid w:val="006A236E"/>
    <w:rsid w:val="006A333C"/>
    <w:rsid w:val="006A54AE"/>
    <w:rsid w:val="006A62DD"/>
    <w:rsid w:val="006A6341"/>
    <w:rsid w:val="006A70E3"/>
    <w:rsid w:val="006A7173"/>
    <w:rsid w:val="006A7EB2"/>
    <w:rsid w:val="006B13DF"/>
    <w:rsid w:val="006B3588"/>
    <w:rsid w:val="006B409A"/>
    <w:rsid w:val="006B4369"/>
    <w:rsid w:val="006B500C"/>
    <w:rsid w:val="006B5046"/>
    <w:rsid w:val="006B671E"/>
    <w:rsid w:val="006B6DAD"/>
    <w:rsid w:val="006B79C5"/>
    <w:rsid w:val="006B7CBB"/>
    <w:rsid w:val="006C13CA"/>
    <w:rsid w:val="006C148A"/>
    <w:rsid w:val="006C35E5"/>
    <w:rsid w:val="006C3AD9"/>
    <w:rsid w:val="006C4E49"/>
    <w:rsid w:val="006C6CB6"/>
    <w:rsid w:val="006D0665"/>
    <w:rsid w:val="006D1323"/>
    <w:rsid w:val="006D14D1"/>
    <w:rsid w:val="006D2EE5"/>
    <w:rsid w:val="006D3910"/>
    <w:rsid w:val="006D3C0B"/>
    <w:rsid w:val="006D4711"/>
    <w:rsid w:val="006D684F"/>
    <w:rsid w:val="006D6BA9"/>
    <w:rsid w:val="006D7762"/>
    <w:rsid w:val="006D7990"/>
    <w:rsid w:val="006E1A9B"/>
    <w:rsid w:val="006E1ABC"/>
    <w:rsid w:val="006E29F7"/>
    <w:rsid w:val="006E2B13"/>
    <w:rsid w:val="006E35CD"/>
    <w:rsid w:val="006E3B89"/>
    <w:rsid w:val="006E5257"/>
    <w:rsid w:val="006E5E98"/>
    <w:rsid w:val="006E7588"/>
    <w:rsid w:val="006E7708"/>
    <w:rsid w:val="006F0E51"/>
    <w:rsid w:val="006F0EC7"/>
    <w:rsid w:val="006F1060"/>
    <w:rsid w:val="006F2EE3"/>
    <w:rsid w:val="006F3C3B"/>
    <w:rsid w:val="006F4295"/>
    <w:rsid w:val="006F42E8"/>
    <w:rsid w:val="006F45A5"/>
    <w:rsid w:val="006F7333"/>
    <w:rsid w:val="007006A4"/>
    <w:rsid w:val="00701535"/>
    <w:rsid w:val="00704672"/>
    <w:rsid w:val="00704B19"/>
    <w:rsid w:val="00704C2E"/>
    <w:rsid w:val="007067B9"/>
    <w:rsid w:val="00710915"/>
    <w:rsid w:val="00710F85"/>
    <w:rsid w:val="007112AC"/>
    <w:rsid w:val="0071316C"/>
    <w:rsid w:val="00715B2E"/>
    <w:rsid w:val="00715EC3"/>
    <w:rsid w:val="00715F8F"/>
    <w:rsid w:val="00716EB7"/>
    <w:rsid w:val="00717511"/>
    <w:rsid w:val="0072365B"/>
    <w:rsid w:val="00724272"/>
    <w:rsid w:val="00725660"/>
    <w:rsid w:val="0073225D"/>
    <w:rsid w:val="00733433"/>
    <w:rsid w:val="007347B3"/>
    <w:rsid w:val="00735BC1"/>
    <w:rsid w:val="007367D4"/>
    <w:rsid w:val="007369E2"/>
    <w:rsid w:val="00737D3E"/>
    <w:rsid w:val="0074183F"/>
    <w:rsid w:val="00742588"/>
    <w:rsid w:val="00742D21"/>
    <w:rsid w:val="00742E14"/>
    <w:rsid w:val="00746CFB"/>
    <w:rsid w:val="00751DDC"/>
    <w:rsid w:val="0075290E"/>
    <w:rsid w:val="00753520"/>
    <w:rsid w:val="00755558"/>
    <w:rsid w:val="00755D4C"/>
    <w:rsid w:val="00755F38"/>
    <w:rsid w:val="00756DF8"/>
    <w:rsid w:val="0075736F"/>
    <w:rsid w:val="00757691"/>
    <w:rsid w:val="007602DB"/>
    <w:rsid w:val="00760DBF"/>
    <w:rsid w:val="00762B3C"/>
    <w:rsid w:val="00762B47"/>
    <w:rsid w:val="00762CFF"/>
    <w:rsid w:val="00765D16"/>
    <w:rsid w:val="00765FC1"/>
    <w:rsid w:val="007671E6"/>
    <w:rsid w:val="00767BE2"/>
    <w:rsid w:val="00767C98"/>
    <w:rsid w:val="007726D3"/>
    <w:rsid w:val="00772991"/>
    <w:rsid w:val="00772A20"/>
    <w:rsid w:val="00772E3A"/>
    <w:rsid w:val="00775006"/>
    <w:rsid w:val="00775814"/>
    <w:rsid w:val="00775DFF"/>
    <w:rsid w:val="00777521"/>
    <w:rsid w:val="007779C9"/>
    <w:rsid w:val="00777EAE"/>
    <w:rsid w:val="00777FD1"/>
    <w:rsid w:val="0078062B"/>
    <w:rsid w:val="007808B4"/>
    <w:rsid w:val="00781087"/>
    <w:rsid w:val="007817C6"/>
    <w:rsid w:val="0078299C"/>
    <w:rsid w:val="0078336D"/>
    <w:rsid w:val="00783C9C"/>
    <w:rsid w:val="007924E4"/>
    <w:rsid w:val="00794BB6"/>
    <w:rsid w:val="00795EBB"/>
    <w:rsid w:val="00796BAD"/>
    <w:rsid w:val="007A2512"/>
    <w:rsid w:val="007A2874"/>
    <w:rsid w:val="007A2ABC"/>
    <w:rsid w:val="007A4CC0"/>
    <w:rsid w:val="007A517C"/>
    <w:rsid w:val="007A69A8"/>
    <w:rsid w:val="007A6DB8"/>
    <w:rsid w:val="007A6E30"/>
    <w:rsid w:val="007A722E"/>
    <w:rsid w:val="007A7C10"/>
    <w:rsid w:val="007A7DCE"/>
    <w:rsid w:val="007A7ED9"/>
    <w:rsid w:val="007B0B59"/>
    <w:rsid w:val="007B1057"/>
    <w:rsid w:val="007B1821"/>
    <w:rsid w:val="007B4A1E"/>
    <w:rsid w:val="007B6158"/>
    <w:rsid w:val="007B658E"/>
    <w:rsid w:val="007B67DC"/>
    <w:rsid w:val="007B79BE"/>
    <w:rsid w:val="007B7F4D"/>
    <w:rsid w:val="007C26A2"/>
    <w:rsid w:val="007C327B"/>
    <w:rsid w:val="007C5BD2"/>
    <w:rsid w:val="007C5FD5"/>
    <w:rsid w:val="007C6F07"/>
    <w:rsid w:val="007C7001"/>
    <w:rsid w:val="007C7406"/>
    <w:rsid w:val="007D0245"/>
    <w:rsid w:val="007D133E"/>
    <w:rsid w:val="007D1908"/>
    <w:rsid w:val="007D1A11"/>
    <w:rsid w:val="007D1D1A"/>
    <w:rsid w:val="007D2440"/>
    <w:rsid w:val="007D301D"/>
    <w:rsid w:val="007D4C7F"/>
    <w:rsid w:val="007D53D8"/>
    <w:rsid w:val="007D6CA4"/>
    <w:rsid w:val="007D7399"/>
    <w:rsid w:val="007D7C2A"/>
    <w:rsid w:val="007E0151"/>
    <w:rsid w:val="007E184D"/>
    <w:rsid w:val="007E205B"/>
    <w:rsid w:val="007E2A2F"/>
    <w:rsid w:val="007E2C35"/>
    <w:rsid w:val="007E2D52"/>
    <w:rsid w:val="007E320F"/>
    <w:rsid w:val="007E3A6D"/>
    <w:rsid w:val="007E4C1B"/>
    <w:rsid w:val="007E503B"/>
    <w:rsid w:val="007E5138"/>
    <w:rsid w:val="007E54DC"/>
    <w:rsid w:val="007E5514"/>
    <w:rsid w:val="007E6D8D"/>
    <w:rsid w:val="007E713E"/>
    <w:rsid w:val="007F074A"/>
    <w:rsid w:val="007F164F"/>
    <w:rsid w:val="007F241D"/>
    <w:rsid w:val="007F26F4"/>
    <w:rsid w:val="007F44DF"/>
    <w:rsid w:val="007F4B0C"/>
    <w:rsid w:val="007F5E1C"/>
    <w:rsid w:val="008000D0"/>
    <w:rsid w:val="00801F68"/>
    <w:rsid w:val="008028B5"/>
    <w:rsid w:val="008030D9"/>
    <w:rsid w:val="00803657"/>
    <w:rsid w:val="0080381F"/>
    <w:rsid w:val="00803BA7"/>
    <w:rsid w:val="0080574D"/>
    <w:rsid w:val="008073B3"/>
    <w:rsid w:val="0080747F"/>
    <w:rsid w:val="0081013A"/>
    <w:rsid w:val="0081018E"/>
    <w:rsid w:val="00811076"/>
    <w:rsid w:val="008119B9"/>
    <w:rsid w:val="00812090"/>
    <w:rsid w:val="00814F11"/>
    <w:rsid w:val="00815D7B"/>
    <w:rsid w:val="008162C9"/>
    <w:rsid w:val="008162D5"/>
    <w:rsid w:val="00816350"/>
    <w:rsid w:val="008164EB"/>
    <w:rsid w:val="00816B13"/>
    <w:rsid w:val="008211CF"/>
    <w:rsid w:val="008215F1"/>
    <w:rsid w:val="00821B60"/>
    <w:rsid w:val="00821FA8"/>
    <w:rsid w:val="00823E70"/>
    <w:rsid w:val="008244F3"/>
    <w:rsid w:val="008247ED"/>
    <w:rsid w:val="0082499B"/>
    <w:rsid w:val="00825823"/>
    <w:rsid w:val="00826CEA"/>
    <w:rsid w:val="00827279"/>
    <w:rsid w:val="0082758E"/>
    <w:rsid w:val="00831F07"/>
    <w:rsid w:val="00832CEA"/>
    <w:rsid w:val="00833CB6"/>
    <w:rsid w:val="00833E2B"/>
    <w:rsid w:val="00834217"/>
    <w:rsid w:val="0083424A"/>
    <w:rsid w:val="008342EC"/>
    <w:rsid w:val="008344F5"/>
    <w:rsid w:val="0083456C"/>
    <w:rsid w:val="00834657"/>
    <w:rsid w:val="00835DFD"/>
    <w:rsid w:val="00836162"/>
    <w:rsid w:val="008410DB"/>
    <w:rsid w:val="00842111"/>
    <w:rsid w:val="0084214F"/>
    <w:rsid w:val="00842D39"/>
    <w:rsid w:val="008432C3"/>
    <w:rsid w:val="008432D4"/>
    <w:rsid w:val="00843E4C"/>
    <w:rsid w:val="00846EDF"/>
    <w:rsid w:val="0084707C"/>
    <w:rsid w:val="0085565D"/>
    <w:rsid w:val="00857916"/>
    <w:rsid w:val="00861595"/>
    <w:rsid w:val="00861EE4"/>
    <w:rsid w:val="00863F38"/>
    <w:rsid w:val="008640B7"/>
    <w:rsid w:val="008641DA"/>
    <w:rsid w:val="00864E37"/>
    <w:rsid w:val="00870271"/>
    <w:rsid w:val="0087060A"/>
    <w:rsid w:val="00872FE4"/>
    <w:rsid w:val="00873562"/>
    <w:rsid w:val="00873891"/>
    <w:rsid w:val="00873B30"/>
    <w:rsid w:val="00875FFB"/>
    <w:rsid w:val="00877767"/>
    <w:rsid w:val="00877D4E"/>
    <w:rsid w:val="008813AF"/>
    <w:rsid w:val="00881E9F"/>
    <w:rsid w:val="00884868"/>
    <w:rsid w:val="008859CF"/>
    <w:rsid w:val="00885BE7"/>
    <w:rsid w:val="00886A18"/>
    <w:rsid w:val="0088715B"/>
    <w:rsid w:val="008879AE"/>
    <w:rsid w:val="00887E71"/>
    <w:rsid w:val="00890528"/>
    <w:rsid w:val="00890DEE"/>
    <w:rsid w:val="00890EE0"/>
    <w:rsid w:val="008910BD"/>
    <w:rsid w:val="00891376"/>
    <w:rsid w:val="00892335"/>
    <w:rsid w:val="008935B3"/>
    <w:rsid w:val="00893BB8"/>
    <w:rsid w:val="008950C2"/>
    <w:rsid w:val="00896A8D"/>
    <w:rsid w:val="0089717E"/>
    <w:rsid w:val="008A1570"/>
    <w:rsid w:val="008A1944"/>
    <w:rsid w:val="008A300C"/>
    <w:rsid w:val="008A68B3"/>
    <w:rsid w:val="008A73FC"/>
    <w:rsid w:val="008A74B9"/>
    <w:rsid w:val="008A79D3"/>
    <w:rsid w:val="008A7A3A"/>
    <w:rsid w:val="008B0457"/>
    <w:rsid w:val="008B0A02"/>
    <w:rsid w:val="008B151E"/>
    <w:rsid w:val="008B2847"/>
    <w:rsid w:val="008B2897"/>
    <w:rsid w:val="008B4C2A"/>
    <w:rsid w:val="008B5B2E"/>
    <w:rsid w:val="008B6368"/>
    <w:rsid w:val="008C08CE"/>
    <w:rsid w:val="008C3031"/>
    <w:rsid w:val="008C354C"/>
    <w:rsid w:val="008C5D31"/>
    <w:rsid w:val="008C7903"/>
    <w:rsid w:val="008D1FBA"/>
    <w:rsid w:val="008D233F"/>
    <w:rsid w:val="008D2E00"/>
    <w:rsid w:val="008D2F3D"/>
    <w:rsid w:val="008D3012"/>
    <w:rsid w:val="008D3D67"/>
    <w:rsid w:val="008D530D"/>
    <w:rsid w:val="008D5F3D"/>
    <w:rsid w:val="008D73A6"/>
    <w:rsid w:val="008D7411"/>
    <w:rsid w:val="008E2D5A"/>
    <w:rsid w:val="008E35E8"/>
    <w:rsid w:val="008E3FD2"/>
    <w:rsid w:val="008E40C4"/>
    <w:rsid w:val="008E4AE3"/>
    <w:rsid w:val="008E72ED"/>
    <w:rsid w:val="008F1590"/>
    <w:rsid w:val="008F44E7"/>
    <w:rsid w:val="008F6549"/>
    <w:rsid w:val="008F6746"/>
    <w:rsid w:val="008F7075"/>
    <w:rsid w:val="008F7328"/>
    <w:rsid w:val="008F7485"/>
    <w:rsid w:val="008F7BA3"/>
    <w:rsid w:val="008F7C57"/>
    <w:rsid w:val="0090098B"/>
    <w:rsid w:val="00903539"/>
    <w:rsid w:val="00903710"/>
    <w:rsid w:val="00904041"/>
    <w:rsid w:val="00904377"/>
    <w:rsid w:val="00904A11"/>
    <w:rsid w:val="00904FCB"/>
    <w:rsid w:val="009071B3"/>
    <w:rsid w:val="00907634"/>
    <w:rsid w:val="009076C2"/>
    <w:rsid w:val="009101E3"/>
    <w:rsid w:val="00910A1D"/>
    <w:rsid w:val="00910E2E"/>
    <w:rsid w:val="0091236A"/>
    <w:rsid w:val="0091292A"/>
    <w:rsid w:val="00912E41"/>
    <w:rsid w:val="00913AEE"/>
    <w:rsid w:val="00914151"/>
    <w:rsid w:val="00914A70"/>
    <w:rsid w:val="00916B97"/>
    <w:rsid w:val="009175C9"/>
    <w:rsid w:val="00920946"/>
    <w:rsid w:val="00920CB2"/>
    <w:rsid w:val="0092108D"/>
    <w:rsid w:val="00921468"/>
    <w:rsid w:val="00921619"/>
    <w:rsid w:val="009217D6"/>
    <w:rsid w:val="00921EAB"/>
    <w:rsid w:val="00922DDF"/>
    <w:rsid w:val="00922EAB"/>
    <w:rsid w:val="009230A4"/>
    <w:rsid w:val="009236E0"/>
    <w:rsid w:val="009243BB"/>
    <w:rsid w:val="00924B65"/>
    <w:rsid w:val="00924D25"/>
    <w:rsid w:val="0092624F"/>
    <w:rsid w:val="00926329"/>
    <w:rsid w:val="00926333"/>
    <w:rsid w:val="00926355"/>
    <w:rsid w:val="00926A78"/>
    <w:rsid w:val="00926C0D"/>
    <w:rsid w:val="00927E08"/>
    <w:rsid w:val="00927FB0"/>
    <w:rsid w:val="00931B8E"/>
    <w:rsid w:val="00933F12"/>
    <w:rsid w:val="00934F25"/>
    <w:rsid w:val="00935E2F"/>
    <w:rsid w:val="009376C0"/>
    <w:rsid w:val="00940357"/>
    <w:rsid w:val="0094183D"/>
    <w:rsid w:val="009422B7"/>
    <w:rsid w:val="00942928"/>
    <w:rsid w:val="00942955"/>
    <w:rsid w:val="00943791"/>
    <w:rsid w:val="009444D8"/>
    <w:rsid w:val="0094605C"/>
    <w:rsid w:val="009460E4"/>
    <w:rsid w:val="00946FCB"/>
    <w:rsid w:val="009500DD"/>
    <w:rsid w:val="009527DB"/>
    <w:rsid w:val="00952F1F"/>
    <w:rsid w:val="00953557"/>
    <w:rsid w:val="00957223"/>
    <w:rsid w:val="00960023"/>
    <w:rsid w:val="009608BF"/>
    <w:rsid w:val="0096270B"/>
    <w:rsid w:val="00962AEC"/>
    <w:rsid w:val="00964A61"/>
    <w:rsid w:val="009650DA"/>
    <w:rsid w:val="00965616"/>
    <w:rsid w:val="009662BA"/>
    <w:rsid w:val="00966D4A"/>
    <w:rsid w:val="00967964"/>
    <w:rsid w:val="00970253"/>
    <w:rsid w:val="00970409"/>
    <w:rsid w:val="009733D1"/>
    <w:rsid w:val="00974939"/>
    <w:rsid w:val="00975030"/>
    <w:rsid w:val="0097534E"/>
    <w:rsid w:val="0097611D"/>
    <w:rsid w:val="00976804"/>
    <w:rsid w:val="009803B2"/>
    <w:rsid w:val="009805AB"/>
    <w:rsid w:val="00980CC9"/>
    <w:rsid w:val="00980FF9"/>
    <w:rsid w:val="009820B9"/>
    <w:rsid w:val="00986104"/>
    <w:rsid w:val="0098611F"/>
    <w:rsid w:val="00986350"/>
    <w:rsid w:val="009866B2"/>
    <w:rsid w:val="00987406"/>
    <w:rsid w:val="009906BA"/>
    <w:rsid w:val="009910D3"/>
    <w:rsid w:val="009918CD"/>
    <w:rsid w:val="00994667"/>
    <w:rsid w:val="009958D2"/>
    <w:rsid w:val="0099645C"/>
    <w:rsid w:val="00996565"/>
    <w:rsid w:val="00996D13"/>
    <w:rsid w:val="0099771D"/>
    <w:rsid w:val="009A0371"/>
    <w:rsid w:val="009A04D5"/>
    <w:rsid w:val="009A3CAC"/>
    <w:rsid w:val="009A422A"/>
    <w:rsid w:val="009A51A0"/>
    <w:rsid w:val="009A56D7"/>
    <w:rsid w:val="009A5FA6"/>
    <w:rsid w:val="009B1BB0"/>
    <w:rsid w:val="009B234C"/>
    <w:rsid w:val="009B2AD5"/>
    <w:rsid w:val="009B3D5F"/>
    <w:rsid w:val="009B4009"/>
    <w:rsid w:val="009B5773"/>
    <w:rsid w:val="009B64EA"/>
    <w:rsid w:val="009C00ED"/>
    <w:rsid w:val="009C2C57"/>
    <w:rsid w:val="009C35D4"/>
    <w:rsid w:val="009C37C2"/>
    <w:rsid w:val="009C3840"/>
    <w:rsid w:val="009C4226"/>
    <w:rsid w:val="009C4235"/>
    <w:rsid w:val="009C58C6"/>
    <w:rsid w:val="009C59AA"/>
    <w:rsid w:val="009C6F59"/>
    <w:rsid w:val="009D052C"/>
    <w:rsid w:val="009D0FFF"/>
    <w:rsid w:val="009D15A9"/>
    <w:rsid w:val="009D27B3"/>
    <w:rsid w:val="009D2A13"/>
    <w:rsid w:val="009D2EF8"/>
    <w:rsid w:val="009D4652"/>
    <w:rsid w:val="009D5A26"/>
    <w:rsid w:val="009D6C38"/>
    <w:rsid w:val="009D71DD"/>
    <w:rsid w:val="009D7D36"/>
    <w:rsid w:val="009D7DE4"/>
    <w:rsid w:val="009E084A"/>
    <w:rsid w:val="009E0FDD"/>
    <w:rsid w:val="009E35E5"/>
    <w:rsid w:val="009E4890"/>
    <w:rsid w:val="009E64CB"/>
    <w:rsid w:val="009E6542"/>
    <w:rsid w:val="009F0AD0"/>
    <w:rsid w:val="009F2685"/>
    <w:rsid w:val="009F322D"/>
    <w:rsid w:val="009F361B"/>
    <w:rsid w:val="009F54F9"/>
    <w:rsid w:val="009F586F"/>
    <w:rsid w:val="009F6348"/>
    <w:rsid w:val="009F6945"/>
    <w:rsid w:val="009F7D35"/>
    <w:rsid w:val="009F7EAC"/>
    <w:rsid w:val="00A007C5"/>
    <w:rsid w:val="00A00E1E"/>
    <w:rsid w:val="00A01511"/>
    <w:rsid w:val="00A016E8"/>
    <w:rsid w:val="00A039E9"/>
    <w:rsid w:val="00A03EC4"/>
    <w:rsid w:val="00A04218"/>
    <w:rsid w:val="00A04B64"/>
    <w:rsid w:val="00A057DD"/>
    <w:rsid w:val="00A05ABA"/>
    <w:rsid w:val="00A07EB5"/>
    <w:rsid w:val="00A10B12"/>
    <w:rsid w:val="00A11121"/>
    <w:rsid w:val="00A12F97"/>
    <w:rsid w:val="00A135B3"/>
    <w:rsid w:val="00A15566"/>
    <w:rsid w:val="00A1695C"/>
    <w:rsid w:val="00A20177"/>
    <w:rsid w:val="00A20B1D"/>
    <w:rsid w:val="00A20D40"/>
    <w:rsid w:val="00A21885"/>
    <w:rsid w:val="00A21C70"/>
    <w:rsid w:val="00A22380"/>
    <w:rsid w:val="00A23FD5"/>
    <w:rsid w:val="00A24D57"/>
    <w:rsid w:val="00A25663"/>
    <w:rsid w:val="00A262A1"/>
    <w:rsid w:val="00A26961"/>
    <w:rsid w:val="00A26F4C"/>
    <w:rsid w:val="00A3082D"/>
    <w:rsid w:val="00A30F5C"/>
    <w:rsid w:val="00A329AE"/>
    <w:rsid w:val="00A33449"/>
    <w:rsid w:val="00A337EB"/>
    <w:rsid w:val="00A33C76"/>
    <w:rsid w:val="00A346E6"/>
    <w:rsid w:val="00A34F67"/>
    <w:rsid w:val="00A35283"/>
    <w:rsid w:val="00A35A6F"/>
    <w:rsid w:val="00A3669E"/>
    <w:rsid w:val="00A37506"/>
    <w:rsid w:val="00A37E90"/>
    <w:rsid w:val="00A411B1"/>
    <w:rsid w:val="00A43A1F"/>
    <w:rsid w:val="00A444CD"/>
    <w:rsid w:val="00A4589B"/>
    <w:rsid w:val="00A46AAE"/>
    <w:rsid w:val="00A46C32"/>
    <w:rsid w:val="00A47D2C"/>
    <w:rsid w:val="00A5279E"/>
    <w:rsid w:val="00A55E27"/>
    <w:rsid w:val="00A55F45"/>
    <w:rsid w:val="00A56C77"/>
    <w:rsid w:val="00A63097"/>
    <w:rsid w:val="00A64032"/>
    <w:rsid w:val="00A64362"/>
    <w:rsid w:val="00A644D0"/>
    <w:rsid w:val="00A65358"/>
    <w:rsid w:val="00A72E62"/>
    <w:rsid w:val="00A72F0E"/>
    <w:rsid w:val="00A737CE"/>
    <w:rsid w:val="00A73E1F"/>
    <w:rsid w:val="00A74CD5"/>
    <w:rsid w:val="00A7547A"/>
    <w:rsid w:val="00A75F95"/>
    <w:rsid w:val="00A770AC"/>
    <w:rsid w:val="00A818C0"/>
    <w:rsid w:val="00A82AF0"/>
    <w:rsid w:val="00A8504D"/>
    <w:rsid w:val="00A854DD"/>
    <w:rsid w:val="00A876D9"/>
    <w:rsid w:val="00A87A92"/>
    <w:rsid w:val="00A93A13"/>
    <w:rsid w:val="00A966C1"/>
    <w:rsid w:val="00A9739E"/>
    <w:rsid w:val="00AA45B5"/>
    <w:rsid w:val="00AA55EE"/>
    <w:rsid w:val="00AA58E1"/>
    <w:rsid w:val="00AA597D"/>
    <w:rsid w:val="00AA7C48"/>
    <w:rsid w:val="00AB0BDF"/>
    <w:rsid w:val="00AB2C91"/>
    <w:rsid w:val="00AB3257"/>
    <w:rsid w:val="00AB3535"/>
    <w:rsid w:val="00AB4068"/>
    <w:rsid w:val="00AB40B5"/>
    <w:rsid w:val="00AB4126"/>
    <w:rsid w:val="00AB654B"/>
    <w:rsid w:val="00AB6587"/>
    <w:rsid w:val="00AC0942"/>
    <w:rsid w:val="00AC31ED"/>
    <w:rsid w:val="00AC5C91"/>
    <w:rsid w:val="00AC603A"/>
    <w:rsid w:val="00AC799D"/>
    <w:rsid w:val="00AD16A7"/>
    <w:rsid w:val="00AD2892"/>
    <w:rsid w:val="00AD2C38"/>
    <w:rsid w:val="00AD31DD"/>
    <w:rsid w:val="00AD33E6"/>
    <w:rsid w:val="00AD3AEE"/>
    <w:rsid w:val="00AD5A62"/>
    <w:rsid w:val="00AD64ED"/>
    <w:rsid w:val="00AE118A"/>
    <w:rsid w:val="00AE21EF"/>
    <w:rsid w:val="00AE2A05"/>
    <w:rsid w:val="00AE5684"/>
    <w:rsid w:val="00AE5EB1"/>
    <w:rsid w:val="00AE62FF"/>
    <w:rsid w:val="00AF1073"/>
    <w:rsid w:val="00AF32AE"/>
    <w:rsid w:val="00AF35A0"/>
    <w:rsid w:val="00AF42D1"/>
    <w:rsid w:val="00AF5748"/>
    <w:rsid w:val="00AF67FD"/>
    <w:rsid w:val="00AF69AC"/>
    <w:rsid w:val="00B00823"/>
    <w:rsid w:val="00B01416"/>
    <w:rsid w:val="00B01997"/>
    <w:rsid w:val="00B03484"/>
    <w:rsid w:val="00B04BFA"/>
    <w:rsid w:val="00B05AF4"/>
    <w:rsid w:val="00B07C7B"/>
    <w:rsid w:val="00B1149B"/>
    <w:rsid w:val="00B11829"/>
    <w:rsid w:val="00B130C8"/>
    <w:rsid w:val="00B16D47"/>
    <w:rsid w:val="00B16E78"/>
    <w:rsid w:val="00B21B5B"/>
    <w:rsid w:val="00B229FF"/>
    <w:rsid w:val="00B237A1"/>
    <w:rsid w:val="00B24E9E"/>
    <w:rsid w:val="00B2512B"/>
    <w:rsid w:val="00B25604"/>
    <w:rsid w:val="00B25FD8"/>
    <w:rsid w:val="00B262FB"/>
    <w:rsid w:val="00B266C7"/>
    <w:rsid w:val="00B277F3"/>
    <w:rsid w:val="00B310B4"/>
    <w:rsid w:val="00B32847"/>
    <w:rsid w:val="00B3478B"/>
    <w:rsid w:val="00B3584C"/>
    <w:rsid w:val="00B359F3"/>
    <w:rsid w:val="00B36153"/>
    <w:rsid w:val="00B361C8"/>
    <w:rsid w:val="00B36B6F"/>
    <w:rsid w:val="00B3752B"/>
    <w:rsid w:val="00B40315"/>
    <w:rsid w:val="00B40DB5"/>
    <w:rsid w:val="00B41660"/>
    <w:rsid w:val="00B42B0C"/>
    <w:rsid w:val="00B42E05"/>
    <w:rsid w:val="00B44889"/>
    <w:rsid w:val="00B46A20"/>
    <w:rsid w:val="00B474E2"/>
    <w:rsid w:val="00B5078F"/>
    <w:rsid w:val="00B51DA3"/>
    <w:rsid w:val="00B53909"/>
    <w:rsid w:val="00B54E4F"/>
    <w:rsid w:val="00B55885"/>
    <w:rsid w:val="00B55DE8"/>
    <w:rsid w:val="00B56EDA"/>
    <w:rsid w:val="00B60F6C"/>
    <w:rsid w:val="00B6173E"/>
    <w:rsid w:val="00B635C7"/>
    <w:rsid w:val="00B6371E"/>
    <w:rsid w:val="00B63C8D"/>
    <w:rsid w:val="00B64F45"/>
    <w:rsid w:val="00B65C9E"/>
    <w:rsid w:val="00B66C4D"/>
    <w:rsid w:val="00B67E27"/>
    <w:rsid w:val="00B70668"/>
    <w:rsid w:val="00B70B9A"/>
    <w:rsid w:val="00B71F8D"/>
    <w:rsid w:val="00B72428"/>
    <w:rsid w:val="00B72812"/>
    <w:rsid w:val="00B736C1"/>
    <w:rsid w:val="00B73B26"/>
    <w:rsid w:val="00B73B4A"/>
    <w:rsid w:val="00B7431F"/>
    <w:rsid w:val="00B75B25"/>
    <w:rsid w:val="00B75BE8"/>
    <w:rsid w:val="00B76FB1"/>
    <w:rsid w:val="00B81039"/>
    <w:rsid w:val="00B82C3C"/>
    <w:rsid w:val="00B82E40"/>
    <w:rsid w:val="00B83502"/>
    <w:rsid w:val="00B8358B"/>
    <w:rsid w:val="00B83C44"/>
    <w:rsid w:val="00B858A1"/>
    <w:rsid w:val="00B86874"/>
    <w:rsid w:val="00B877DF"/>
    <w:rsid w:val="00B90062"/>
    <w:rsid w:val="00B900B3"/>
    <w:rsid w:val="00B90EFA"/>
    <w:rsid w:val="00B936B9"/>
    <w:rsid w:val="00B944E0"/>
    <w:rsid w:val="00B94E15"/>
    <w:rsid w:val="00B955EC"/>
    <w:rsid w:val="00B96924"/>
    <w:rsid w:val="00B97A31"/>
    <w:rsid w:val="00BA09A5"/>
    <w:rsid w:val="00BA0FB3"/>
    <w:rsid w:val="00BA1606"/>
    <w:rsid w:val="00BA18D0"/>
    <w:rsid w:val="00BA1F81"/>
    <w:rsid w:val="00BA2413"/>
    <w:rsid w:val="00BA29BC"/>
    <w:rsid w:val="00BA3250"/>
    <w:rsid w:val="00BA473F"/>
    <w:rsid w:val="00BA4AC9"/>
    <w:rsid w:val="00BA4C0C"/>
    <w:rsid w:val="00BA4FDF"/>
    <w:rsid w:val="00BA5603"/>
    <w:rsid w:val="00BA7498"/>
    <w:rsid w:val="00BA7C32"/>
    <w:rsid w:val="00BB03B8"/>
    <w:rsid w:val="00BB03E8"/>
    <w:rsid w:val="00BB0F31"/>
    <w:rsid w:val="00BB1F35"/>
    <w:rsid w:val="00BB2771"/>
    <w:rsid w:val="00BB31C5"/>
    <w:rsid w:val="00BB3643"/>
    <w:rsid w:val="00BB574E"/>
    <w:rsid w:val="00BB6B49"/>
    <w:rsid w:val="00BB7F1D"/>
    <w:rsid w:val="00BC0C9B"/>
    <w:rsid w:val="00BC0F47"/>
    <w:rsid w:val="00BC1142"/>
    <w:rsid w:val="00BC17B7"/>
    <w:rsid w:val="00BC218D"/>
    <w:rsid w:val="00BC4530"/>
    <w:rsid w:val="00BC558C"/>
    <w:rsid w:val="00BC793C"/>
    <w:rsid w:val="00BD03FD"/>
    <w:rsid w:val="00BD0B01"/>
    <w:rsid w:val="00BD1E30"/>
    <w:rsid w:val="00BD4194"/>
    <w:rsid w:val="00BD50D1"/>
    <w:rsid w:val="00BD5B14"/>
    <w:rsid w:val="00BD6A6A"/>
    <w:rsid w:val="00BD6CBF"/>
    <w:rsid w:val="00BD7737"/>
    <w:rsid w:val="00BE2582"/>
    <w:rsid w:val="00BE40DF"/>
    <w:rsid w:val="00BE460F"/>
    <w:rsid w:val="00BE4C40"/>
    <w:rsid w:val="00BE5121"/>
    <w:rsid w:val="00BE5927"/>
    <w:rsid w:val="00BE5E6E"/>
    <w:rsid w:val="00BE7E52"/>
    <w:rsid w:val="00BF042C"/>
    <w:rsid w:val="00BF08DA"/>
    <w:rsid w:val="00BF11A0"/>
    <w:rsid w:val="00BF1882"/>
    <w:rsid w:val="00BF2C8A"/>
    <w:rsid w:val="00BF4608"/>
    <w:rsid w:val="00BF49D1"/>
    <w:rsid w:val="00C01032"/>
    <w:rsid w:val="00C010E4"/>
    <w:rsid w:val="00C014DE"/>
    <w:rsid w:val="00C01995"/>
    <w:rsid w:val="00C0262E"/>
    <w:rsid w:val="00C033C3"/>
    <w:rsid w:val="00C048D2"/>
    <w:rsid w:val="00C06A6E"/>
    <w:rsid w:val="00C06F84"/>
    <w:rsid w:val="00C07555"/>
    <w:rsid w:val="00C078AF"/>
    <w:rsid w:val="00C10435"/>
    <w:rsid w:val="00C11812"/>
    <w:rsid w:val="00C1182D"/>
    <w:rsid w:val="00C12173"/>
    <w:rsid w:val="00C1293A"/>
    <w:rsid w:val="00C12F5F"/>
    <w:rsid w:val="00C13E65"/>
    <w:rsid w:val="00C14084"/>
    <w:rsid w:val="00C14250"/>
    <w:rsid w:val="00C14C7E"/>
    <w:rsid w:val="00C16123"/>
    <w:rsid w:val="00C1660F"/>
    <w:rsid w:val="00C17E8D"/>
    <w:rsid w:val="00C20675"/>
    <w:rsid w:val="00C20EFC"/>
    <w:rsid w:val="00C213B7"/>
    <w:rsid w:val="00C2187B"/>
    <w:rsid w:val="00C21B77"/>
    <w:rsid w:val="00C22813"/>
    <w:rsid w:val="00C23658"/>
    <w:rsid w:val="00C24CE9"/>
    <w:rsid w:val="00C25DAF"/>
    <w:rsid w:val="00C26209"/>
    <w:rsid w:val="00C26C5A"/>
    <w:rsid w:val="00C2715B"/>
    <w:rsid w:val="00C274BC"/>
    <w:rsid w:val="00C27787"/>
    <w:rsid w:val="00C27E86"/>
    <w:rsid w:val="00C31C84"/>
    <w:rsid w:val="00C3211C"/>
    <w:rsid w:val="00C33C50"/>
    <w:rsid w:val="00C34025"/>
    <w:rsid w:val="00C3621F"/>
    <w:rsid w:val="00C37C2A"/>
    <w:rsid w:val="00C400B2"/>
    <w:rsid w:val="00C40E89"/>
    <w:rsid w:val="00C420EA"/>
    <w:rsid w:val="00C431AA"/>
    <w:rsid w:val="00C43B72"/>
    <w:rsid w:val="00C50D97"/>
    <w:rsid w:val="00C5108D"/>
    <w:rsid w:val="00C5148F"/>
    <w:rsid w:val="00C52256"/>
    <w:rsid w:val="00C52A46"/>
    <w:rsid w:val="00C53C19"/>
    <w:rsid w:val="00C559DC"/>
    <w:rsid w:val="00C573B0"/>
    <w:rsid w:val="00C601AE"/>
    <w:rsid w:val="00C62153"/>
    <w:rsid w:val="00C6237F"/>
    <w:rsid w:val="00C62BF8"/>
    <w:rsid w:val="00C62C1A"/>
    <w:rsid w:val="00C63311"/>
    <w:rsid w:val="00C6442C"/>
    <w:rsid w:val="00C65343"/>
    <w:rsid w:val="00C664E0"/>
    <w:rsid w:val="00C671C6"/>
    <w:rsid w:val="00C676C7"/>
    <w:rsid w:val="00C7035F"/>
    <w:rsid w:val="00C71075"/>
    <w:rsid w:val="00C7278E"/>
    <w:rsid w:val="00C72A5A"/>
    <w:rsid w:val="00C73E0A"/>
    <w:rsid w:val="00C7445C"/>
    <w:rsid w:val="00C7451D"/>
    <w:rsid w:val="00C74640"/>
    <w:rsid w:val="00C76362"/>
    <w:rsid w:val="00C763C0"/>
    <w:rsid w:val="00C76457"/>
    <w:rsid w:val="00C76E24"/>
    <w:rsid w:val="00C770EC"/>
    <w:rsid w:val="00C802B5"/>
    <w:rsid w:val="00C80620"/>
    <w:rsid w:val="00C8064D"/>
    <w:rsid w:val="00C8142D"/>
    <w:rsid w:val="00C81FC8"/>
    <w:rsid w:val="00C82FAA"/>
    <w:rsid w:val="00C8324A"/>
    <w:rsid w:val="00C83D67"/>
    <w:rsid w:val="00C83E18"/>
    <w:rsid w:val="00C8421A"/>
    <w:rsid w:val="00C84EAA"/>
    <w:rsid w:val="00C85212"/>
    <w:rsid w:val="00C859A2"/>
    <w:rsid w:val="00C86A3B"/>
    <w:rsid w:val="00C87245"/>
    <w:rsid w:val="00C87E0C"/>
    <w:rsid w:val="00C907CE"/>
    <w:rsid w:val="00C91134"/>
    <w:rsid w:val="00C91468"/>
    <w:rsid w:val="00C91576"/>
    <w:rsid w:val="00C9165F"/>
    <w:rsid w:val="00C931C0"/>
    <w:rsid w:val="00C93B64"/>
    <w:rsid w:val="00C947EE"/>
    <w:rsid w:val="00C949C5"/>
    <w:rsid w:val="00C95968"/>
    <w:rsid w:val="00C95AC7"/>
    <w:rsid w:val="00CA14A9"/>
    <w:rsid w:val="00CA1948"/>
    <w:rsid w:val="00CA21F3"/>
    <w:rsid w:val="00CA3E14"/>
    <w:rsid w:val="00CA3F95"/>
    <w:rsid w:val="00CA4E83"/>
    <w:rsid w:val="00CA573A"/>
    <w:rsid w:val="00CA5F41"/>
    <w:rsid w:val="00CA67B7"/>
    <w:rsid w:val="00CA6DA8"/>
    <w:rsid w:val="00CA739F"/>
    <w:rsid w:val="00CA79FD"/>
    <w:rsid w:val="00CA7A69"/>
    <w:rsid w:val="00CA7E77"/>
    <w:rsid w:val="00CB0191"/>
    <w:rsid w:val="00CB1857"/>
    <w:rsid w:val="00CB1DC6"/>
    <w:rsid w:val="00CB22DA"/>
    <w:rsid w:val="00CB2669"/>
    <w:rsid w:val="00CB2892"/>
    <w:rsid w:val="00CB2E93"/>
    <w:rsid w:val="00CB43F5"/>
    <w:rsid w:val="00CB47C3"/>
    <w:rsid w:val="00CB5EC4"/>
    <w:rsid w:val="00CB6F4B"/>
    <w:rsid w:val="00CB7820"/>
    <w:rsid w:val="00CB7941"/>
    <w:rsid w:val="00CC061B"/>
    <w:rsid w:val="00CC0ECA"/>
    <w:rsid w:val="00CC2521"/>
    <w:rsid w:val="00CC2818"/>
    <w:rsid w:val="00CC2DAB"/>
    <w:rsid w:val="00CC5675"/>
    <w:rsid w:val="00CC5A38"/>
    <w:rsid w:val="00CC5C43"/>
    <w:rsid w:val="00CD0C91"/>
    <w:rsid w:val="00CD25D6"/>
    <w:rsid w:val="00CD2B04"/>
    <w:rsid w:val="00CD2C1B"/>
    <w:rsid w:val="00CD2ED6"/>
    <w:rsid w:val="00CD30AC"/>
    <w:rsid w:val="00CD4DB4"/>
    <w:rsid w:val="00CD57F7"/>
    <w:rsid w:val="00CD664B"/>
    <w:rsid w:val="00CD67B1"/>
    <w:rsid w:val="00CE0FE7"/>
    <w:rsid w:val="00CE122E"/>
    <w:rsid w:val="00CE1723"/>
    <w:rsid w:val="00CE26BD"/>
    <w:rsid w:val="00CE2B8E"/>
    <w:rsid w:val="00CE2F13"/>
    <w:rsid w:val="00CE35E2"/>
    <w:rsid w:val="00CE3E4D"/>
    <w:rsid w:val="00CE3E92"/>
    <w:rsid w:val="00CE4CF8"/>
    <w:rsid w:val="00CE4D8B"/>
    <w:rsid w:val="00CE693E"/>
    <w:rsid w:val="00CE7413"/>
    <w:rsid w:val="00CE7489"/>
    <w:rsid w:val="00CF0A82"/>
    <w:rsid w:val="00CF13CE"/>
    <w:rsid w:val="00CF28F9"/>
    <w:rsid w:val="00CF483F"/>
    <w:rsid w:val="00CF60A9"/>
    <w:rsid w:val="00CF7474"/>
    <w:rsid w:val="00CF7EAE"/>
    <w:rsid w:val="00D007D4"/>
    <w:rsid w:val="00D01420"/>
    <w:rsid w:val="00D01A9E"/>
    <w:rsid w:val="00D029B0"/>
    <w:rsid w:val="00D02A4E"/>
    <w:rsid w:val="00D03726"/>
    <w:rsid w:val="00D049D9"/>
    <w:rsid w:val="00D04D72"/>
    <w:rsid w:val="00D07139"/>
    <w:rsid w:val="00D10380"/>
    <w:rsid w:val="00D1385B"/>
    <w:rsid w:val="00D13D4A"/>
    <w:rsid w:val="00D1597E"/>
    <w:rsid w:val="00D17C99"/>
    <w:rsid w:val="00D17CAC"/>
    <w:rsid w:val="00D17D86"/>
    <w:rsid w:val="00D241CB"/>
    <w:rsid w:val="00D25117"/>
    <w:rsid w:val="00D2578E"/>
    <w:rsid w:val="00D27FB4"/>
    <w:rsid w:val="00D30FE7"/>
    <w:rsid w:val="00D31A0C"/>
    <w:rsid w:val="00D32CC4"/>
    <w:rsid w:val="00D32F55"/>
    <w:rsid w:val="00D3468E"/>
    <w:rsid w:val="00D36451"/>
    <w:rsid w:val="00D36E0E"/>
    <w:rsid w:val="00D37251"/>
    <w:rsid w:val="00D37C25"/>
    <w:rsid w:val="00D40817"/>
    <w:rsid w:val="00D40CBC"/>
    <w:rsid w:val="00D4232A"/>
    <w:rsid w:val="00D42547"/>
    <w:rsid w:val="00D4284A"/>
    <w:rsid w:val="00D439BF"/>
    <w:rsid w:val="00D43C92"/>
    <w:rsid w:val="00D43CDA"/>
    <w:rsid w:val="00D43ED2"/>
    <w:rsid w:val="00D44A18"/>
    <w:rsid w:val="00D44F15"/>
    <w:rsid w:val="00D45469"/>
    <w:rsid w:val="00D471D4"/>
    <w:rsid w:val="00D505AA"/>
    <w:rsid w:val="00D50945"/>
    <w:rsid w:val="00D50CE9"/>
    <w:rsid w:val="00D51810"/>
    <w:rsid w:val="00D520FB"/>
    <w:rsid w:val="00D57B23"/>
    <w:rsid w:val="00D57E1B"/>
    <w:rsid w:val="00D60804"/>
    <w:rsid w:val="00D608A1"/>
    <w:rsid w:val="00D61C51"/>
    <w:rsid w:val="00D61E93"/>
    <w:rsid w:val="00D6458A"/>
    <w:rsid w:val="00D65C58"/>
    <w:rsid w:val="00D715B9"/>
    <w:rsid w:val="00D71B12"/>
    <w:rsid w:val="00D71B72"/>
    <w:rsid w:val="00D72AE4"/>
    <w:rsid w:val="00D74F8F"/>
    <w:rsid w:val="00D761BA"/>
    <w:rsid w:val="00D779CE"/>
    <w:rsid w:val="00D8312C"/>
    <w:rsid w:val="00D83ED3"/>
    <w:rsid w:val="00D85DAB"/>
    <w:rsid w:val="00D8667B"/>
    <w:rsid w:val="00D86B7D"/>
    <w:rsid w:val="00D873FF"/>
    <w:rsid w:val="00D87620"/>
    <w:rsid w:val="00D91C10"/>
    <w:rsid w:val="00D931D3"/>
    <w:rsid w:val="00D93727"/>
    <w:rsid w:val="00D93B26"/>
    <w:rsid w:val="00D93B62"/>
    <w:rsid w:val="00D95CDD"/>
    <w:rsid w:val="00D9651B"/>
    <w:rsid w:val="00D975FB"/>
    <w:rsid w:val="00DA1CDC"/>
    <w:rsid w:val="00DA203E"/>
    <w:rsid w:val="00DA2075"/>
    <w:rsid w:val="00DA2182"/>
    <w:rsid w:val="00DA2FA3"/>
    <w:rsid w:val="00DA3C4C"/>
    <w:rsid w:val="00DA439A"/>
    <w:rsid w:val="00DA4878"/>
    <w:rsid w:val="00DA5329"/>
    <w:rsid w:val="00DA58D6"/>
    <w:rsid w:val="00DA7056"/>
    <w:rsid w:val="00DA7D4F"/>
    <w:rsid w:val="00DA7F50"/>
    <w:rsid w:val="00DB3964"/>
    <w:rsid w:val="00DB3A5B"/>
    <w:rsid w:val="00DB3D3F"/>
    <w:rsid w:val="00DB55EC"/>
    <w:rsid w:val="00DB622F"/>
    <w:rsid w:val="00DC1AC0"/>
    <w:rsid w:val="00DC2551"/>
    <w:rsid w:val="00DC275F"/>
    <w:rsid w:val="00DC2BA2"/>
    <w:rsid w:val="00DC40E0"/>
    <w:rsid w:val="00DC438D"/>
    <w:rsid w:val="00DC4D51"/>
    <w:rsid w:val="00DC4FB1"/>
    <w:rsid w:val="00DC52D6"/>
    <w:rsid w:val="00DC640C"/>
    <w:rsid w:val="00DC76B8"/>
    <w:rsid w:val="00DD02D4"/>
    <w:rsid w:val="00DD061D"/>
    <w:rsid w:val="00DD3B2C"/>
    <w:rsid w:val="00DD3D47"/>
    <w:rsid w:val="00DD4A25"/>
    <w:rsid w:val="00DD572B"/>
    <w:rsid w:val="00DD6225"/>
    <w:rsid w:val="00DD7C09"/>
    <w:rsid w:val="00DD7C34"/>
    <w:rsid w:val="00DE1F24"/>
    <w:rsid w:val="00DE3B9E"/>
    <w:rsid w:val="00DE48BB"/>
    <w:rsid w:val="00DE5CE0"/>
    <w:rsid w:val="00DE6778"/>
    <w:rsid w:val="00DE6856"/>
    <w:rsid w:val="00DE71DE"/>
    <w:rsid w:val="00DF0409"/>
    <w:rsid w:val="00DF10A8"/>
    <w:rsid w:val="00DF187C"/>
    <w:rsid w:val="00DF48DE"/>
    <w:rsid w:val="00DF610F"/>
    <w:rsid w:val="00E00BFC"/>
    <w:rsid w:val="00E00F5A"/>
    <w:rsid w:val="00E02C3F"/>
    <w:rsid w:val="00E0313A"/>
    <w:rsid w:val="00E047FF"/>
    <w:rsid w:val="00E05088"/>
    <w:rsid w:val="00E06A42"/>
    <w:rsid w:val="00E07696"/>
    <w:rsid w:val="00E07B40"/>
    <w:rsid w:val="00E10F05"/>
    <w:rsid w:val="00E13021"/>
    <w:rsid w:val="00E137B0"/>
    <w:rsid w:val="00E13BBF"/>
    <w:rsid w:val="00E154F1"/>
    <w:rsid w:val="00E1632A"/>
    <w:rsid w:val="00E16567"/>
    <w:rsid w:val="00E21C71"/>
    <w:rsid w:val="00E227F6"/>
    <w:rsid w:val="00E2538E"/>
    <w:rsid w:val="00E2599B"/>
    <w:rsid w:val="00E25FC6"/>
    <w:rsid w:val="00E2630E"/>
    <w:rsid w:val="00E271CA"/>
    <w:rsid w:val="00E300A2"/>
    <w:rsid w:val="00E310F4"/>
    <w:rsid w:val="00E32681"/>
    <w:rsid w:val="00E34E52"/>
    <w:rsid w:val="00E35123"/>
    <w:rsid w:val="00E3583D"/>
    <w:rsid w:val="00E35AB2"/>
    <w:rsid w:val="00E36276"/>
    <w:rsid w:val="00E3640B"/>
    <w:rsid w:val="00E40CBB"/>
    <w:rsid w:val="00E40ED7"/>
    <w:rsid w:val="00E42178"/>
    <w:rsid w:val="00E45FFB"/>
    <w:rsid w:val="00E468B5"/>
    <w:rsid w:val="00E46CEB"/>
    <w:rsid w:val="00E4726C"/>
    <w:rsid w:val="00E53396"/>
    <w:rsid w:val="00E53AB7"/>
    <w:rsid w:val="00E540FA"/>
    <w:rsid w:val="00E54982"/>
    <w:rsid w:val="00E550DE"/>
    <w:rsid w:val="00E55328"/>
    <w:rsid w:val="00E60B0D"/>
    <w:rsid w:val="00E610E5"/>
    <w:rsid w:val="00E618F4"/>
    <w:rsid w:val="00E61C04"/>
    <w:rsid w:val="00E6250A"/>
    <w:rsid w:val="00E646B9"/>
    <w:rsid w:val="00E651B3"/>
    <w:rsid w:val="00E679B3"/>
    <w:rsid w:val="00E67FC0"/>
    <w:rsid w:val="00E7075C"/>
    <w:rsid w:val="00E71528"/>
    <w:rsid w:val="00E71C7C"/>
    <w:rsid w:val="00E728EA"/>
    <w:rsid w:val="00E73EEE"/>
    <w:rsid w:val="00E746D5"/>
    <w:rsid w:val="00E76165"/>
    <w:rsid w:val="00E769D4"/>
    <w:rsid w:val="00E7713D"/>
    <w:rsid w:val="00E81097"/>
    <w:rsid w:val="00E81AF5"/>
    <w:rsid w:val="00E822F2"/>
    <w:rsid w:val="00E8523D"/>
    <w:rsid w:val="00E858AA"/>
    <w:rsid w:val="00E8600C"/>
    <w:rsid w:val="00E865C4"/>
    <w:rsid w:val="00E86811"/>
    <w:rsid w:val="00E86CBF"/>
    <w:rsid w:val="00E86EF8"/>
    <w:rsid w:val="00E87A21"/>
    <w:rsid w:val="00E87D33"/>
    <w:rsid w:val="00E90F22"/>
    <w:rsid w:val="00E91B7C"/>
    <w:rsid w:val="00E91BA8"/>
    <w:rsid w:val="00E9387A"/>
    <w:rsid w:val="00E93FE5"/>
    <w:rsid w:val="00E9403F"/>
    <w:rsid w:val="00E94485"/>
    <w:rsid w:val="00E94909"/>
    <w:rsid w:val="00E96E6A"/>
    <w:rsid w:val="00E97465"/>
    <w:rsid w:val="00EA0A28"/>
    <w:rsid w:val="00EA0C47"/>
    <w:rsid w:val="00EA36BB"/>
    <w:rsid w:val="00EA3985"/>
    <w:rsid w:val="00EA3B4B"/>
    <w:rsid w:val="00EA43DF"/>
    <w:rsid w:val="00EA6206"/>
    <w:rsid w:val="00EA6D14"/>
    <w:rsid w:val="00EA6D53"/>
    <w:rsid w:val="00EA6EC5"/>
    <w:rsid w:val="00EB019F"/>
    <w:rsid w:val="00EB16D8"/>
    <w:rsid w:val="00EB178B"/>
    <w:rsid w:val="00EB20DE"/>
    <w:rsid w:val="00EB3DC8"/>
    <w:rsid w:val="00EB415F"/>
    <w:rsid w:val="00EB6474"/>
    <w:rsid w:val="00EB6D78"/>
    <w:rsid w:val="00EC23D0"/>
    <w:rsid w:val="00EC42AB"/>
    <w:rsid w:val="00EC6612"/>
    <w:rsid w:val="00EC6E56"/>
    <w:rsid w:val="00EC6F60"/>
    <w:rsid w:val="00EC72F9"/>
    <w:rsid w:val="00EC77CA"/>
    <w:rsid w:val="00EC79CF"/>
    <w:rsid w:val="00ED199B"/>
    <w:rsid w:val="00ED1B35"/>
    <w:rsid w:val="00ED3340"/>
    <w:rsid w:val="00ED3483"/>
    <w:rsid w:val="00ED3F28"/>
    <w:rsid w:val="00ED3F31"/>
    <w:rsid w:val="00ED4645"/>
    <w:rsid w:val="00ED6269"/>
    <w:rsid w:val="00ED7532"/>
    <w:rsid w:val="00ED7941"/>
    <w:rsid w:val="00EE0037"/>
    <w:rsid w:val="00EE089D"/>
    <w:rsid w:val="00EE0E80"/>
    <w:rsid w:val="00EE1420"/>
    <w:rsid w:val="00EE29B1"/>
    <w:rsid w:val="00EE3A1B"/>
    <w:rsid w:val="00EE5969"/>
    <w:rsid w:val="00EE72A3"/>
    <w:rsid w:val="00EE75F4"/>
    <w:rsid w:val="00EE79D6"/>
    <w:rsid w:val="00EE7F0B"/>
    <w:rsid w:val="00EF0111"/>
    <w:rsid w:val="00EF0304"/>
    <w:rsid w:val="00EF1561"/>
    <w:rsid w:val="00EF26F9"/>
    <w:rsid w:val="00EF271A"/>
    <w:rsid w:val="00EF3DD5"/>
    <w:rsid w:val="00EF3E0D"/>
    <w:rsid w:val="00EF534B"/>
    <w:rsid w:val="00EF54F7"/>
    <w:rsid w:val="00EF5811"/>
    <w:rsid w:val="00EF612A"/>
    <w:rsid w:val="00EF7071"/>
    <w:rsid w:val="00EF764F"/>
    <w:rsid w:val="00F00DF2"/>
    <w:rsid w:val="00F01542"/>
    <w:rsid w:val="00F015F5"/>
    <w:rsid w:val="00F01EE9"/>
    <w:rsid w:val="00F05F99"/>
    <w:rsid w:val="00F06643"/>
    <w:rsid w:val="00F06C63"/>
    <w:rsid w:val="00F070B5"/>
    <w:rsid w:val="00F07580"/>
    <w:rsid w:val="00F07C63"/>
    <w:rsid w:val="00F07E6A"/>
    <w:rsid w:val="00F106F8"/>
    <w:rsid w:val="00F109D1"/>
    <w:rsid w:val="00F128F5"/>
    <w:rsid w:val="00F14F49"/>
    <w:rsid w:val="00F17BBC"/>
    <w:rsid w:val="00F20ABF"/>
    <w:rsid w:val="00F20B1B"/>
    <w:rsid w:val="00F223CE"/>
    <w:rsid w:val="00F2320F"/>
    <w:rsid w:val="00F25467"/>
    <w:rsid w:val="00F26042"/>
    <w:rsid w:val="00F272D5"/>
    <w:rsid w:val="00F30041"/>
    <w:rsid w:val="00F30414"/>
    <w:rsid w:val="00F317B3"/>
    <w:rsid w:val="00F33B49"/>
    <w:rsid w:val="00F3491F"/>
    <w:rsid w:val="00F34995"/>
    <w:rsid w:val="00F3649E"/>
    <w:rsid w:val="00F365E6"/>
    <w:rsid w:val="00F36C25"/>
    <w:rsid w:val="00F37E9A"/>
    <w:rsid w:val="00F405AB"/>
    <w:rsid w:val="00F411D4"/>
    <w:rsid w:val="00F41653"/>
    <w:rsid w:val="00F42A4D"/>
    <w:rsid w:val="00F42F09"/>
    <w:rsid w:val="00F45414"/>
    <w:rsid w:val="00F45A64"/>
    <w:rsid w:val="00F463B6"/>
    <w:rsid w:val="00F51228"/>
    <w:rsid w:val="00F51373"/>
    <w:rsid w:val="00F51F41"/>
    <w:rsid w:val="00F52B64"/>
    <w:rsid w:val="00F53910"/>
    <w:rsid w:val="00F5418C"/>
    <w:rsid w:val="00F568DE"/>
    <w:rsid w:val="00F62354"/>
    <w:rsid w:val="00F630FA"/>
    <w:rsid w:val="00F63D39"/>
    <w:rsid w:val="00F65A92"/>
    <w:rsid w:val="00F663CD"/>
    <w:rsid w:val="00F66EF9"/>
    <w:rsid w:val="00F70D23"/>
    <w:rsid w:val="00F70D90"/>
    <w:rsid w:val="00F733D9"/>
    <w:rsid w:val="00F738FD"/>
    <w:rsid w:val="00F73EF5"/>
    <w:rsid w:val="00F74613"/>
    <w:rsid w:val="00F746A4"/>
    <w:rsid w:val="00F74C61"/>
    <w:rsid w:val="00F83A37"/>
    <w:rsid w:val="00F841C1"/>
    <w:rsid w:val="00F85103"/>
    <w:rsid w:val="00F8612C"/>
    <w:rsid w:val="00F862D1"/>
    <w:rsid w:val="00F8652A"/>
    <w:rsid w:val="00F86793"/>
    <w:rsid w:val="00F87226"/>
    <w:rsid w:val="00F903E6"/>
    <w:rsid w:val="00F91B4F"/>
    <w:rsid w:val="00F931BC"/>
    <w:rsid w:val="00F94088"/>
    <w:rsid w:val="00F944E6"/>
    <w:rsid w:val="00F949F9"/>
    <w:rsid w:val="00F9554B"/>
    <w:rsid w:val="00F95E35"/>
    <w:rsid w:val="00FA211B"/>
    <w:rsid w:val="00FA2269"/>
    <w:rsid w:val="00FA2981"/>
    <w:rsid w:val="00FA3048"/>
    <w:rsid w:val="00FA3738"/>
    <w:rsid w:val="00FA3CFD"/>
    <w:rsid w:val="00FA4198"/>
    <w:rsid w:val="00FA5BE3"/>
    <w:rsid w:val="00FA731E"/>
    <w:rsid w:val="00FA7708"/>
    <w:rsid w:val="00FB0812"/>
    <w:rsid w:val="00FB23F4"/>
    <w:rsid w:val="00FB298C"/>
    <w:rsid w:val="00FB29F9"/>
    <w:rsid w:val="00FB398D"/>
    <w:rsid w:val="00FB47A0"/>
    <w:rsid w:val="00FB6779"/>
    <w:rsid w:val="00FC1786"/>
    <w:rsid w:val="00FC4126"/>
    <w:rsid w:val="00FC4451"/>
    <w:rsid w:val="00FC521C"/>
    <w:rsid w:val="00FC541B"/>
    <w:rsid w:val="00FC5525"/>
    <w:rsid w:val="00FC6441"/>
    <w:rsid w:val="00FC6491"/>
    <w:rsid w:val="00FC6DFE"/>
    <w:rsid w:val="00FC72F4"/>
    <w:rsid w:val="00FD0B19"/>
    <w:rsid w:val="00FD1205"/>
    <w:rsid w:val="00FD2A58"/>
    <w:rsid w:val="00FD5D77"/>
    <w:rsid w:val="00FD6423"/>
    <w:rsid w:val="00FD7552"/>
    <w:rsid w:val="00FD7D68"/>
    <w:rsid w:val="00FE2212"/>
    <w:rsid w:val="00FE3A57"/>
    <w:rsid w:val="00FE415A"/>
    <w:rsid w:val="00FE4262"/>
    <w:rsid w:val="00FE4997"/>
    <w:rsid w:val="00FE58E2"/>
    <w:rsid w:val="00FE5B80"/>
    <w:rsid w:val="00FE6300"/>
    <w:rsid w:val="00FE6A0A"/>
    <w:rsid w:val="00FE6F7C"/>
    <w:rsid w:val="00FE7E79"/>
    <w:rsid w:val="00FF019C"/>
    <w:rsid w:val="00FF10CF"/>
    <w:rsid w:val="00FF12E3"/>
    <w:rsid w:val="00FF16B0"/>
    <w:rsid w:val="00FF1BA3"/>
    <w:rsid w:val="00FF2C39"/>
    <w:rsid w:val="00FF3A7F"/>
    <w:rsid w:val="00FF4EAE"/>
    <w:rsid w:val="00FF52AC"/>
    <w:rsid w:val="00FF5389"/>
    <w:rsid w:val="00FF6032"/>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C275F"/>
    <w:pPr>
      <w:overflowPunct w:val="0"/>
      <w:autoSpaceDE w:val="0"/>
      <w:autoSpaceDN w:val="0"/>
      <w:adjustRightInd w:val="0"/>
      <w:textAlignment w:val="baseline"/>
    </w:pPr>
    <w:rPr>
      <w:rFonts w:ascii="Arial" w:hAnsi="Arial"/>
      <w:kern w:val="22"/>
      <w:sz w:val="22"/>
      <w:lang w:eastAsia="de-DE"/>
    </w:rPr>
  </w:style>
  <w:style w:type="paragraph" w:styleId="berschrift1">
    <w:name w:val="heading 1"/>
    <w:basedOn w:val="Standard"/>
    <w:next w:val="AufzZx1zLpucesxinterl1Puntielencoxil1"/>
    <w:qFormat/>
    <w:rsid w:val="00541C42"/>
    <w:pPr>
      <w:keepNext/>
      <w:suppressAutoHyphens/>
      <w:spacing w:before="600" w:after="120"/>
      <w:outlineLvl w:val="0"/>
    </w:pPr>
    <w:rPr>
      <w:b/>
    </w:rPr>
  </w:style>
  <w:style w:type="paragraph" w:styleId="berschrift2">
    <w:name w:val="heading 2"/>
    <w:basedOn w:val="berschrift1"/>
    <w:next w:val="Standard"/>
    <w:qFormat/>
    <w:rsid w:val="009D4652"/>
    <w:pPr>
      <w:spacing w:before="480"/>
      <w:outlineLvl w:val="1"/>
    </w:pPr>
  </w:style>
  <w:style w:type="paragraph" w:styleId="berschrift3">
    <w:name w:val="heading 3"/>
    <w:basedOn w:val="berschrift2"/>
    <w:next w:val="Standard"/>
    <w:autoRedefine/>
    <w:qFormat/>
    <w:rsid w:val="006C148A"/>
    <w:pPr>
      <w:spacing w:before="360"/>
      <w:outlineLvl w:val="2"/>
    </w:pPr>
  </w:style>
  <w:style w:type="paragraph" w:styleId="berschrift4">
    <w:name w:val="heading 4"/>
    <w:basedOn w:val="Standard"/>
    <w:next w:val="Standard"/>
    <w:qFormat/>
    <w:rsid w:val="003D6CFD"/>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rsid w:val="006C148A"/>
    <w:pPr>
      <w:numPr>
        <w:ilvl w:val="4"/>
        <w:numId w:val="12"/>
      </w:numPr>
      <w:spacing w:before="240" w:after="60"/>
      <w:outlineLvl w:val="4"/>
    </w:pPr>
    <w:rPr>
      <w:b/>
      <w:bCs/>
      <w:i/>
      <w:iCs/>
      <w:sz w:val="26"/>
      <w:szCs w:val="26"/>
    </w:rPr>
  </w:style>
  <w:style w:type="paragraph" w:styleId="berschrift6">
    <w:name w:val="heading 6"/>
    <w:basedOn w:val="Standard"/>
    <w:next w:val="Standard"/>
    <w:qFormat/>
    <w:rsid w:val="006C148A"/>
    <w:pPr>
      <w:numPr>
        <w:ilvl w:val="5"/>
        <w:numId w:val="12"/>
      </w:numPr>
      <w:spacing w:before="240" w:after="60"/>
      <w:outlineLvl w:val="5"/>
    </w:pPr>
    <w:rPr>
      <w:rFonts w:ascii="Times New Roman" w:hAnsi="Times New Roman"/>
      <w:b/>
      <w:bCs/>
      <w:szCs w:val="22"/>
    </w:rPr>
  </w:style>
  <w:style w:type="paragraph" w:styleId="berschrift7">
    <w:name w:val="heading 7"/>
    <w:basedOn w:val="Standard"/>
    <w:next w:val="Standard"/>
    <w:qFormat/>
    <w:rsid w:val="006C148A"/>
    <w:pPr>
      <w:numPr>
        <w:ilvl w:val="6"/>
        <w:numId w:val="12"/>
      </w:numPr>
      <w:spacing w:before="240" w:after="60"/>
      <w:outlineLvl w:val="6"/>
    </w:pPr>
    <w:rPr>
      <w:rFonts w:ascii="Times New Roman" w:hAnsi="Times New Roman"/>
      <w:sz w:val="24"/>
    </w:rPr>
  </w:style>
  <w:style w:type="paragraph" w:styleId="berschrift8">
    <w:name w:val="heading 8"/>
    <w:basedOn w:val="Standard"/>
    <w:next w:val="Standard"/>
    <w:qFormat/>
    <w:rsid w:val="006C148A"/>
    <w:pPr>
      <w:numPr>
        <w:ilvl w:val="7"/>
        <w:numId w:val="12"/>
      </w:numPr>
      <w:spacing w:before="240" w:after="60"/>
      <w:outlineLvl w:val="7"/>
    </w:pPr>
    <w:rPr>
      <w:rFonts w:ascii="Times New Roman" w:hAnsi="Times New Roman"/>
      <w:i/>
      <w:iCs/>
      <w:sz w:val="24"/>
    </w:rPr>
  </w:style>
  <w:style w:type="paragraph" w:styleId="berschrift9">
    <w:name w:val="heading 9"/>
    <w:basedOn w:val="Standard"/>
    <w:next w:val="Standard"/>
    <w:qFormat/>
    <w:rsid w:val="006C148A"/>
    <w:pPr>
      <w:numPr>
        <w:ilvl w:val="8"/>
        <w:numId w:val="12"/>
      </w:numPr>
      <w:spacing w:before="240" w:after="60"/>
      <w:outlineLvl w:val="8"/>
    </w:pPr>
    <w:rPr>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ZLpucesPuntielenco">
    <w:name w:val="_AufzZ [  ]   L puces [  ]   Punti elenco [  ]"/>
    <w:basedOn w:val="Standard"/>
    <w:rsid w:val="00541C42"/>
    <w:pPr>
      <w:numPr>
        <w:numId w:val="1"/>
      </w:numPr>
      <w:spacing w:before="120"/>
    </w:pPr>
  </w:style>
  <w:style w:type="paragraph" w:customStyle="1" w:styleId="TextohneAbstTexteinterlignesimpleTestosenzainterlinea">
    <w:name w:val="_Text ohne Abst   Texte interligne simple   Testo senza interlinea"/>
    <w:basedOn w:val="Standard"/>
    <w:rsid w:val="00541C42"/>
  </w:style>
  <w:style w:type="paragraph" w:customStyle="1" w:styleId="AufzZ1zLpucesinterl1Puntielencoil1">
    <w:name w:val="_AufzZ [  ] 1z   L puces [  ] interl 1   Punti elenco [  ] il 1"/>
    <w:basedOn w:val="TextohneAbstTexteinterlignesimpleTestosenzainterlinea"/>
    <w:rsid w:val="00541C42"/>
    <w:pPr>
      <w:numPr>
        <w:numId w:val="2"/>
      </w:numPr>
    </w:pPr>
  </w:style>
  <w:style w:type="paragraph" w:customStyle="1" w:styleId="AufzZxLpucesxPuntielencox">
    <w:name w:val="_AufzZ [x]   L puces [x]   Punti elenco [x]"/>
    <w:basedOn w:val="AufzZLpucesPuntielenco"/>
    <w:rsid w:val="00541C42"/>
    <w:pPr>
      <w:numPr>
        <w:numId w:val="3"/>
      </w:numPr>
    </w:pPr>
  </w:style>
  <w:style w:type="paragraph" w:customStyle="1" w:styleId="AufzZx1zLpucesxinterl1Puntielencoxil1">
    <w:name w:val="_AufzZ [x] 1z   L puces [x] interl 1   Punti elenco [x] il 1"/>
    <w:basedOn w:val="TextohneAbstTexteinterlignesimpleTestosenzainterlinea"/>
    <w:rsid w:val="00541C42"/>
    <w:pPr>
      <w:numPr>
        <w:numId w:val="4"/>
      </w:numPr>
    </w:pPr>
  </w:style>
  <w:style w:type="paragraph" w:customStyle="1" w:styleId="AufzZ1Lpuces1Puntielenco1">
    <w:name w:val="_AufzZ 1   L puces 1   Punti elenco 1"/>
    <w:basedOn w:val="Standard"/>
    <w:rsid w:val="00566A1F"/>
    <w:pPr>
      <w:numPr>
        <w:numId w:val="13"/>
      </w:numPr>
    </w:pPr>
  </w:style>
  <w:style w:type="paragraph" w:customStyle="1" w:styleId="AufzZ12Lpuces12Puntielenco12">
    <w:name w:val="_AufzZ 1  2   L puces 1 2   Punti elenco 1 2"/>
    <w:basedOn w:val="AufzZ1Lpuces1Puntielenco1"/>
    <w:rsid w:val="002F7873"/>
    <w:pPr>
      <w:numPr>
        <w:ilvl w:val="1"/>
      </w:numPr>
      <w:tabs>
        <w:tab w:val="clear" w:pos="1080"/>
        <w:tab w:val="num" w:pos="709"/>
      </w:tabs>
      <w:ind w:left="709" w:hanging="349"/>
    </w:pPr>
  </w:style>
  <w:style w:type="paragraph" w:customStyle="1" w:styleId="AufzZ13Lpuces13Puntielenco13">
    <w:name w:val="_AufzZ 1  3   L puces 1 3   Punti elenco 1 3"/>
    <w:basedOn w:val="AufzZ1Lpuces1Puntielenco1"/>
    <w:rsid w:val="002F7873"/>
    <w:pPr>
      <w:numPr>
        <w:ilvl w:val="2"/>
      </w:numPr>
      <w:tabs>
        <w:tab w:val="clear" w:pos="1440"/>
        <w:tab w:val="num" w:pos="993"/>
      </w:tabs>
      <w:ind w:left="993" w:hanging="273"/>
    </w:pPr>
  </w:style>
  <w:style w:type="paragraph" w:customStyle="1" w:styleId="AufzZ15Lpuces15Puntielenco15">
    <w:name w:val="_AufzZ 1.5   L puces 1.5   Punti elenco 1.5"/>
    <w:basedOn w:val="Standard"/>
    <w:rsid w:val="00566A1F"/>
    <w:pPr>
      <w:numPr>
        <w:numId w:val="14"/>
      </w:numPr>
      <w:spacing w:before="120"/>
    </w:pPr>
  </w:style>
  <w:style w:type="paragraph" w:customStyle="1" w:styleId="AufzZ152Lpuces152Puntielenco152">
    <w:name w:val="_AufzZ 1.5  2   L puces 1.5 2   Punti elenco 1.5 2"/>
    <w:basedOn w:val="AufzZ15Lpuces15Puntielenco15"/>
    <w:link w:val="AufzZ152Lpuces152Puntielenco152ZchnZchn"/>
    <w:rsid w:val="002F7873"/>
    <w:pPr>
      <w:numPr>
        <w:numId w:val="0"/>
      </w:numPr>
      <w:tabs>
        <w:tab w:val="num" w:pos="709"/>
      </w:tabs>
      <w:ind w:left="709" w:hanging="349"/>
    </w:pPr>
  </w:style>
  <w:style w:type="character" w:customStyle="1" w:styleId="AufzZ152Lpuces152Puntielenco152ZchnZchn">
    <w:name w:val="_AufzZ 1.5  2   L puces 1.5 2   Punti elenco 1.5 2 Zchn Zchn"/>
    <w:basedOn w:val="Absatz-Standardschriftart"/>
    <w:link w:val="AufzZ152Lpuces152Puntielenco152"/>
    <w:rsid w:val="002F7873"/>
    <w:rPr>
      <w:rFonts w:ascii="Arial" w:hAnsi="Arial"/>
      <w:kern w:val="22"/>
      <w:sz w:val="22"/>
      <w:lang w:eastAsia="de-DE"/>
    </w:rPr>
  </w:style>
  <w:style w:type="paragraph" w:customStyle="1" w:styleId="AufzZ153Lpuces153Puntielenco153">
    <w:name w:val="_AufzZ 1.5  3   L puces 1.5 3   Punti elenco 1.5 3"/>
    <w:basedOn w:val="AufzZ15Lpuces15Puntielenco15"/>
    <w:rsid w:val="002F7873"/>
    <w:pPr>
      <w:numPr>
        <w:ilvl w:val="2"/>
      </w:numPr>
      <w:tabs>
        <w:tab w:val="clear" w:pos="1440"/>
        <w:tab w:val="num" w:pos="993"/>
      </w:tabs>
      <w:ind w:left="993" w:hanging="273"/>
    </w:pPr>
  </w:style>
  <w:style w:type="paragraph" w:customStyle="1" w:styleId="gesperrtespacspaziato">
    <w:name w:val="_gesperrt   espacé   spaziato"/>
    <w:basedOn w:val="Standard"/>
    <w:next w:val="TextkrperCorpsdetexteCorpodeltesto"/>
    <w:rsid w:val="00541C42"/>
    <w:pPr>
      <w:spacing w:before="120"/>
    </w:pPr>
    <w:rPr>
      <w:spacing w:val="60"/>
    </w:rPr>
  </w:style>
  <w:style w:type="paragraph" w:customStyle="1" w:styleId="gesperrtfettespacgrasspaziatograssetto">
    <w:name w:val="_gesperrt fett   espacé gras   spaziato grassetto"/>
    <w:basedOn w:val="gesperrtespacspaziato"/>
    <w:next w:val="TextkrperCorpsdetexteCorpodeltesto"/>
    <w:rsid w:val="00541C42"/>
    <w:rPr>
      <w:b/>
    </w:rPr>
  </w:style>
  <w:style w:type="paragraph" w:customStyle="1" w:styleId="Liste1Liste1Numeri1">
    <w:name w:val="_Liste 1.   Liste 1.   Numeri 1."/>
    <w:basedOn w:val="Standard"/>
    <w:rsid w:val="00541C42"/>
    <w:pPr>
      <w:numPr>
        <w:numId w:val="6"/>
      </w:numPr>
      <w:spacing w:before="120"/>
    </w:pPr>
  </w:style>
  <w:style w:type="paragraph" w:customStyle="1" w:styleId="Liste11zListe1interl1Numeri1interlinea1">
    <w:name w:val="_Liste 1. 1z   Liste 1. interl 1   Numeri 1. interlinea 1"/>
    <w:basedOn w:val="TextohneAbstTexteinterlignesimpleTestosenzainterlinea"/>
    <w:rsid w:val="00541C42"/>
    <w:pPr>
      <w:numPr>
        <w:numId w:val="7"/>
      </w:numPr>
    </w:pPr>
  </w:style>
  <w:style w:type="paragraph" w:customStyle="1" w:styleId="ListeaListeaLetterea">
    <w:name w:val="_Liste a.   Liste a.   Lettere a"/>
    <w:basedOn w:val="Liste1Liste1Numeri1"/>
    <w:rsid w:val="00541C42"/>
    <w:pPr>
      <w:numPr>
        <w:numId w:val="8"/>
      </w:numPr>
    </w:pPr>
  </w:style>
  <w:style w:type="paragraph" w:customStyle="1" w:styleId="Listea1zListeainterl1Lettereainterlinea1">
    <w:name w:val="_Liste a. 1z   Liste a. interl 1   Lettere a interlinea 1"/>
    <w:basedOn w:val="Liste11zListe1interl1Numeri1interlinea1"/>
    <w:rsid w:val="00541C42"/>
    <w:pPr>
      <w:numPr>
        <w:numId w:val="9"/>
      </w:numPr>
    </w:pPr>
  </w:style>
  <w:style w:type="paragraph" w:customStyle="1" w:styleId="ListeIListeINumeriI">
    <w:name w:val="_Liste I.   Liste I.   Numeri I."/>
    <w:basedOn w:val="ListeaListeaLetterea"/>
    <w:rsid w:val="00541C42"/>
    <w:pPr>
      <w:numPr>
        <w:numId w:val="10"/>
      </w:numPr>
    </w:pPr>
  </w:style>
  <w:style w:type="paragraph" w:customStyle="1" w:styleId="ListeI1zListeIinterl1NumeriIil1">
    <w:name w:val="_Liste I. 1z   Liste I. interl 1   Numeri I. il 1"/>
    <w:basedOn w:val="Listea1zListeainterl1Lettereainterlinea1"/>
    <w:rsid w:val="00541C42"/>
    <w:pPr>
      <w:numPr>
        <w:numId w:val="11"/>
      </w:numPr>
    </w:pPr>
  </w:style>
  <w:style w:type="paragraph" w:customStyle="1" w:styleId="TextkrperCorpsdetexteCorpodeltesto">
    <w:name w:val="_Textkörper   Corps de texte   Corpo del testo"/>
    <w:basedOn w:val="Standard"/>
    <w:link w:val="TextkrperCorpsdetexteCorpodeltestoZchn"/>
    <w:rsid w:val="00541C42"/>
    <w:pPr>
      <w:spacing w:before="120"/>
    </w:pPr>
  </w:style>
  <w:style w:type="paragraph" w:customStyle="1" w:styleId="TitelTitreTitolo">
    <w:name w:val="_Titel   Titre   Titolo"/>
    <w:basedOn w:val="TextkrperCorpsdetexteCorpodeltesto"/>
    <w:next w:val="TextkrperCorpsdetexteCorpodeltesto"/>
    <w:rsid w:val="00541C42"/>
    <w:pPr>
      <w:spacing w:before="360" w:after="240"/>
    </w:pPr>
    <w:rPr>
      <w:b/>
      <w:sz w:val="34"/>
    </w:rPr>
  </w:style>
  <w:style w:type="paragraph" w:customStyle="1" w:styleId="Titel0Titre0Titolo0">
    <w:name w:val="_Titel 0   Titre 0   Titolo 0"/>
    <w:basedOn w:val="Standard"/>
    <w:next w:val="TextkrperCorpsdetexteCorpodeltesto"/>
    <w:rsid w:val="00541C42"/>
    <w:pPr>
      <w:spacing w:before="360" w:after="120"/>
    </w:pPr>
    <w:rPr>
      <w:b/>
      <w:sz w:val="26"/>
    </w:rPr>
  </w:style>
  <w:style w:type="paragraph" w:customStyle="1" w:styleId="berschrift1Titre1Titolo1">
    <w:name w:val="_Überschrift_1   Titre_1   Titolo_1"/>
    <w:basedOn w:val="berschrift1"/>
    <w:next w:val="TextkrperCorpsdetexteCorpodeltesto"/>
    <w:rsid w:val="00541C42"/>
    <w:pPr>
      <w:numPr>
        <w:numId w:val="12"/>
      </w:numPr>
      <w:spacing w:after="240"/>
    </w:pPr>
    <w:rPr>
      <w:sz w:val="26"/>
    </w:rPr>
  </w:style>
  <w:style w:type="paragraph" w:customStyle="1" w:styleId="berschrift2Titre2Titolo2">
    <w:name w:val="_Überschrift_2   Titre_2   Titolo_2"/>
    <w:basedOn w:val="berschrift2"/>
    <w:next w:val="TextkrperCorpsdetexteCorpodeltesto"/>
    <w:rsid w:val="00541C42"/>
    <w:pPr>
      <w:numPr>
        <w:ilvl w:val="1"/>
        <w:numId w:val="12"/>
      </w:numPr>
    </w:pPr>
  </w:style>
  <w:style w:type="paragraph" w:customStyle="1" w:styleId="berschrift3Titre3Titolo3">
    <w:name w:val="_Überschrift_3   Titre_3   Titolo_3"/>
    <w:basedOn w:val="berschrift3"/>
    <w:next w:val="TextkrperCorpsdetexteCorpodeltesto"/>
    <w:rsid w:val="00541C42"/>
    <w:pPr>
      <w:numPr>
        <w:ilvl w:val="2"/>
        <w:numId w:val="12"/>
      </w:numPr>
    </w:pPr>
  </w:style>
  <w:style w:type="paragraph" w:customStyle="1" w:styleId="berschrift4Titre4Titolo4">
    <w:name w:val="_Überschrift_4   Titre_4   Titolo_4"/>
    <w:basedOn w:val="berschrift4"/>
    <w:next w:val="TextkrperCorpsdetexteCorpodeltesto"/>
    <w:rsid w:val="00541C42"/>
    <w:pPr>
      <w:numPr>
        <w:ilvl w:val="3"/>
        <w:numId w:val="12"/>
      </w:numPr>
    </w:pPr>
    <w:rPr>
      <w:rFonts w:ascii="Arial" w:hAnsi="Arial"/>
      <w:sz w:val="22"/>
    </w:rPr>
  </w:style>
  <w:style w:type="paragraph" w:styleId="Kopfzeile">
    <w:name w:val="header"/>
    <w:basedOn w:val="Standard"/>
    <w:rsid w:val="00970253"/>
    <w:pPr>
      <w:tabs>
        <w:tab w:val="center" w:pos="4536"/>
        <w:tab w:val="right" w:pos="9072"/>
      </w:tabs>
    </w:pPr>
  </w:style>
  <w:style w:type="paragraph" w:styleId="Fuzeile">
    <w:name w:val="footer"/>
    <w:basedOn w:val="Standard"/>
    <w:link w:val="FuzeileZchn"/>
    <w:uiPriority w:val="99"/>
    <w:rsid w:val="00EB3DC8"/>
    <w:pPr>
      <w:tabs>
        <w:tab w:val="center" w:pos="4536"/>
        <w:tab w:val="right" w:pos="9072"/>
      </w:tabs>
    </w:pPr>
  </w:style>
  <w:style w:type="character" w:styleId="Seitenzahl">
    <w:name w:val="page number"/>
    <w:basedOn w:val="Absatz-Standardschriftart"/>
    <w:rsid w:val="00EB3DC8"/>
  </w:style>
  <w:style w:type="table" w:styleId="Tabellengitternetz">
    <w:name w:val="Table Grid"/>
    <w:basedOn w:val="NormaleTabelle"/>
    <w:rsid w:val="004D435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krperCorpsdetexteCorpodeltestoZchn">
    <w:name w:val="_Textkörper   Corps de texte   Corpo del testo Zchn"/>
    <w:basedOn w:val="Absatz-Standardschriftart"/>
    <w:link w:val="TextkrperCorpsdetexteCorpodeltesto"/>
    <w:rsid w:val="00D17D86"/>
    <w:rPr>
      <w:rFonts w:ascii="Arial" w:hAnsi="Arial"/>
      <w:kern w:val="22"/>
      <w:sz w:val="22"/>
      <w:szCs w:val="18"/>
      <w:lang w:val="de-CH" w:eastAsia="de-DE" w:bidi="ar-SA"/>
    </w:rPr>
  </w:style>
  <w:style w:type="paragraph" w:customStyle="1" w:styleId="AufzZ1linksbndig">
    <w:name w:val="_AufzZ 1 linksbündig"/>
    <w:basedOn w:val="AufzZ12Lpuces12Puntielenco12"/>
    <w:next w:val="TextkrperCorpsdetexteCorpodeltesto"/>
    <w:rsid w:val="00D17D86"/>
    <w:pPr>
      <w:tabs>
        <w:tab w:val="clear" w:pos="709"/>
        <w:tab w:val="num" w:pos="284"/>
      </w:tabs>
      <w:ind w:left="284" w:hanging="284"/>
    </w:pPr>
  </w:style>
  <w:style w:type="paragraph" w:customStyle="1" w:styleId="AufzZ15linksbndig">
    <w:name w:val="_AufzZ 1.5 linksbündig"/>
    <w:basedOn w:val="Standard"/>
    <w:next w:val="TextkrperCorpsdetexteCorpodeltesto"/>
    <w:rsid w:val="00D17D86"/>
    <w:pPr>
      <w:numPr>
        <w:ilvl w:val="1"/>
        <w:numId w:val="5"/>
      </w:numPr>
      <w:tabs>
        <w:tab w:val="clear" w:pos="1080"/>
        <w:tab w:val="num" w:pos="284"/>
      </w:tabs>
      <w:spacing w:before="120"/>
      <w:ind w:left="284" w:hanging="284"/>
    </w:pPr>
  </w:style>
  <w:style w:type="table" w:customStyle="1" w:styleId="Tabelle">
    <w:name w:val="_Tabelle"/>
    <w:basedOn w:val="NormaleTabelle"/>
    <w:rsid w:val="00D17D86"/>
    <w:pPr>
      <w:spacing w:before="120" w:after="120"/>
    </w:pPr>
    <w:rPr>
      <w:rFonts w:ascii="Arial" w:hAnsi="Arial"/>
      <w:sz w:val="22"/>
    </w:rPr>
    <w:tblPr>
      <w:tblInd w:w="0" w:type="dxa"/>
      <w:tblCellMar>
        <w:top w:w="0" w:type="dxa"/>
        <w:left w:w="108" w:type="dxa"/>
        <w:bottom w:w="0" w:type="dxa"/>
        <w:right w:w="108" w:type="dxa"/>
      </w:tblCellMar>
    </w:tblPr>
  </w:style>
  <w:style w:type="paragraph" w:customStyle="1" w:styleId="TabelleNummerierung">
    <w:name w:val="_Tabelle Nummerierung"/>
    <w:basedOn w:val="Standard"/>
    <w:next w:val="Standard"/>
    <w:rsid w:val="00D17D86"/>
    <w:pPr>
      <w:numPr>
        <w:numId w:val="15"/>
      </w:numPr>
      <w:overflowPunct/>
      <w:autoSpaceDE/>
      <w:autoSpaceDN/>
      <w:adjustRightInd/>
      <w:spacing w:before="120" w:after="120"/>
      <w:textAlignment w:val="auto"/>
    </w:pPr>
    <w:rPr>
      <w:rFonts w:cs="Arial"/>
      <w:noProof/>
      <w:kern w:val="0"/>
      <w:szCs w:val="24"/>
    </w:rPr>
  </w:style>
  <w:style w:type="paragraph" w:styleId="Listenabsatz">
    <w:name w:val="List Paragraph"/>
    <w:basedOn w:val="Standard"/>
    <w:uiPriority w:val="34"/>
    <w:qFormat/>
    <w:rsid w:val="007D7399"/>
    <w:pPr>
      <w:overflowPunct/>
      <w:autoSpaceDE/>
      <w:autoSpaceDN/>
      <w:adjustRightInd/>
      <w:spacing w:after="200" w:line="276" w:lineRule="auto"/>
      <w:ind w:left="720"/>
      <w:contextualSpacing/>
      <w:textAlignment w:val="auto"/>
    </w:pPr>
    <w:rPr>
      <w:rFonts w:ascii="Calibri" w:eastAsia="Calibri" w:hAnsi="Calibri"/>
      <w:kern w:val="0"/>
      <w:szCs w:val="22"/>
      <w:lang w:eastAsia="en-US"/>
    </w:rPr>
  </w:style>
  <w:style w:type="character" w:customStyle="1" w:styleId="FuzeileZchn">
    <w:name w:val="Fußzeile Zchn"/>
    <w:basedOn w:val="Absatz-Standardschriftart"/>
    <w:link w:val="Fuzeile"/>
    <w:uiPriority w:val="99"/>
    <w:rsid w:val="0028032F"/>
    <w:rPr>
      <w:rFonts w:ascii="Arial" w:hAnsi="Arial"/>
      <w:kern w:val="22"/>
      <w:sz w:val="22"/>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VBSTemplates\OU02\BABS\Arbeitspapier.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Arbeitspapier.dot</Template>
  <TotalTime>0</TotalTime>
  <Pages>3</Pages>
  <Words>545</Words>
  <Characters>3435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Behelf Anlegen und Durchführen von Einsatzübungen</vt:lpstr>
    </vt:vector>
  </TitlesOfParts>
  <Company>BURAUT VBS</Company>
  <LinksUpToDate>false</LinksUpToDate>
  <CharactersWithSpaces>3973</CharactersWithSpaces>
  <SharedDoc>false</SharedDoc>
  <HyperlinkBase>1</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Behelf Anlegen und Durchführen von Einsatzübungen</dc:title>
  <dc:subject>Übungsbefehl</dc:subject>
  <dc:creator>Coray Beat BABS</dc:creator>
  <cp:keywords>BABS 08</cp:keywords>
  <cp:lastModifiedBy>Beat</cp:lastModifiedBy>
  <cp:revision>7</cp:revision>
  <cp:lastPrinted>2011-03-09T10:17:00Z</cp:lastPrinted>
  <dcterms:created xsi:type="dcterms:W3CDTF">2011-03-09T10:12:00Z</dcterms:created>
  <dcterms:modified xsi:type="dcterms:W3CDTF">2011-12-01T21:36:00Z</dcterms:modified>
  <cp:category>1701-915-02 Anhang 5</cp:category>
</cp:coreProperties>
</file>